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40" w:rsidRDefault="00BB2440" w:rsidP="00DA1876">
      <w:pPr>
        <w:pStyle w:val="Head"/>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4.5pt;margin-top:-36pt;width:611.8pt;height:11in;z-index:-251656704;visibility:visible" wrapcoords="-26 0 -26 21580 21600 21580 21600 0 -26 0">
            <v:imagedata r:id="rId7" o:title=""/>
            <w10:wrap type="tight"/>
          </v:shape>
        </w:pict>
      </w:r>
      <w:r>
        <w:br w:type="page"/>
        <w:t>Table of Contents</w:t>
      </w:r>
      <w:r>
        <w:softHyphen/>
      </w:r>
      <w:r>
        <w:softHyphen/>
      </w:r>
      <w:r>
        <w:softHyphen/>
      </w:r>
      <w:r>
        <w:fldChar w:fldCharType="begin"/>
      </w:r>
      <w:r>
        <w:instrText xml:space="preserve"> TOC \o "1-1" \h \z \u </w:instrText>
      </w:r>
      <w:r>
        <w:fldChar w:fldCharType="separate"/>
      </w:r>
    </w:p>
    <w:p w:rsidR="00BB2440" w:rsidRDefault="00BB2440">
      <w:pPr>
        <w:pStyle w:val="TOC1"/>
        <w:rPr>
          <w:rFonts w:ascii="Calibri" w:hAnsi="Calibri"/>
          <w:b w:val="0"/>
          <w:noProof/>
          <w:color w:val="auto"/>
          <w:szCs w:val="22"/>
        </w:rPr>
      </w:pPr>
      <w:hyperlink w:anchor="_Toc271614366" w:history="1">
        <w:r w:rsidRPr="007F5640">
          <w:rPr>
            <w:rStyle w:val="Hyperlink"/>
            <w:noProof/>
          </w:rPr>
          <w:t>Checking In</w:t>
        </w:r>
        <w:r>
          <w:rPr>
            <w:noProof/>
            <w:webHidden/>
          </w:rPr>
          <w:tab/>
        </w:r>
        <w:r>
          <w:rPr>
            <w:noProof/>
            <w:webHidden/>
          </w:rPr>
          <w:fldChar w:fldCharType="begin"/>
        </w:r>
        <w:r>
          <w:rPr>
            <w:noProof/>
            <w:webHidden/>
          </w:rPr>
          <w:instrText xml:space="preserve"> PAGEREF _Toc271614366 \h </w:instrText>
        </w:r>
        <w:r>
          <w:rPr>
            <w:noProof/>
            <w:webHidden/>
          </w:rPr>
        </w:r>
        <w:r>
          <w:rPr>
            <w:noProof/>
            <w:webHidden/>
          </w:rPr>
          <w:fldChar w:fldCharType="separate"/>
        </w:r>
        <w:r>
          <w:rPr>
            <w:noProof/>
            <w:webHidden/>
          </w:rPr>
          <w:t>3</w:t>
        </w:r>
        <w:r>
          <w:rPr>
            <w:noProof/>
            <w:webHidden/>
          </w:rPr>
          <w:fldChar w:fldCharType="end"/>
        </w:r>
      </w:hyperlink>
    </w:p>
    <w:p w:rsidR="00BB2440" w:rsidRDefault="00BB2440">
      <w:pPr>
        <w:pStyle w:val="TOC1"/>
        <w:rPr>
          <w:rFonts w:ascii="Calibri" w:hAnsi="Calibri"/>
          <w:b w:val="0"/>
          <w:noProof/>
          <w:color w:val="auto"/>
          <w:szCs w:val="22"/>
        </w:rPr>
      </w:pPr>
      <w:hyperlink w:anchor="_Toc271614367" w:history="1">
        <w:r w:rsidRPr="007F5640">
          <w:rPr>
            <w:rStyle w:val="Hyperlink"/>
            <w:noProof/>
          </w:rPr>
          <w:t>Pre-Test</w:t>
        </w:r>
        <w:r>
          <w:rPr>
            <w:noProof/>
            <w:webHidden/>
          </w:rPr>
          <w:tab/>
        </w:r>
        <w:r>
          <w:rPr>
            <w:noProof/>
            <w:webHidden/>
          </w:rPr>
          <w:fldChar w:fldCharType="begin"/>
        </w:r>
        <w:r>
          <w:rPr>
            <w:noProof/>
            <w:webHidden/>
          </w:rPr>
          <w:instrText xml:space="preserve"> PAGEREF _Toc271614367 \h </w:instrText>
        </w:r>
        <w:r>
          <w:rPr>
            <w:noProof/>
            <w:webHidden/>
          </w:rPr>
        </w:r>
        <w:r>
          <w:rPr>
            <w:noProof/>
            <w:webHidden/>
          </w:rPr>
          <w:fldChar w:fldCharType="separate"/>
        </w:r>
        <w:r>
          <w:rPr>
            <w:noProof/>
            <w:webHidden/>
          </w:rPr>
          <w:t>4</w:t>
        </w:r>
        <w:r>
          <w:rPr>
            <w:noProof/>
            <w:webHidden/>
          </w:rPr>
          <w:fldChar w:fldCharType="end"/>
        </w:r>
      </w:hyperlink>
    </w:p>
    <w:p w:rsidR="00BB2440" w:rsidRDefault="00BB2440">
      <w:pPr>
        <w:pStyle w:val="TOC1"/>
        <w:rPr>
          <w:rFonts w:ascii="Calibri" w:hAnsi="Calibri"/>
          <w:b w:val="0"/>
          <w:noProof/>
          <w:color w:val="auto"/>
          <w:szCs w:val="22"/>
        </w:rPr>
      </w:pPr>
      <w:hyperlink w:anchor="_Toc271614368" w:history="1">
        <w:r w:rsidRPr="007F5640">
          <w:rPr>
            <w:rStyle w:val="Hyperlink"/>
            <w:noProof/>
          </w:rPr>
          <w:t>Introduction to Banks</w:t>
        </w:r>
        <w:r>
          <w:rPr>
            <w:noProof/>
            <w:webHidden/>
          </w:rPr>
          <w:tab/>
        </w:r>
        <w:r>
          <w:rPr>
            <w:noProof/>
            <w:webHidden/>
          </w:rPr>
          <w:fldChar w:fldCharType="begin"/>
        </w:r>
        <w:r>
          <w:rPr>
            <w:noProof/>
            <w:webHidden/>
          </w:rPr>
          <w:instrText xml:space="preserve"> PAGEREF _Toc271614368 \h </w:instrText>
        </w:r>
        <w:r>
          <w:rPr>
            <w:noProof/>
            <w:webHidden/>
          </w:rPr>
        </w:r>
        <w:r>
          <w:rPr>
            <w:noProof/>
            <w:webHidden/>
          </w:rPr>
          <w:fldChar w:fldCharType="separate"/>
        </w:r>
        <w:r>
          <w:rPr>
            <w:noProof/>
            <w:webHidden/>
          </w:rPr>
          <w:t>6</w:t>
        </w:r>
        <w:r>
          <w:rPr>
            <w:noProof/>
            <w:webHidden/>
          </w:rPr>
          <w:fldChar w:fldCharType="end"/>
        </w:r>
      </w:hyperlink>
    </w:p>
    <w:p w:rsidR="00BB2440" w:rsidRDefault="00BB2440">
      <w:pPr>
        <w:pStyle w:val="TOC1"/>
        <w:rPr>
          <w:rFonts w:ascii="Calibri" w:hAnsi="Calibri"/>
          <w:b w:val="0"/>
          <w:noProof/>
          <w:color w:val="auto"/>
          <w:szCs w:val="22"/>
        </w:rPr>
      </w:pPr>
      <w:hyperlink w:anchor="_Toc271614369" w:history="1">
        <w:r w:rsidRPr="007F5640">
          <w:rPr>
            <w:rStyle w:val="Hyperlink"/>
            <w:noProof/>
          </w:rPr>
          <w:t>Types of Financial Institutions</w:t>
        </w:r>
        <w:r>
          <w:rPr>
            <w:noProof/>
            <w:webHidden/>
          </w:rPr>
          <w:tab/>
        </w:r>
        <w:r>
          <w:rPr>
            <w:noProof/>
            <w:webHidden/>
          </w:rPr>
          <w:fldChar w:fldCharType="begin"/>
        </w:r>
        <w:r>
          <w:rPr>
            <w:noProof/>
            <w:webHidden/>
          </w:rPr>
          <w:instrText xml:space="preserve"> PAGEREF _Toc271614369 \h </w:instrText>
        </w:r>
        <w:r>
          <w:rPr>
            <w:noProof/>
            <w:webHidden/>
          </w:rPr>
        </w:r>
        <w:r>
          <w:rPr>
            <w:noProof/>
            <w:webHidden/>
          </w:rPr>
          <w:fldChar w:fldCharType="separate"/>
        </w:r>
        <w:r>
          <w:rPr>
            <w:noProof/>
            <w:webHidden/>
          </w:rPr>
          <w:t>6</w:t>
        </w:r>
        <w:r>
          <w:rPr>
            <w:noProof/>
            <w:webHidden/>
          </w:rPr>
          <w:fldChar w:fldCharType="end"/>
        </w:r>
      </w:hyperlink>
    </w:p>
    <w:p w:rsidR="00BB2440" w:rsidRDefault="00BB2440">
      <w:pPr>
        <w:pStyle w:val="TOC1"/>
        <w:rPr>
          <w:rFonts w:ascii="Calibri" w:hAnsi="Calibri"/>
          <w:b w:val="0"/>
          <w:noProof/>
          <w:color w:val="auto"/>
          <w:szCs w:val="22"/>
        </w:rPr>
      </w:pPr>
      <w:hyperlink w:anchor="_Toc271614370" w:history="1">
        <w:r w:rsidRPr="007F5640">
          <w:rPr>
            <w:rStyle w:val="Hyperlink"/>
            <w:noProof/>
          </w:rPr>
          <w:t>Opening and Maintaining a Bank Account</w:t>
        </w:r>
        <w:r>
          <w:rPr>
            <w:noProof/>
            <w:webHidden/>
          </w:rPr>
          <w:tab/>
        </w:r>
        <w:r>
          <w:rPr>
            <w:noProof/>
            <w:webHidden/>
          </w:rPr>
          <w:fldChar w:fldCharType="begin"/>
        </w:r>
        <w:r>
          <w:rPr>
            <w:noProof/>
            <w:webHidden/>
          </w:rPr>
          <w:instrText xml:space="preserve"> PAGEREF _Toc271614370 \h </w:instrText>
        </w:r>
        <w:r>
          <w:rPr>
            <w:noProof/>
            <w:webHidden/>
          </w:rPr>
        </w:r>
        <w:r>
          <w:rPr>
            <w:noProof/>
            <w:webHidden/>
          </w:rPr>
          <w:fldChar w:fldCharType="separate"/>
        </w:r>
        <w:r>
          <w:rPr>
            <w:noProof/>
            <w:webHidden/>
          </w:rPr>
          <w:t>7</w:t>
        </w:r>
        <w:r>
          <w:rPr>
            <w:noProof/>
            <w:webHidden/>
          </w:rPr>
          <w:fldChar w:fldCharType="end"/>
        </w:r>
      </w:hyperlink>
    </w:p>
    <w:p w:rsidR="00BB2440" w:rsidRDefault="00BB2440">
      <w:pPr>
        <w:pStyle w:val="TOC1"/>
        <w:rPr>
          <w:rFonts w:ascii="Calibri" w:hAnsi="Calibri"/>
          <w:b w:val="0"/>
          <w:noProof/>
          <w:color w:val="auto"/>
          <w:szCs w:val="22"/>
        </w:rPr>
      </w:pPr>
      <w:hyperlink w:anchor="_Toc271614371" w:history="1">
        <w:r w:rsidRPr="007F5640">
          <w:rPr>
            <w:rStyle w:val="Hyperlink"/>
            <w:noProof/>
          </w:rPr>
          <w:t>Choosing a Bank and a Bank Account Checklist</w:t>
        </w:r>
        <w:r>
          <w:rPr>
            <w:noProof/>
            <w:webHidden/>
          </w:rPr>
          <w:tab/>
        </w:r>
        <w:r>
          <w:rPr>
            <w:noProof/>
            <w:webHidden/>
          </w:rPr>
          <w:fldChar w:fldCharType="begin"/>
        </w:r>
        <w:r>
          <w:rPr>
            <w:noProof/>
            <w:webHidden/>
          </w:rPr>
          <w:instrText xml:space="preserve"> PAGEREF _Toc271614371 \h </w:instrText>
        </w:r>
        <w:r>
          <w:rPr>
            <w:noProof/>
            <w:webHidden/>
          </w:rPr>
        </w:r>
        <w:r>
          <w:rPr>
            <w:noProof/>
            <w:webHidden/>
          </w:rPr>
          <w:fldChar w:fldCharType="separate"/>
        </w:r>
        <w:r>
          <w:rPr>
            <w:noProof/>
            <w:webHidden/>
          </w:rPr>
          <w:t>8</w:t>
        </w:r>
        <w:r>
          <w:rPr>
            <w:noProof/>
            <w:webHidden/>
          </w:rPr>
          <w:fldChar w:fldCharType="end"/>
        </w:r>
      </w:hyperlink>
    </w:p>
    <w:p w:rsidR="00BB2440" w:rsidRDefault="00BB2440">
      <w:pPr>
        <w:pStyle w:val="TOC1"/>
        <w:rPr>
          <w:rFonts w:ascii="Calibri" w:hAnsi="Calibri"/>
          <w:b w:val="0"/>
          <w:noProof/>
          <w:color w:val="auto"/>
          <w:szCs w:val="22"/>
        </w:rPr>
      </w:pPr>
      <w:hyperlink w:anchor="_Toc271614372" w:history="1">
        <w:r w:rsidRPr="007F5640">
          <w:rPr>
            <w:rStyle w:val="Hyperlink"/>
            <w:noProof/>
          </w:rPr>
          <w:t>Important Terms</w:t>
        </w:r>
        <w:r>
          <w:rPr>
            <w:noProof/>
            <w:webHidden/>
          </w:rPr>
          <w:tab/>
        </w:r>
        <w:r>
          <w:rPr>
            <w:noProof/>
            <w:webHidden/>
          </w:rPr>
          <w:fldChar w:fldCharType="begin"/>
        </w:r>
        <w:r>
          <w:rPr>
            <w:noProof/>
            <w:webHidden/>
          </w:rPr>
          <w:instrText xml:space="preserve"> PAGEREF _Toc271614372 \h </w:instrText>
        </w:r>
        <w:r>
          <w:rPr>
            <w:noProof/>
            <w:webHidden/>
          </w:rPr>
        </w:r>
        <w:r>
          <w:rPr>
            <w:noProof/>
            <w:webHidden/>
          </w:rPr>
          <w:fldChar w:fldCharType="separate"/>
        </w:r>
        <w:r>
          <w:rPr>
            <w:noProof/>
            <w:webHidden/>
          </w:rPr>
          <w:t>10</w:t>
        </w:r>
        <w:r>
          <w:rPr>
            <w:noProof/>
            <w:webHidden/>
          </w:rPr>
          <w:fldChar w:fldCharType="end"/>
        </w:r>
      </w:hyperlink>
    </w:p>
    <w:p w:rsidR="00BB2440" w:rsidRDefault="00BB2440">
      <w:pPr>
        <w:pStyle w:val="TOC1"/>
        <w:rPr>
          <w:rFonts w:ascii="Calibri" w:hAnsi="Calibri"/>
          <w:b w:val="0"/>
          <w:noProof/>
          <w:color w:val="auto"/>
          <w:szCs w:val="22"/>
        </w:rPr>
      </w:pPr>
      <w:hyperlink w:anchor="_Toc271614373" w:history="1">
        <w:r w:rsidRPr="007F5640">
          <w:rPr>
            <w:rStyle w:val="Hyperlink"/>
            <w:noProof/>
          </w:rPr>
          <w:t>Activity 1: Making Deposits and Withdrawals</w:t>
        </w:r>
        <w:r>
          <w:rPr>
            <w:noProof/>
            <w:webHidden/>
          </w:rPr>
          <w:tab/>
        </w:r>
        <w:r>
          <w:rPr>
            <w:noProof/>
            <w:webHidden/>
          </w:rPr>
          <w:fldChar w:fldCharType="begin"/>
        </w:r>
        <w:r>
          <w:rPr>
            <w:noProof/>
            <w:webHidden/>
          </w:rPr>
          <w:instrText xml:space="preserve"> PAGEREF _Toc271614373 \h </w:instrText>
        </w:r>
        <w:r>
          <w:rPr>
            <w:noProof/>
            <w:webHidden/>
          </w:rPr>
        </w:r>
        <w:r>
          <w:rPr>
            <w:noProof/>
            <w:webHidden/>
          </w:rPr>
          <w:fldChar w:fldCharType="separate"/>
        </w:r>
        <w:r>
          <w:rPr>
            <w:noProof/>
            <w:webHidden/>
          </w:rPr>
          <w:t>11</w:t>
        </w:r>
        <w:r>
          <w:rPr>
            <w:noProof/>
            <w:webHidden/>
          </w:rPr>
          <w:fldChar w:fldCharType="end"/>
        </w:r>
      </w:hyperlink>
    </w:p>
    <w:p w:rsidR="00BB2440" w:rsidRDefault="00BB2440">
      <w:pPr>
        <w:pStyle w:val="TOC1"/>
        <w:rPr>
          <w:rFonts w:ascii="Calibri" w:hAnsi="Calibri"/>
          <w:b w:val="0"/>
          <w:noProof/>
          <w:color w:val="auto"/>
          <w:szCs w:val="22"/>
        </w:rPr>
      </w:pPr>
      <w:hyperlink w:anchor="_Toc271614374" w:history="1">
        <w:r w:rsidRPr="007F5640">
          <w:rPr>
            <w:rStyle w:val="Hyperlink"/>
            <w:noProof/>
          </w:rPr>
          <w:t>Deposit and Non-Deposit Accounts</w:t>
        </w:r>
        <w:r>
          <w:rPr>
            <w:noProof/>
            <w:webHidden/>
          </w:rPr>
          <w:tab/>
        </w:r>
        <w:r>
          <w:rPr>
            <w:noProof/>
            <w:webHidden/>
          </w:rPr>
          <w:fldChar w:fldCharType="begin"/>
        </w:r>
        <w:r>
          <w:rPr>
            <w:noProof/>
            <w:webHidden/>
          </w:rPr>
          <w:instrText xml:space="preserve"> PAGEREF _Toc271614374 \h </w:instrText>
        </w:r>
        <w:r>
          <w:rPr>
            <w:noProof/>
            <w:webHidden/>
          </w:rPr>
        </w:r>
        <w:r>
          <w:rPr>
            <w:noProof/>
            <w:webHidden/>
          </w:rPr>
          <w:fldChar w:fldCharType="separate"/>
        </w:r>
        <w:r>
          <w:rPr>
            <w:noProof/>
            <w:webHidden/>
          </w:rPr>
          <w:t>12</w:t>
        </w:r>
        <w:r>
          <w:rPr>
            <w:noProof/>
            <w:webHidden/>
          </w:rPr>
          <w:fldChar w:fldCharType="end"/>
        </w:r>
      </w:hyperlink>
    </w:p>
    <w:p w:rsidR="00BB2440" w:rsidRDefault="00BB2440">
      <w:pPr>
        <w:pStyle w:val="TOC1"/>
        <w:rPr>
          <w:rFonts w:ascii="Calibri" w:hAnsi="Calibri"/>
          <w:b w:val="0"/>
          <w:noProof/>
          <w:color w:val="auto"/>
          <w:szCs w:val="22"/>
        </w:rPr>
      </w:pPr>
      <w:hyperlink w:anchor="_Toc271614375" w:history="1">
        <w:r w:rsidRPr="007F5640">
          <w:rPr>
            <w:rStyle w:val="Hyperlink"/>
            <w:noProof/>
          </w:rPr>
          <w:t>Activity 2: Name That Service</w:t>
        </w:r>
        <w:r>
          <w:rPr>
            <w:noProof/>
            <w:webHidden/>
          </w:rPr>
          <w:tab/>
        </w:r>
        <w:r>
          <w:rPr>
            <w:noProof/>
            <w:webHidden/>
          </w:rPr>
          <w:fldChar w:fldCharType="begin"/>
        </w:r>
        <w:r>
          <w:rPr>
            <w:noProof/>
            <w:webHidden/>
          </w:rPr>
          <w:instrText xml:space="preserve"> PAGEREF _Toc271614375 \h </w:instrText>
        </w:r>
        <w:r>
          <w:rPr>
            <w:noProof/>
            <w:webHidden/>
          </w:rPr>
        </w:r>
        <w:r>
          <w:rPr>
            <w:noProof/>
            <w:webHidden/>
          </w:rPr>
          <w:fldChar w:fldCharType="separate"/>
        </w:r>
        <w:r>
          <w:rPr>
            <w:noProof/>
            <w:webHidden/>
          </w:rPr>
          <w:t>13</w:t>
        </w:r>
        <w:r>
          <w:rPr>
            <w:noProof/>
            <w:webHidden/>
          </w:rPr>
          <w:fldChar w:fldCharType="end"/>
        </w:r>
      </w:hyperlink>
    </w:p>
    <w:p w:rsidR="00BB2440" w:rsidRDefault="00BB2440">
      <w:pPr>
        <w:pStyle w:val="TOC1"/>
        <w:rPr>
          <w:rFonts w:ascii="Calibri" w:hAnsi="Calibri"/>
          <w:b w:val="0"/>
          <w:noProof/>
          <w:color w:val="auto"/>
          <w:szCs w:val="22"/>
        </w:rPr>
      </w:pPr>
      <w:hyperlink w:anchor="_Toc271614376" w:history="1">
        <w:r w:rsidRPr="007F5640">
          <w:rPr>
            <w:rStyle w:val="Hyperlink"/>
            <w:noProof/>
          </w:rPr>
          <w:t>Privacy Laws and Regulations</w:t>
        </w:r>
        <w:r>
          <w:rPr>
            <w:noProof/>
            <w:webHidden/>
          </w:rPr>
          <w:tab/>
        </w:r>
        <w:r>
          <w:rPr>
            <w:noProof/>
            <w:webHidden/>
          </w:rPr>
          <w:fldChar w:fldCharType="begin"/>
        </w:r>
        <w:r>
          <w:rPr>
            <w:noProof/>
            <w:webHidden/>
          </w:rPr>
          <w:instrText xml:space="preserve"> PAGEREF _Toc271614376 \h </w:instrText>
        </w:r>
        <w:r>
          <w:rPr>
            <w:noProof/>
            <w:webHidden/>
          </w:rPr>
        </w:r>
        <w:r>
          <w:rPr>
            <w:noProof/>
            <w:webHidden/>
          </w:rPr>
          <w:fldChar w:fldCharType="separate"/>
        </w:r>
        <w:r>
          <w:rPr>
            <w:noProof/>
            <w:webHidden/>
          </w:rPr>
          <w:t>14</w:t>
        </w:r>
        <w:r>
          <w:rPr>
            <w:noProof/>
            <w:webHidden/>
          </w:rPr>
          <w:fldChar w:fldCharType="end"/>
        </w:r>
      </w:hyperlink>
    </w:p>
    <w:p w:rsidR="00BB2440" w:rsidRDefault="00BB2440">
      <w:pPr>
        <w:pStyle w:val="TOC1"/>
        <w:rPr>
          <w:rFonts w:ascii="Calibri" w:hAnsi="Calibri"/>
          <w:b w:val="0"/>
          <w:noProof/>
          <w:color w:val="auto"/>
          <w:szCs w:val="22"/>
        </w:rPr>
      </w:pPr>
      <w:hyperlink w:anchor="_Toc271614377" w:history="1">
        <w:r w:rsidRPr="007F5640">
          <w:rPr>
            <w:rStyle w:val="Hyperlink"/>
            <w:noProof/>
          </w:rPr>
          <w:t>Important Bank Employees</w:t>
        </w:r>
        <w:r>
          <w:rPr>
            <w:noProof/>
            <w:webHidden/>
          </w:rPr>
          <w:tab/>
        </w:r>
        <w:r>
          <w:rPr>
            <w:noProof/>
            <w:webHidden/>
          </w:rPr>
          <w:fldChar w:fldCharType="begin"/>
        </w:r>
        <w:r>
          <w:rPr>
            <w:noProof/>
            <w:webHidden/>
          </w:rPr>
          <w:instrText xml:space="preserve"> PAGEREF _Toc271614377 \h </w:instrText>
        </w:r>
        <w:r>
          <w:rPr>
            <w:noProof/>
            <w:webHidden/>
          </w:rPr>
        </w:r>
        <w:r>
          <w:rPr>
            <w:noProof/>
            <w:webHidden/>
          </w:rPr>
          <w:fldChar w:fldCharType="separate"/>
        </w:r>
        <w:r>
          <w:rPr>
            <w:noProof/>
            <w:webHidden/>
          </w:rPr>
          <w:t>15</w:t>
        </w:r>
        <w:r>
          <w:rPr>
            <w:noProof/>
            <w:webHidden/>
          </w:rPr>
          <w:fldChar w:fldCharType="end"/>
        </w:r>
      </w:hyperlink>
    </w:p>
    <w:p w:rsidR="00BB2440" w:rsidRDefault="00BB2440">
      <w:pPr>
        <w:pStyle w:val="TOC1"/>
        <w:rPr>
          <w:rFonts w:ascii="Calibri" w:hAnsi="Calibri"/>
          <w:b w:val="0"/>
          <w:noProof/>
          <w:color w:val="auto"/>
          <w:szCs w:val="22"/>
        </w:rPr>
      </w:pPr>
      <w:hyperlink w:anchor="_Toc271614378" w:history="1">
        <w:r w:rsidRPr="007F5640">
          <w:rPr>
            <w:rStyle w:val="Hyperlink"/>
            <w:noProof/>
          </w:rPr>
          <w:t>Post-Test</w:t>
        </w:r>
        <w:r>
          <w:rPr>
            <w:noProof/>
            <w:webHidden/>
          </w:rPr>
          <w:tab/>
        </w:r>
        <w:r>
          <w:rPr>
            <w:noProof/>
            <w:webHidden/>
          </w:rPr>
          <w:fldChar w:fldCharType="begin"/>
        </w:r>
        <w:r>
          <w:rPr>
            <w:noProof/>
            <w:webHidden/>
          </w:rPr>
          <w:instrText xml:space="preserve"> PAGEREF _Toc271614378 \h </w:instrText>
        </w:r>
        <w:r>
          <w:rPr>
            <w:noProof/>
            <w:webHidden/>
          </w:rPr>
        </w:r>
        <w:r>
          <w:rPr>
            <w:noProof/>
            <w:webHidden/>
          </w:rPr>
          <w:fldChar w:fldCharType="separate"/>
        </w:r>
        <w:r>
          <w:rPr>
            <w:noProof/>
            <w:webHidden/>
          </w:rPr>
          <w:t>16</w:t>
        </w:r>
        <w:r>
          <w:rPr>
            <w:noProof/>
            <w:webHidden/>
          </w:rPr>
          <w:fldChar w:fldCharType="end"/>
        </w:r>
      </w:hyperlink>
    </w:p>
    <w:p w:rsidR="00BB2440" w:rsidRDefault="00BB2440">
      <w:pPr>
        <w:pStyle w:val="TOC1"/>
        <w:rPr>
          <w:rFonts w:ascii="Calibri" w:hAnsi="Calibri"/>
          <w:b w:val="0"/>
          <w:noProof/>
          <w:color w:val="auto"/>
          <w:szCs w:val="22"/>
        </w:rPr>
      </w:pPr>
      <w:hyperlink w:anchor="_Toc271614379" w:history="1">
        <w:r w:rsidRPr="007F5640">
          <w:rPr>
            <w:rStyle w:val="Hyperlink"/>
            <w:noProof/>
          </w:rPr>
          <w:t>Glossary</w:t>
        </w:r>
        <w:r>
          <w:rPr>
            <w:noProof/>
            <w:webHidden/>
          </w:rPr>
          <w:tab/>
        </w:r>
        <w:r>
          <w:rPr>
            <w:noProof/>
            <w:webHidden/>
          </w:rPr>
          <w:fldChar w:fldCharType="begin"/>
        </w:r>
        <w:r>
          <w:rPr>
            <w:noProof/>
            <w:webHidden/>
          </w:rPr>
          <w:instrText xml:space="preserve"> PAGEREF _Toc271614379 \h </w:instrText>
        </w:r>
        <w:r>
          <w:rPr>
            <w:noProof/>
            <w:webHidden/>
          </w:rPr>
        </w:r>
        <w:r>
          <w:rPr>
            <w:noProof/>
            <w:webHidden/>
          </w:rPr>
          <w:fldChar w:fldCharType="separate"/>
        </w:r>
        <w:r>
          <w:rPr>
            <w:noProof/>
            <w:webHidden/>
          </w:rPr>
          <w:t>17</w:t>
        </w:r>
        <w:r>
          <w:rPr>
            <w:noProof/>
            <w:webHidden/>
          </w:rPr>
          <w:fldChar w:fldCharType="end"/>
        </w:r>
      </w:hyperlink>
    </w:p>
    <w:p w:rsidR="00BB2440" w:rsidRDefault="00BB2440">
      <w:pPr>
        <w:pStyle w:val="TOC1"/>
        <w:rPr>
          <w:rFonts w:ascii="Calibri" w:hAnsi="Calibri"/>
          <w:b w:val="0"/>
          <w:noProof/>
          <w:color w:val="auto"/>
          <w:szCs w:val="22"/>
        </w:rPr>
      </w:pPr>
      <w:hyperlink w:anchor="_Toc271614380" w:history="1">
        <w:r w:rsidRPr="007F5640">
          <w:rPr>
            <w:rStyle w:val="Hyperlink"/>
            <w:noProof/>
          </w:rPr>
          <w:t>For Further Information</w:t>
        </w:r>
        <w:r>
          <w:rPr>
            <w:noProof/>
            <w:webHidden/>
          </w:rPr>
          <w:tab/>
        </w:r>
        <w:r>
          <w:rPr>
            <w:noProof/>
            <w:webHidden/>
          </w:rPr>
          <w:fldChar w:fldCharType="begin"/>
        </w:r>
        <w:r>
          <w:rPr>
            <w:noProof/>
            <w:webHidden/>
          </w:rPr>
          <w:instrText xml:space="preserve"> PAGEREF _Toc271614380 \h </w:instrText>
        </w:r>
        <w:r>
          <w:rPr>
            <w:noProof/>
            <w:webHidden/>
          </w:rPr>
        </w:r>
        <w:r>
          <w:rPr>
            <w:noProof/>
            <w:webHidden/>
          </w:rPr>
          <w:fldChar w:fldCharType="separate"/>
        </w:r>
        <w:r>
          <w:rPr>
            <w:noProof/>
            <w:webHidden/>
          </w:rPr>
          <w:t>18</w:t>
        </w:r>
        <w:r>
          <w:rPr>
            <w:noProof/>
            <w:webHidden/>
          </w:rPr>
          <w:fldChar w:fldCharType="end"/>
        </w:r>
      </w:hyperlink>
    </w:p>
    <w:p w:rsidR="00BB2440" w:rsidRDefault="00BB2440">
      <w:pPr>
        <w:pStyle w:val="TOC1"/>
        <w:rPr>
          <w:rFonts w:ascii="Calibri" w:hAnsi="Calibri"/>
          <w:b w:val="0"/>
          <w:noProof/>
          <w:color w:val="auto"/>
          <w:szCs w:val="22"/>
        </w:rPr>
      </w:pPr>
      <w:hyperlink w:anchor="_Toc271614381" w:history="1">
        <w:r w:rsidRPr="007F5640">
          <w:rPr>
            <w:rStyle w:val="Hyperlink"/>
            <w:noProof/>
          </w:rPr>
          <w:t>What Do You Know? – Bank On It</w:t>
        </w:r>
        <w:r>
          <w:rPr>
            <w:noProof/>
            <w:webHidden/>
          </w:rPr>
          <w:tab/>
        </w:r>
        <w:r>
          <w:rPr>
            <w:noProof/>
            <w:webHidden/>
          </w:rPr>
          <w:fldChar w:fldCharType="begin"/>
        </w:r>
        <w:r>
          <w:rPr>
            <w:noProof/>
            <w:webHidden/>
          </w:rPr>
          <w:instrText xml:space="preserve"> PAGEREF _Toc271614381 \h </w:instrText>
        </w:r>
        <w:r>
          <w:rPr>
            <w:noProof/>
            <w:webHidden/>
          </w:rPr>
        </w:r>
        <w:r>
          <w:rPr>
            <w:noProof/>
            <w:webHidden/>
          </w:rPr>
          <w:fldChar w:fldCharType="separate"/>
        </w:r>
        <w:r>
          <w:rPr>
            <w:noProof/>
            <w:webHidden/>
          </w:rPr>
          <w:t>19</w:t>
        </w:r>
        <w:r>
          <w:rPr>
            <w:noProof/>
            <w:webHidden/>
          </w:rPr>
          <w:fldChar w:fldCharType="end"/>
        </w:r>
      </w:hyperlink>
    </w:p>
    <w:p w:rsidR="00BB2440" w:rsidRDefault="00BB2440">
      <w:pPr>
        <w:pStyle w:val="TOC1"/>
        <w:rPr>
          <w:rFonts w:ascii="Calibri" w:hAnsi="Calibri"/>
          <w:b w:val="0"/>
          <w:noProof/>
          <w:color w:val="auto"/>
          <w:szCs w:val="22"/>
        </w:rPr>
      </w:pPr>
      <w:hyperlink w:anchor="_Toc271614382" w:history="1">
        <w:r w:rsidRPr="007F5640">
          <w:rPr>
            <w:rStyle w:val="Hyperlink"/>
            <w:noProof/>
          </w:rPr>
          <w:t>Evaluation Form</w:t>
        </w:r>
        <w:r>
          <w:rPr>
            <w:noProof/>
            <w:webHidden/>
          </w:rPr>
          <w:tab/>
        </w:r>
        <w:r>
          <w:rPr>
            <w:noProof/>
            <w:webHidden/>
          </w:rPr>
          <w:fldChar w:fldCharType="begin"/>
        </w:r>
        <w:r>
          <w:rPr>
            <w:noProof/>
            <w:webHidden/>
          </w:rPr>
          <w:instrText xml:space="preserve"> PAGEREF _Toc271614382 \h </w:instrText>
        </w:r>
        <w:r>
          <w:rPr>
            <w:noProof/>
            <w:webHidden/>
          </w:rPr>
        </w:r>
        <w:r>
          <w:rPr>
            <w:noProof/>
            <w:webHidden/>
          </w:rPr>
          <w:fldChar w:fldCharType="separate"/>
        </w:r>
        <w:r>
          <w:rPr>
            <w:noProof/>
            <w:webHidden/>
          </w:rPr>
          <w:t>20</w:t>
        </w:r>
        <w:r>
          <w:rPr>
            <w:noProof/>
            <w:webHidden/>
          </w:rPr>
          <w:fldChar w:fldCharType="end"/>
        </w:r>
      </w:hyperlink>
    </w:p>
    <w:p w:rsidR="00BB2440" w:rsidRDefault="00BB2440" w:rsidP="00DA1876">
      <w:pPr>
        <w:pStyle w:val="Head"/>
        <w:rPr>
          <w:rFonts w:cs="Arial"/>
          <w:sz w:val="28"/>
          <w:szCs w:val="28"/>
        </w:rPr>
      </w:pPr>
      <w:r>
        <w:fldChar w:fldCharType="end"/>
      </w:r>
    </w:p>
    <w:p w:rsidR="00BB2440" w:rsidRDefault="00BB2440" w:rsidP="00DA1876">
      <w:pPr>
        <w:pStyle w:val="Head"/>
      </w:pPr>
    </w:p>
    <w:p w:rsidR="00BB2440" w:rsidRDefault="00BB2440" w:rsidP="00CF5F42">
      <w:pPr>
        <w:pStyle w:val="GoldHeading"/>
      </w:pPr>
      <w:r>
        <w:br w:type="page"/>
      </w:r>
      <w:bookmarkStart w:id="0" w:name="_Toc265498492"/>
      <w:bookmarkStart w:id="1" w:name="_Toc265498897"/>
      <w:bookmarkStart w:id="2" w:name="_Toc271614366"/>
      <w:bookmarkStart w:id="3" w:name="_Toc247264044"/>
      <w:r>
        <w:t>Checking In</w:t>
      </w:r>
      <w:bookmarkEnd w:id="0"/>
      <w:bookmarkEnd w:id="1"/>
      <w:bookmarkEnd w:id="2"/>
    </w:p>
    <w:p w:rsidR="00BB2440" w:rsidRDefault="00BB2440" w:rsidP="00BA60BB">
      <w:pPr>
        <w:pStyle w:val="Heading3"/>
      </w:pPr>
      <w:bookmarkStart w:id="4" w:name="_Toc265498898"/>
      <w:bookmarkStart w:id="5" w:name="_Toc245011457"/>
      <w:bookmarkStart w:id="6" w:name="_Toc245033956"/>
      <w:bookmarkStart w:id="7" w:name="_Toc245091089"/>
      <w:bookmarkStart w:id="8" w:name="_Toc245100090"/>
      <w:bookmarkStart w:id="9" w:name="_Toc246762893"/>
      <w:bookmarkStart w:id="10" w:name="_Toc246762946"/>
      <w:bookmarkStart w:id="11" w:name="_Toc246921140"/>
      <w:bookmarkStart w:id="12" w:name="_Toc247264045"/>
      <w:bookmarkEnd w:id="3"/>
      <w:r>
        <w:t>Welcome</w:t>
      </w:r>
      <w:bookmarkEnd w:id="4"/>
    </w:p>
    <w:bookmarkEnd w:id="5"/>
    <w:bookmarkEnd w:id="6"/>
    <w:bookmarkEnd w:id="7"/>
    <w:bookmarkEnd w:id="8"/>
    <w:bookmarkEnd w:id="9"/>
    <w:bookmarkEnd w:id="10"/>
    <w:bookmarkEnd w:id="11"/>
    <w:bookmarkEnd w:id="12"/>
    <w:p w:rsidR="00BB2440" w:rsidRDefault="00BB2440" w:rsidP="00B31D06">
      <w:pPr>
        <w:pStyle w:val="Body"/>
      </w:pPr>
      <w:r>
        <w:t xml:space="preserve">Welcome to the </w:t>
      </w:r>
      <w:r>
        <w:rPr>
          <w:i/>
        </w:rPr>
        <w:t>Bank On It</w:t>
      </w:r>
      <w:r>
        <w:t xml:space="preserve"> module! By taking this training, you are taking an important first step to building a better financial future for you and your family. It all starts with understanding the basics of personal finances.</w:t>
      </w:r>
      <w:bookmarkStart w:id="13" w:name="_Toc245011458"/>
      <w:bookmarkStart w:id="14" w:name="_Toc245033957"/>
      <w:bookmarkStart w:id="15" w:name="_Toc245091090"/>
      <w:bookmarkStart w:id="16" w:name="_Toc245100091"/>
      <w:bookmarkStart w:id="17" w:name="_Toc246762894"/>
      <w:bookmarkStart w:id="18" w:name="_Toc246762947"/>
      <w:bookmarkStart w:id="19" w:name="_Toc246921141"/>
      <w:bookmarkStart w:id="20" w:name="_Toc247264046"/>
    </w:p>
    <w:p w:rsidR="00BB2440" w:rsidRDefault="00BB2440" w:rsidP="00B31D06">
      <w:pPr>
        <w:pStyle w:val="Body"/>
      </w:pPr>
    </w:p>
    <w:p w:rsidR="00BB2440" w:rsidRDefault="00BB2440" w:rsidP="00BA60BB">
      <w:pPr>
        <w:pStyle w:val="Heading3"/>
      </w:pPr>
      <w:bookmarkStart w:id="21" w:name="_Toc182144980"/>
      <w:bookmarkStart w:id="22" w:name="_Toc245011459"/>
      <w:bookmarkStart w:id="23" w:name="_Toc245033958"/>
      <w:bookmarkStart w:id="24" w:name="_Toc245091091"/>
      <w:bookmarkStart w:id="25" w:name="_Toc245100092"/>
      <w:bookmarkStart w:id="26" w:name="_Toc246762895"/>
      <w:bookmarkStart w:id="27" w:name="_Toc246762948"/>
      <w:bookmarkStart w:id="28" w:name="_Toc246921142"/>
      <w:bookmarkStart w:id="29" w:name="_Toc247264047"/>
      <w:bookmarkStart w:id="30" w:name="_Toc265498900"/>
      <w:bookmarkEnd w:id="13"/>
      <w:bookmarkEnd w:id="14"/>
      <w:bookmarkEnd w:id="15"/>
      <w:bookmarkEnd w:id="16"/>
      <w:bookmarkEnd w:id="17"/>
      <w:bookmarkEnd w:id="18"/>
      <w:bookmarkEnd w:id="19"/>
      <w:bookmarkEnd w:id="20"/>
      <w:r>
        <w:t>Objectives</w:t>
      </w:r>
      <w:bookmarkEnd w:id="21"/>
      <w:bookmarkEnd w:id="22"/>
      <w:bookmarkEnd w:id="23"/>
      <w:bookmarkEnd w:id="24"/>
      <w:bookmarkEnd w:id="25"/>
      <w:bookmarkEnd w:id="26"/>
      <w:bookmarkEnd w:id="27"/>
      <w:bookmarkEnd w:id="28"/>
      <w:bookmarkEnd w:id="29"/>
      <w:bookmarkEnd w:id="30"/>
      <w:r>
        <w:t xml:space="preserve"> </w:t>
      </w:r>
    </w:p>
    <w:p w:rsidR="00BB2440" w:rsidRDefault="00BB2440" w:rsidP="00B31D06">
      <w:pPr>
        <w:pStyle w:val="Sub2"/>
        <w:rPr>
          <w:b w:val="0"/>
          <w:sz w:val="22"/>
        </w:rPr>
      </w:pPr>
      <w:r>
        <w:rPr>
          <w:b w:val="0"/>
          <w:sz w:val="22"/>
        </w:rPr>
        <w:t>After completing this module, you will be able to:</w:t>
      </w:r>
    </w:p>
    <w:p w:rsidR="00BB2440" w:rsidRDefault="00BB2440" w:rsidP="00B31D06">
      <w:pPr>
        <w:pStyle w:val="bullets"/>
      </w:pPr>
      <w:r>
        <w:t>Identify the major types of insured financial institutions</w:t>
      </w:r>
    </w:p>
    <w:p w:rsidR="00BB2440" w:rsidRDefault="00BB2440" w:rsidP="00B31D06">
      <w:pPr>
        <w:pStyle w:val="bullets"/>
      </w:pPr>
      <w:r>
        <w:t>Identify five reasons to use a bank</w:t>
      </w:r>
    </w:p>
    <w:p w:rsidR="00BB2440" w:rsidRDefault="00BB2440" w:rsidP="00B31D06">
      <w:pPr>
        <w:pStyle w:val="bullets"/>
      </w:pPr>
      <w:r>
        <w:t>Describe the steps involved in opening and maintaining a bank account</w:t>
      </w:r>
    </w:p>
    <w:p w:rsidR="00BB2440" w:rsidRDefault="00BB2440" w:rsidP="00B31D06">
      <w:pPr>
        <w:pStyle w:val="bullets"/>
      </w:pPr>
      <w:r>
        <w:t>Describe two types of deposit accounts</w:t>
      </w:r>
    </w:p>
    <w:p w:rsidR="00BB2440" w:rsidRDefault="00BB2440" w:rsidP="00B31D06">
      <w:pPr>
        <w:pStyle w:val="bullets"/>
      </w:pPr>
      <w:r>
        <w:t>Identify additional bank services that come with deposit accounts</w:t>
      </w:r>
    </w:p>
    <w:p w:rsidR="00BB2440" w:rsidRDefault="00BB2440" w:rsidP="00B31D06">
      <w:pPr>
        <w:pStyle w:val="bullets"/>
      </w:pPr>
      <w:r>
        <w:t xml:space="preserve">Describe the main functions of the bank customer service representative, teller, loan officer, </w:t>
      </w:r>
      <w:r>
        <w:br/>
        <w:t>and branch manager</w:t>
      </w:r>
      <w:bookmarkStart w:id="31" w:name="_Toc245011460"/>
      <w:bookmarkStart w:id="32" w:name="_Toc245033959"/>
      <w:bookmarkStart w:id="33" w:name="_Toc245091092"/>
      <w:bookmarkStart w:id="34" w:name="_Toc245100093"/>
      <w:bookmarkStart w:id="35" w:name="_Toc246762896"/>
      <w:bookmarkStart w:id="36" w:name="_Toc246762949"/>
      <w:bookmarkStart w:id="37" w:name="_Toc246921143"/>
      <w:bookmarkStart w:id="38" w:name="_Toc247264048"/>
    </w:p>
    <w:p w:rsidR="00BB2440" w:rsidRDefault="00BB2440" w:rsidP="00B31D06">
      <w:pPr>
        <w:pStyle w:val="Body"/>
      </w:pPr>
    </w:p>
    <w:p w:rsidR="00BB2440" w:rsidRDefault="00BB2440" w:rsidP="00BA60BB">
      <w:pPr>
        <w:pStyle w:val="Heading3"/>
      </w:pPr>
      <w:bookmarkStart w:id="39" w:name="_Toc265498901"/>
      <w:r>
        <w:t>Participant Materials</w:t>
      </w:r>
      <w:bookmarkEnd w:id="39"/>
    </w:p>
    <w:bookmarkEnd w:id="31"/>
    <w:bookmarkEnd w:id="32"/>
    <w:bookmarkEnd w:id="33"/>
    <w:bookmarkEnd w:id="34"/>
    <w:bookmarkEnd w:id="35"/>
    <w:bookmarkEnd w:id="36"/>
    <w:bookmarkEnd w:id="37"/>
    <w:bookmarkEnd w:id="38"/>
    <w:p w:rsidR="00BB2440" w:rsidRDefault="00BB2440" w:rsidP="00B31D06">
      <w:pPr>
        <w:pStyle w:val="Sub2"/>
        <w:rPr>
          <w:b w:val="0"/>
          <w:sz w:val="22"/>
        </w:rPr>
      </w:pPr>
      <w:r>
        <w:rPr>
          <w:b w:val="0"/>
          <w:sz w:val="22"/>
        </w:rPr>
        <w:t xml:space="preserve">This </w:t>
      </w:r>
      <w:r>
        <w:rPr>
          <w:b w:val="0"/>
          <w:i/>
          <w:sz w:val="22"/>
        </w:rPr>
        <w:t>Bank On It</w:t>
      </w:r>
      <w:r>
        <w:rPr>
          <w:b w:val="0"/>
          <w:sz w:val="22"/>
        </w:rPr>
        <w:t xml:space="preserve"> Participant Guide contains:</w:t>
      </w:r>
    </w:p>
    <w:p w:rsidR="00BB2440" w:rsidRDefault="00BB2440" w:rsidP="00B31D06">
      <w:pPr>
        <w:pStyle w:val="bullets"/>
      </w:pPr>
      <w:r>
        <w:t>Information and activities to help you learn the material</w:t>
      </w:r>
    </w:p>
    <w:p w:rsidR="00BB2440" w:rsidRDefault="00BB2440" w:rsidP="00B31D06">
      <w:pPr>
        <w:pStyle w:val="bullets"/>
      </w:pPr>
      <w:r>
        <w:t>Tools and instructions to complete the activities</w:t>
      </w:r>
    </w:p>
    <w:p w:rsidR="00BB2440" w:rsidRDefault="00BB2440" w:rsidP="00616A5B">
      <w:pPr>
        <w:pStyle w:val="bullets"/>
      </w:pPr>
      <w:r>
        <w:t>Checklists and tip sheets</w:t>
      </w:r>
    </w:p>
    <w:p w:rsidR="00BB2440" w:rsidRDefault="00BB2440" w:rsidP="00B31D06">
      <w:pPr>
        <w:pStyle w:val="bullets"/>
      </w:pPr>
      <w:r>
        <w:t>A glossary of the terms used in this module</w:t>
      </w:r>
    </w:p>
    <w:p w:rsidR="00BB2440" w:rsidRDefault="00BB2440" w:rsidP="00B31D06">
      <w:pPr>
        <w:pStyle w:val="bullets"/>
        <w:numPr>
          <w:ilvl w:val="0"/>
          <w:numId w:val="0"/>
        </w:numPr>
      </w:pPr>
    </w:p>
    <w:p w:rsidR="00BB2440" w:rsidRDefault="00BB2440" w:rsidP="00CF5F42">
      <w:pPr>
        <w:pStyle w:val="GoldHeading"/>
      </w:pPr>
      <w:bookmarkStart w:id="40" w:name="_Toc243448997"/>
      <w:bookmarkStart w:id="41" w:name="_Toc246676264"/>
      <w:bookmarkStart w:id="42" w:name="_Toc247264049"/>
      <w:r>
        <w:br w:type="page"/>
      </w:r>
      <w:bookmarkStart w:id="43" w:name="_Toc247264050"/>
      <w:bookmarkStart w:id="44" w:name="_Toc265498493"/>
      <w:bookmarkStart w:id="45" w:name="_Toc265498902"/>
      <w:bookmarkStart w:id="46" w:name="_Toc271614367"/>
      <w:bookmarkEnd w:id="40"/>
      <w:bookmarkEnd w:id="41"/>
      <w:bookmarkEnd w:id="42"/>
      <w:r>
        <w:t>Pre-Test</w:t>
      </w:r>
      <w:bookmarkEnd w:id="43"/>
      <w:bookmarkEnd w:id="44"/>
      <w:bookmarkEnd w:id="45"/>
      <w:bookmarkEnd w:id="46"/>
    </w:p>
    <w:p w:rsidR="00BB2440" w:rsidRDefault="00BB2440" w:rsidP="00BA60BB">
      <w:pPr>
        <w:pStyle w:val="Heading3"/>
      </w:pPr>
      <w:bookmarkStart w:id="47" w:name="_Toc265498903"/>
      <w:r>
        <w:t>Test your knowledge about banking services before you go through the course.</w:t>
      </w:r>
      <w:bookmarkEnd w:id="47"/>
    </w:p>
    <w:p w:rsidR="00BB2440" w:rsidRDefault="00BB2440" w:rsidP="00B31D06">
      <w:pPr>
        <w:ind w:left="720"/>
      </w:pPr>
    </w:p>
    <w:p w:rsidR="00BB2440" w:rsidRPr="00EE3BAB" w:rsidRDefault="00BB2440" w:rsidP="0084325D">
      <w:pPr>
        <w:numPr>
          <w:ilvl w:val="0"/>
          <w:numId w:val="10"/>
        </w:numPr>
        <w:ind w:left="720"/>
        <w:rPr>
          <w:b/>
        </w:rPr>
      </w:pPr>
      <w:r w:rsidRPr="00EE3BAB">
        <w:rPr>
          <w:b/>
        </w:rPr>
        <w:t>Which of the following are insured financial institutions? Select all that apply.</w:t>
      </w:r>
    </w:p>
    <w:p w:rsidR="00BB2440" w:rsidRPr="00EE3BAB" w:rsidRDefault="00BB2440" w:rsidP="0084325D">
      <w:pPr>
        <w:numPr>
          <w:ilvl w:val="1"/>
          <w:numId w:val="10"/>
        </w:numPr>
      </w:pPr>
      <w:r w:rsidRPr="00EE3BAB">
        <w:t>Check cashing service</w:t>
      </w:r>
    </w:p>
    <w:p w:rsidR="00BB2440" w:rsidRPr="00EE3BAB" w:rsidRDefault="00BB2440" w:rsidP="0084325D">
      <w:pPr>
        <w:numPr>
          <w:ilvl w:val="1"/>
          <w:numId w:val="10"/>
        </w:numPr>
      </w:pPr>
      <w:r w:rsidRPr="00EE3BAB">
        <w:t>Banks and thrifts</w:t>
      </w:r>
    </w:p>
    <w:p w:rsidR="00BB2440" w:rsidRPr="00EE3BAB" w:rsidRDefault="00BB2440" w:rsidP="0084325D">
      <w:pPr>
        <w:numPr>
          <w:ilvl w:val="1"/>
          <w:numId w:val="10"/>
        </w:numPr>
      </w:pPr>
      <w:r w:rsidRPr="00EE3BAB">
        <w:t>Credit unions</w:t>
      </w:r>
    </w:p>
    <w:p w:rsidR="00BB2440" w:rsidRPr="00EE3BAB" w:rsidRDefault="00BB2440" w:rsidP="0084325D">
      <w:pPr>
        <w:numPr>
          <w:ilvl w:val="1"/>
          <w:numId w:val="10"/>
        </w:numPr>
      </w:pPr>
      <w:r w:rsidRPr="00EE3BAB">
        <w:t>Pawn shop</w:t>
      </w:r>
    </w:p>
    <w:p w:rsidR="00BB2440" w:rsidRPr="00EE3BAB" w:rsidRDefault="00BB2440" w:rsidP="00B31D06"/>
    <w:p w:rsidR="00BB2440" w:rsidRPr="00EE3BAB" w:rsidRDefault="00BB2440" w:rsidP="0084325D">
      <w:pPr>
        <w:numPr>
          <w:ilvl w:val="0"/>
          <w:numId w:val="10"/>
        </w:numPr>
        <w:ind w:left="720"/>
        <w:rPr>
          <w:b/>
        </w:rPr>
      </w:pPr>
      <w:r w:rsidRPr="00EE3BAB">
        <w:rPr>
          <w:b/>
        </w:rPr>
        <w:t xml:space="preserve">Which of the following is a good reason to use a bank? </w:t>
      </w:r>
    </w:p>
    <w:p w:rsidR="00BB2440" w:rsidRPr="00EE3BAB" w:rsidRDefault="00BB2440" w:rsidP="0084325D">
      <w:pPr>
        <w:numPr>
          <w:ilvl w:val="1"/>
          <w:numId w:val="10"/>
        </w:numPr>
      </w:pPr>
      <w:r w:rsidRPr="00EE3BAB">
        <w:t>Your money is insured up to the maximum amount allowed by law.</w:t>
      </w:r>
    </w:p>
    <w:p w:rsidR="00BB2440" w:rsidRPr="00EE3BAB" w:rsidRDefault="00BB2440" w:rsidP="0084325D">
      <w:pPr>
        <w:numPr>
          <w:ilvl w:val="1"/>
          <w:numId w:val="10"/>
        </w:numPr>
      </w:pPr>
      <w:r w:rsidRPr="00EE3BAB">
        <w:t>Your money is safe from theft, loss, and fire.</w:t>
      </w:r>
    </w:p>
    <w:p w:rsidR="00BB2440" w:rsidRPr="00EE3BAB" w:rsidRDefault="00BB2440" w:rsidP="0084325D">
      <w:pPr>
        <w:numPr>
          <w:ilvl w:val="1"/>
          <w:numId w:val="10"/>
        </w:numPr>
      </w:pPr>
      <w:r w:rsidRPr="00EE3BAB">
        <w:t>You can access your money quickly and easily.</w:t>
      </w:r>
    </w:p>
    <w:p w:rsidR="00BB2440" w:rsidRPr="00EE3BAB" w:rsidRDefault="00BB2440" w:rsidP="0084325D">
      <w:pPr>
        <w:numPr>
          <w:ilvl w:val="1"/>
          <w:numId w:val="10"/>
        </w:numPr>
      </w:pPr>
      <w:r w:rsidRPr="00EE3BAB">
        <w:t>All of the above</w:t>
      </w:r>
    </w:p>
    <w:p w:rsidR="00BB2440" w:rsidRPr="00EE3BAB" w:rsidRDefault="00BB2440" w:rsidP="00B31D06">
      <w:pPr>
        <w:ind w:left="360"/>
      </w:pPr>
    </w:p>
    <w:p w:rsidR="00BB2440" w:rsidRPr="00EE3BAB" w:rsidRDefault="00BB2440" w:rsidP="0084325D">
      <w:pPr>
        <w:numPr>
          <w:ilvl w:val="0"/>
          <w:numId w:val="10"/>
        </w:numPr>
        <w:ind w:left="720"/>
        <w:rPr>
          <w:b/>
        </w:rPr>
      </w:pPr>
      <w:r w:rsidRPr="00EE3BAB">
        <w:rPr>
          <w:b/>
        </w:rPr>
        <w:t>Which of the following steps are involved with maintaining a checking account? Select all that apply.</w:t>
      </w:r>
    </w:p>
    <w:p w:rsidR="00BB2440" w:rsidRPr="00EE3BAB" w:rsidRDefault="00BB2440" w:rsidP="0084325D">
      <w:pPr>
        <w:numPr>
          <w:ilvl w:val="1"/>
          <w:numId w:val="10"/>
        </w:numPr>
      </w:pPr>
      <w:r w:rsidRPr="00EE3BAB">
        <w:t xml:space="preserve">Open the account </w:t>
      </w:r>
    </w:p>
    <w:p w:rsidR="00BB2440" w:rsidRPr="00EE3BAB" w:rsidRDefault="00BB2440" w:rsidP="0084325D">
      <w:pPr>
        <w:numPr>
          <w:ilvl w:val="1"/>
          <w:numId w:val="10"/>
        </w:numPr>
      </w:pPr>
      <w:r w:rsidRPr="00EE3BAB">
        <w:t>Make deposits and withdrawals</w:t>
      </w:r>
    </w:p>
    <w:p w:rsidR="00BB2440" w:rsidRPr="00EE3BAB" w:rsidRDefault="00BB2440" w:rsidP="0084325D">
      <w:pPr>
        <w:numPr>
          <w:ilvl w:val="1"/>
          <w:numId w:val="10"/>
        </w:numPr>
      </w:pPr>
      <w:r w:rsidRPr="00EE3BAB">
        <w:t>Record interest and fees in your check register</w:t>
      </w:r>
    </w:p>
    <w:p w:rsidR="00BB2440" w:rsidRPr="00EE3BAB" w:rsidRDefault="00BB2440" w:rsidP="0084325D">
      <w:pPr>
        <w:numPr>
          <w:ilvl w:val="1"/>
          <w:numId w:val="10"/>
        </w:numPr>
      </w:pPr>
      <w:r w:rsidRPr="00EE3BAB">
        <w:t>Keep track of your balance</w:t>
      </w:r>
    </w:p>
    <w:p w:rsidR="00BB2440" w:rsidRPr="00EE3BAB" w:rsidRDefault="00BB2440" w:rsidP="00B31D06">
      <w:pPr>
        <w:ind w:left="360"/>
      </w:pPr>
    </w:p>
    <w:p w:rsidR="00BB2440" w:rsidRPr="00EE3BAB" w:rsidRDefault="00BB2440" w:rsidP="0084325D">
      <w:pPr>
        <w:numPr>
          <w:ilvl w:val="0"/>
          <w:numId w:val="10"/>
        </w:numPr>
        <w:ind w:left="720"/>
        <w:rPr>
          <w:b/>
        </w:rPr>
      </w:pPr>
      <w:r w:rsidRPr="00EE3BAB">
        <w:rPr>
          <w:b/>
        </w:rPr>
        <w:t>Which of the following might the bank want to see and/or verify before you can open a checking account?</w:t>
      </w:r>
    </w:p>
    <w:p w:rsidR="00BB2440" w:rsidRPr="00EE3BAB" w:rsidRDefault="00BB2440" w:rsidP="0084325D">
      <w:pPr>
        <w:numPr>
          <w:ilvl w:val="1"/>
          <w:numId w:val="10"/>
        </w:numPr>
      </w:pPr>
      <w:r w:rsidRPr="00EE3BAB">
        <w:t>Photo identification</w:t>
      </w:r>
    </w:p>
    <w:p w:rsidR="00BB2440" w:rsidRPr="00EE3BAB" w:rsidRDefault="00BB2440" w:rsidP="0084325D">
      <w:pPr>
        <w:numPr>
          <w:ilvl w:val="1"/>
          <w:numId w:val="10"/>
        </w:numPr>
      </w:pPr>
      <w:r w:rsidRPr="00EE3BAB">
        <w:t>Credit history</w:t>
      </w:r>
    </w:p>
    <w:p w:rsidR="00BB2440" w:rsidRPr="00EE3BAB" w:rsidRDefault="00BB2440" w:rsidP="0084325D">
      <w:pPr>
        <w:numPr>
          <w:ilvl w:val="1"/>
          <w:numId w:val="10"/>
        </w:numPr>
      </w:pPr>
      <w:r w:rsidRPr="00EE3BAB">
        <w:t>History of using checking accounts</w:t>
      </w:r>
    </w:p>
    <w:p w:rsidR="00BB2440" w:rsidRPr="00EE3BAB" w:rsidRDefault="00BB2440" w:rsidP="0084325D">
      <w:pPr>
        <w:numPr>
          <w:ilvl w:val="1"/>
          <w:numId w:val="10"/>
        </w:numPr>
      </w:pPr>
      <w:r w:rsidRPr="00EE3BAB">
        <w:t>All of the above</w:t>
      </w:r>
    </w:p>
    <w:p w:rsidR="00BB2440" w:rsidRPr="00EE3BAB" w:rsidRDefault="00BB2440" w:rsidP="00B31D06">
      <w:pPr>
        <w:ind w:left="360"/>
      </w:pPr>
    </w:p>
    <w:p w:rsidR="00BB2440" w:rsidRPr="00EE3BAB" w:rsidRDefault="00BB2440" w:rsidP="0084325D">
      <w:pPr>
        <w:numPr>
          <w:ilvl w:val="0"/>
          <w:numId w:val="10"/>
        </w:numPr>
        <w:ind w:left="720"/>
        <w:rPr>
          <w:b/>
        </w:rPr>
      </w:pPr>
      <w:r w:rsidRPr="00EE3BAB">
        <w:rPr>
          <w:b/>
        </w:rPr>
        <w:t>What is the main difference between checking and savings accounts?</w:t>
      </w:r>
    </w:p>
    <w:p w:rsidR="00BB2440" w:rsidRPr="00EE3BAB" w:rsidRDefault="00BB2440" w:rsidP="0084325D">
      <w:pPr>
        <w:numPr>
          <w:ilvl w:val="1"/>
          <w:numId w:val="10"/>
        </w:numPr>
      </w:pPr>
      <w:r w:rsidRPr="00EE3BAB">
        <w:t>A checking account allows you to write checks to pay bills and buy goods. You generally cannot write checks on a savings account.</w:t>
      </w:r>
    </w:p>
    <w:p w:rsidR="00BB2440" w:rsidRPr="00EE3BAB" w:rsidRDefault="00BB2440" w:rsidP="0084325D">
      <w:pPr>
        <w:numPr>
          <w:ilvl w:val="1"/>
          <w:numId w:val="10"/>
        </w:numPr>
      </w:pPr>
      <w:r w:rsidRPr="00EE3BAB">
        <w:t>You generally earn more interest on a checking account rather than a savings account.</w:t>
      </w:r>
    </w:p>
    <w:p w:rsidR="00BB2440" w:rsidRPr="00EE3BAB" w:rsidRDefault="00BB2440" w:rsidP="0084325D">
      <w:pPr>
        <w:numPr>
          <w:ilvl w:val="1"/>
          <w:numId w:val="10"/>
        </w:numPr>
      </w:pPr>
      <w:r w:rsidRPr="00EE3BAB">
        <w:t>Some banks may allow you to use your checking and/or savings account to pay bills online or use your debit card.</w:t>
      </w:r>
    </w:p>
    <w:p w:rsidR="00BB2440" w:rsidRPr="00EE3BAB" w:rsidRDefault="00BB2440" w:rsidP="0084325D">
      <w:pPr>
        <w:numPr>
          <w:ilvl w:val="1"/>
          <w:numId w:val="10"/>
        </w:numPr>
      </w:pPr>
      <w:r w:rsidRPr="00EE3BAB">
        <w:t xml:space="preserve">Both types of accounts may have transaction fees for completing more than a certain number of transactions each month. </w:t>
      </w:r>
    </w:p>
    <w:p w:rsidR="00BB2440" w:rsidRPr="00EE3BAB" w:rsidRDefault="00BB2440" w:rsidP="00B31D06"/>
    <w:p w:rsidR="00BB2440" w:rsidRPr="00EE3BAB" w:rsidRDefault="00BB2440" w:rsidP="0084325D">
      <w:pPr>
        <w:numPr>
          <w:ilvl w:val="0"/>
          <w:numId w:val="10"/>
        </w:numPr>
        <w:ind w:left="720"/>
        <w:rPr>
          <w:b/>
        </w:rPr>
      </w:pPr>
      <w:r w:rsidRPr="00EE3BAB">
        <w:rPr>
          <w:b/>
        </w:rPr>
        <w:t>What banking services may be offered with some deposit accounts? Select all that apply.</w:t>
      </w:r>
    </w:p>
    <w:p w:rsidR="00BB2440" w:rsidRPr="00EE3BAB" w:rsidRDefault="00BB2440" w:rsidP="0084325D">
      <w:pPr>
        <w:numPr>
          <w:ilvl w:val="1"/>
          <w:numId w:val="10"/>
        </w:numPr>
      </w:pPr>
      <w:r w:rsidRPr="00EE3BAB">
        <w:t xml:space="preserve">Money orders </w:t>
      </w:r>
    </w:p>
    <w:p w:rsidR="00BB2440" w:rsidRPr="00EE3BAB" w:rsidRDefault="00BB2440" w:rsidP="0084325D">
      <w:pPr>
        <w:numPr>
          <w:ilvl w:val="1"/>
          <w:numId w:val="10"/>
        </w:numPr>
      </w:pPr>
      <w:r w:rsidRPr="00EE3BAB">
        <w:t xml:space="preserve">Free telephone and online banking </w:t>
      </w:r>
    </w:p>
    <w:p w:rsidR="00BB2440" w:rsidRPr="00EE3BAB" w:rsidRDefault="00BB2440" w:rsidP="0084325D">
      <w:pPr>
        <w:numPr>
          <w:ilvl w:val="1"/>
          <w:numId w:val="10"/>
        </w:numPr>
      </w:pPr>
      <w:r w:rsidRPr="00EE3BAB">
        <w:t>Discount on loans</w:t>
      </w:r>
    </w:p>
    <w:p w:rsidR="00BB2440" w:rsidRPr="00EE3BAB" w:rsidRDefault="00BB2440" w:rsidP="0084325D">
      <w:pPr>
        <w:numPr>
          <w:ilvl w:val="1"/>
          <w:numId w:val="10"/>
        </w:numPr>
      </w:pPr>
      <w:r w:rsidRPr="00EE3BAB">
        <w:t>Free checking</w:t>
      </w:r>
    </w:p>
    <w:p w:rsidR="00BB2440" w:rsidRPr="00EE3BAB" w:rsidRDefault="00BB2440" w:rsidP="00B31D06">
      <w:pPr>
        <w:ind w:left="360"/>
      </w:pPr>
    </w:p>
    <w:p w:rsidR="00BB2440" w:rsidRPr="00EE3BAB" w:rsidRDefault="00BB2440" w:rsidP="0084325D">
      <w:pPr>
        <w:numPr>
          <w:ilvl w:val="0"/>
          <w:numId w:val="10"/>
        </w:numPr>
        <w:ind w:left="720"/>
        <w:rPr>
          <w:b/>
        </w:rPr>
      </w:pPr>
      <w:r w:rsidRPr="00EE3BAB">
        <w:rPr>
          <w:b/>
        </w:rPr>
        <w:t>With online banking, you can access your accounts at any time to:</w:t>
      </w:r>
    </w:p>
    <w:p w:rsidR="00BB2440" w:rsidRPr="00EE3BAB" w:rsidRDefault="00BB2440" w:rsidP="0084325D">
      <w:pPr>
        <w:numPr>
          <w:ilvl w:val="1"/>
          <w:numId w:val="10"/>
        </w:numPr>
      </w:pPr>
      <w:r>
        <w:t>View your account balance(s)</w:t>
      </w:r>
    </w:p>
    <w:p w:rsidR="00BB2440" w:rsidRPr="00EE3BAB" w:rsidRDefault="00BB2440" w:rsidP="0084325D">
      <w:pPr>
        <w:numPr>
          <w:ilvl w:val="1"/>
          <w:numId w:val="10"/>
        </w:numPr>
      </w:pPr>
      <w:r w:rsidRPr="00EE3BAB">
        <w:t>Conduct transactions, such as transferring money between accounts, p</w:t>
      </w:r>
      <w:r>
        <w:t>aying bills, or ordering checks</w:t>
      </w:r>
    </w:p>
    <w:p w:rsidR="00BB2440" w:rsidRPr="00EE3BAB" w:rsidRDefault="00BB2440" w:rsidP="0084325D">
      <w:pPr>
        <w:numPr>
          <w:ilvl w:val="1"/>
          <w:numId w:val="10"/>
        </w:numPr>
      </w:pPr>
      <w:r w:rsidRPr="00EE3BAB">
        <w:t>Download information,</w:t>
      </w:r>
      <w:r>
        <w:t xml:space="preserve"> such as your monthly statement</w:t>
      </w:r>
    </w:p>
    <w:p w:rsidR="00BB2440" w:rsidRPr="00EE3BAB" w:rsidRDefault="00BB2440" w:rsidP="0084325D">
      <w:pPr>
        <w:numPr>
          <w:ilvl w:val="1"/>
          <w:numId w:val="10"/>
        </w:numPr>
      </w:pPr>
      <w:r w:rsidRPr="00EE3BAB">
        <w:t>Change account information, lik</w:t>
      </w:r>
      <w:r>
        <w:t>e your address and phone number</w:t>
      </w:r>
    </w:p>
    <w:p w:rsidR="00BB2440" w:rsidRPr="00EE3BAB" w:rsidRDefault="00BB2440" w:rsidP="0084325D">
      <w:pPr>
        <w:numPr>
          <w:ilvl w:val="1"/>
          <w:numId w:val="10"/>
        </w:numPr>
      </w:pPr>
      <w:r w:rsidRPr="00EE3BAB">
        <w:t>All of the above</w:t>
      </w:r>
    </w:p>
    <w:p w:rsidR="00BB2440" w:rsidRPr="00EE3BAB" w:rsidRDefault="00BB2440" w:rsidP="00B31D06">
      <w:pPr>
        <w:ind w:left="360"/>
      </w:pPr>
    </w:p>
    <w:p w:rsidR="00BB2440" w:rsidRPr="00EE3BAB" w:rsidRDefault="00BB2440" w:rsidP="0084325D">
      <w:pPr>
        <w:numPr>
          <w:ilvl w:val="0"/>
          <w:numId w:val="10"/>
        </w:numPr>
        <w:ind w:left="720"/>
        <w:rPr>
          <w:b/>
        </w:rPr>
      </w:pPr>
      <w:r w:rsidRPr="00EE3BAB">
        <w:rPr>
          <w:b/>
        </w:rPr>
        <w:t>In which two of the situations below would you need to see the customer service representative at a bank?</w:t>
      </w:r>
    </w:p>
    <w:p w:rsidR="00BB2440" w:rsidRPr="00EE3BAB" w:rsidRDefault="00BB2440" w:rsidP="0084325D">
      <w:pPr>
        <w:numPr>
          <w:ilvl w:val="1"/>
          <w:numId w:val="10"/>
        </w:numPr>
      </w:pPr>
      <w:r w:rsidRPr="00EE3BAB">
        <w:t>Refer you to a person who can help you</w:t>
      </w:r>
    </w:p>
    <w:p w:rsidR="00BB2440" w:rsidRPr="00EE3BAB" w:rsidRDefault="00BB2440" w:rsidP="0084325D">
      <w:pPr>
        <w:numPr>
          <w:ilvl w:val="1"/>
          <w:numId w:val="10"/>
        </w:numPr>
      </w:pPr>
      <w:r w:rsidRPr="00EE3BAB">
        <w:t>Deposit your money for you</w:t>
      </w:r>
    </w:p>
    <w:p w:rsidR="00BB2440" w:rsidRPr="00EE3BAB" w:rsidRDefault="00BB2440" w:rsidP="0084325D">
      <w:pPr>
        <w:numPr>
          <w:ilvl w:val="1"/>
          <w:numId w:val="10"/>
        </w:numPr>
      </w:pPr>
      <w:r w:rsidRPr="00EE3BAB">
        <w:t>Take applications for loans offered at the bank</w:t>
      </w:r>
    </w:p>
    <w:p w:rsidR="00BB2440" w:rsidRPr="00EE3BAB" w:rsidRDefault="00BB2440" w:rsidP="0084325D">
      <w:pPr>
        <w:numPr>
          <w:ilvl w:val="1"/>
          <w:numId w:val="10"/>
        </w:numPr>
      </w:pPr>
      <w:r w:rsidRPr="00EE3BAB">
        <w:t xml:space="preserve">Answer general questions </w:t>
      </w:r>
    </w:p>
    <w:p w:rsidR="00BB2440" w:rsidRDefault="00BB2440" w:rsidP="00B31D06">
      <w:pPr>
        <w:spacing w:line="360" w:lineRule="auto"/>
      </w:pPr>
    </w:p>
    <w:p w:rsidR="00BB2440" w:rsidRDefault="00BB2440" w:rsidP="00CF5F42">
      <w:pPr>
        <w:pStyle w:val="GoldHeading"/>
      </w:pPr>
      <w:r>
        <w:br w:type="page"/>
      </w:r>
      <w:r>
        <w:rPr>
          <w:noProof/>
        </w:rPr>
        <w:pict>
          <v:shape id="Picture 1" o:spid="_x0000_s1031" type="#_x0000_t75" alt="Bank" style="position:absolute;margin-left:414.2pt;margin-top:-1.45pt;width:126.5pt;height:111.8pt;z-index:-251660800;visibility:visible" wrapcoords="10736 1305 1534 5944 1022 6379 1150 7248 2556 8263 2173 9713 2173 10438 3323 12902 3323 15221 2684 17541 2173 17686 1150 19136 895 20295 895 20875 20961 20875 20833 19281 19683 17686 19172 17541 18660 15221 18660 12902 19555 10583 19555 8263 21089 7683 21217 6523 20194 5944 11631 1305 10736 1305">
            <v:imagedata r:id="rId8" o:title="" cropbottom="7864f"/>
            <w10:wrap type="tight"/>
          </v:shape>
        </w:pict>
      </w:r>
      <w:bookmarkStart w:id="48" w:name="_Toc265498494"/>
      <w:bookmarkStart w:id="49" w:name="_Toc265498904"/>
      <w:bookmarkStart w:id="50" w:name="_Toc271614368"/>
      <w:r>
        <w:t>Introduction to Banks</w:t>
      </w:r>
      <w:bookmarkEnd w:id="48"/>
      <w:bookmarkEnd w:id="49"/>
      <w:bookmarkEnd w:id="50"/>
    </w:p>
    <w:p w:rsidR="00BB2440" w:rsidRDefault="00BB2440" w:rsidP="00674485">
      <w:pPr>
        <w:tabs>
          <w:tab w:val="left" w:pos="-1440"/>
        </w:tabs>
      </w:pPr>
      <w:r>
        <w:rPr>
          <w:i/>
        </w:rPr>
        <w:t xml:space="preserve">Banks, credit unions, </w:t>
      </w:r>
      <w:r>
        <w:t>and</w:t>
      </w:r>
      <w:r>
        <w:rPr>
          <w:i/>
        </w:rPr>
        <w:t xml:space="preserve"> thrifts</w:t>
      </w:r>
      <w:r>
        <w:t xml:space="preserve"> are businesses that offer you a safe place to keep your money and use your deposits to make loans. Banks, credit unions, and thrifts are also called </w:t>
      </w:r>
      <w:r>
        <w:rPr>
          <w:i/>
        </w:rPr>
        <w:t>financial institutions</w:t>
      </w:r>
      <w:r>
        <w:t xml:space="preserve">, since they offer many financial services. </w:t>
      </w:r>
    </w:p>
    <w:p w:rsidR="00BB2440" w:rsidRDefault="00BB2440" w:rsidP="00B31D06">
      <w:pPr>
        <w:spacing w:line="240" w:lineRule="auto"/>
      </w:pPr>
    </w:p>
    <w:p w:rsidR="00BB2440" w:rsidRDefault="00BB2440">
      <w:pPr>
        <w:pStyle w:val="Heading2"/>
        <w:spacing w:after="20"/>
      </w:pPr>
      <w:bookmarkStart w:id="51" w:name="_Toc265498495"/>
      <w:bookmarkStart w:id="52" w:name="_Toc265498905"/>
      <w:r w:rsidRPr="00FA6337">
        <w:t>Reasons to Keep Money in a Bank</w:t>
      </w:r>
      <w:bookmarkEnd w:id="51"/>
      <w:bookmarkEnd w:id="52"/>
    </w:p>
    <w:p w:rsidR="00BB2440" w:rsidRDefault="00BB2440" w:rsidP="00B31D06">
      <w:r>
        <w:t>Reasons why you should keep your money in a bank include:</w:t>
      </w:r>
    </w:p>
    <w:p w:rsidR="00BB2440" w:rsidRDefault="00BB2440" w:rsidP="00CE1BA9">
      <w:pPr>
        <w:numPr>
          <w:ilvl w:val="0"/>
          <w:numId w:val="40"/>
        </w:numPr>
        <w:tabs>
          <w:tab w:val="left" w:pos="-1440"/>
        </w:tabs>
      </w:pPr>
      <w:r>
        <w:rPr>
          <w:b/>
        </w:rPr>
        <w:t xml:space="preserve">Safety. </w:t>
      </w:r>
      <w:r>
        <w:t>Your money is safe from theft, loss, and fire.</w:t>
      </w:r>
    </w:p>
    <w:p w:rsidR="00BB2440" w:rsidRDefault="00BB2440" w:rsidP="00CE1BA9">
      <w:pPr>
        <w:numPr>
          <w:ilvl w:val="0"/>
          <w:numId w:val="40"/>
        </w:numPr>
        <w:tabs>
          <w:tab w:val="left" w:pos="-1440"/>
        </w:tabs>
      </w:pPr>
      <w:r>
        <w:rPr>
          <w:b/>
        </w:rPr>
        <w:t xml:space="preserve">Convenience. </w:t>
      </w:r>
      <w:r>
        <w:t xml:space="preserve">You can get money quickly and easily. Using direct deposit, for example, allows you quicker access to your money because funds that are electronically deposited are available sooner than if you deposited a check. We will talk more about direct deposit later. </w:t>
      </w:r>
    </w:p>
    <w:p w:rsidR="00BB2440" w:rsidRDefault="00BB2440" w:rsidP="00CE1BA9">
      <w:pPr>
        <w:tabs>
          <w:tab w:val="left" w:pos="-1440"/>
        </w:tabs>
        <w:ind w:left="720"/>
      </w:pPr>
      <w:r>
        <w:t>You can also use Automated Teller Machines (ATMs) to get fast access to your money. Most ATMs are available 24 hours a day, 7 days a week. Additionally, you can use your bank’s ATM or debit card to make purchases instead of cash.</w:t>
      </w:r>
    </w:p>
    <w:p w:rsidR="00BB2440" w:rsidRDefault="00BB2440" w:rsidP="00CE1BA9">
      <w:pPr>
        <w:numPr>
          <w:ilvl w:val="0"/>
          <w:numId w:val="40"/>
        </w:numPr>
        <w:tabs>
          <w:tab w:val="left" w:pos="-1440"/>
        </w:tabs>
      </w:pPr>
      <w:r>
        <w:rPr>
          <w:b/>
        </w:rPr>
        <w:t xml:space="preserve">Cost. </w:t>
      </w:r>
      <w:r>
        <w:t>Using a bank is almost always cheaper than using other businesses to cash your check.</w:t>
      </w:r>
    </w:p>
    <w:p w:rsidR="00BB2440" w:rsidRDefault="00BB2440" w:rsidP="00CE1BA9">
      <w:pPr>
        <w:numPr>
          <w:ilvl w:val="0"/>
          <w:numId w:val="40"/>
        </w:numPr>
        <w:tabs>
          <w:tab w:val="left" w:pos="-1440"/>
        </w:tabs>
      </w:pPr>
      <w:r>
        <w:rPr>
          <w:b/>
        </w:rPr>
        <w:t xml:space="preserve">Security. </w:t>
      </w:r>
      <w:r>
        <w:t>The Federal Deposit Insurance Corporation (FDIC) insures deposits up to the maximum amount allowed by law. This means that the FDIC will return the money to the customers if a bank closes and cannot give its customers their money.</w:t>
      </w:r>
    </w:p>
    <w:p w:rsidR="00BB2440" w:rsidRDefault="00BB2440" w:rsidP="00CE1BA9">
      <w:pPr>
        <w:numPr>
          <w:ilvl w:val="0"/>
          <w:numId w:val="11"/>
        </w:numPr>
        <w:tabs>
          <w:tab w:val="left" w:pos="-1440"/>
        </w:tabs>
      </w:pPr>
      <w:r>
        <w:rPr>
          <w:b/>
        </w:rPr>
        <w:t xml:space="preserve">Financial future. </w:t>
      </w:r>
      <w:r>
        <w:t xml:space="preserve">Building a relationship with a bank establishes a record of paying bills, can help you save money, and can help with getting a loan. </w:t>
      </w:r>
    </w:p>
    <w:p w:rsidR="00BB2440" w:rsidRDefault="00BB2440" w:rsidP="00B31D06">
      <w:pPr>
        <w:spacing w:line="240" w:lineRule="auto"/>
      </w:pPr>
    </w:p>
    <w:p w:rsidR="00BB2440" w:rsidRPr="00CF5F42" w:rsidRDefault="00BB2440" w:rsidP="00CF5F42">
      <w:pPr>
        <w:pStyle w:val="GoldHeading"/>
        <w:rPr>
          <w:sz w:val="22"/>
          <w:szCs w:val="22"/>
        </w:rPr>
      </w:pPr>
      <w:bookmarkStart w:id="53" w:name="_Toc265498496"/>
      <w:bookmarkStart w:id="54" w:name="_Toc265498906"/>
      <w:bookmarkStart w:id="55" w:name="_Toc271614369"/>
      <w:bookmarkStart w:id="56" w:name="_Toc251325284"/>
      <w:r w:rsidRPr="00CF5F42">
        <w:t>Types of Financial Institutions</w:t>
      </w:r>
      <w:bookmarkEnd w:id="53"/>
      <w:bookmarkEnd w:id="54"/>
      <w:bookmarkEnd w:id="55"/>
    </w:p>
    <w:p w:rsidR="00BB2440" w:rsidRPr="006810DE" w:rsidRDefault="00BB2440" w:rsidP="006F45BF">
      <w:r w:rsidRPr="00546052">
        <w:t>Types of financial institutions include:</w:t>
      </w:r>
    </w:p>
    <w:p w:rsidR="00BB2440" w:rsidRDefault="00BB2440" w:rsidP="0084325D">
      <w:pPr>
        <w:numPr>
          <w:ilvl w:val="0"/>
          <w:numId w:val="11"/>
        </w:numPr>
      </w:pPr>
      <w:r>
        <w:rPr>
          <w:b/>
        </w:rPr>
        <w:t xml:space="preserve">Banks and thrifts. </w:t>
      </w:r>
      <w:r>
        <w:t>Banks and thrifts make loans, pay checks, accept deposits, and provide other financial services.</w:t>
      </w:r>
    </w:p>
    <w:p w:rsidR="00BB2440" w:rsidRDefault="00BB2440" w:rsidP="00764375">
      <w:pPr>
        <w:numPr>
          <w:ilvl w:val="0"/>
          <w:numId w:val="11"/>
        </w:numPr>
      </w:pPr>
      <w:r>
        <w:rPr>
          <w:b/>
        </w:rPr>
        <w:t xml:space="preserve">Credit unions. </w:t>
      </w:r>
      <w:r w:rsidRPr="00764375">
        <w:t>A non-profit financial institution owned by people who have something in common. You have to become a member of the credit union to keep your money there. Credit unions accept deposits, make loans, and provide other financial services.</w:t>
      </w:r>
    </w:p>
    <w:p w:rsidR="00BB2440" w:rsidRDefault="00BB2440" w:rsidP="00B31D06"/>
    <w:p w:rsidR="00BB2440" w:rsidRDefault="00BB2440" w:rsidP="00B31D06">
      <w:r>
        <w:t>Insured banks and thrifts are guaranteed by the FDIC. This means that if the bank were to fail the FDIC would return your money, up to the insured amount.</w:t>
      </w:r>
    </w:p>
    <w:p w:rsidR="00BB2440" w:rsidRDefault="00BB2440" w:rsidP="0084325D">
      <w:pPr>
        <w:numPr>
          <w:ilvl w:val="0"/>
          <w:numId w:val="12"/>
        </w:numPr>
        <w:tabs>
          <w:tab w:val="left" w:pos="-1440"/>
        </w:tabs>
      </w:pPr>
      <w:r>
        <w:t xml:space="preserve">You can tell if the FDIC insures a bank by the displayed FDIC logo. </w:t>
      </w:r>
    </w:p>
    <w:p w:rsidR="00BB2440" w:rsidRDefault="00BB2440" w:rsidP="0084325D">
      <w:pPr>
        <w:numPr>
          <w:ilvl w:val="0"/>
          <w:numId w:val="12"/>
        </w:numPr>
        <w:tabs>
          <w:tab w:val="left" w:pos="-1440"/>
        </w:tabs>
      </w:pPr>
      <w:r>
        <w:t>Most credit unions are insured by the National Credit Union Administration (NCUA). The deposit insurance rules are the same at NCUA-insured credit unions as they are at FDIC-insured banks.</w:t>
      </w:r>
    </w:p>
    <w:p w:rsidR="00BB2440" w:rsidRDefault="00BB2440" w:rsidP="00B31D06">
      <w:pPr>
        <w:tabs>
          <w:tab w:val="left" w:pos="-1440"/>
        </w:tabs>
        <w:ind w:left="720"/>
      </w:pPr>
    </w:p>
    <w:p w:rsidR="00BB2440" w:rsidRDefault="00BB2440" w:rsidP="00B31D06">
      <w:pPr>
        <w:tabs>
          <w:tab w:val="left" w:pos="-1440"/>
        </w:tabs>
      </w:pPr>
      <w:r>
        <w:t xml:space="preserve">The FDIC has an online tool called the Electronic Deposit Insurance Estimator (EDIE). It lets you calculate the insurance coverage of your accounts at each FDIC-insured institution. </w:t>
      </w:r>
    </w:p>
    <w:p w:rsidR="00BB2440" w:rsidRDefault="00BB2440" w:rsidP="00B31D06">
      <w:pPr>
        <w:tabs>
          <w:tab w:val="left" w:pos="-1440"/>
        </w:tabs>
      </w:pPr>
    </w:p>
    <w:p w:rsidR="00BB2440" w:rsidRPr="00CE1BA9" w:rsidRDefault="00BB2440" w:rsidP="00CE1BA9">
      <w:pPr>
        <w:tabs>
          <w:tab w:val="left" w:pos="-1440"/>
        </w:tabs>
      </w:pPr>
      <w:r>
        <w:t xml:space="preserve">You can find EDIE online at </w:t>
      </w:r>
      <w:hyperlink r:id="rId9" w:history="1">
        <w:r w:rsidRPr="00CE1BA9">
          <w:rPr>
            <w:color w:val="0000FF"/>
            <w:u w:val="single"/>
          </w:rPr>
          <w:t>www.myfdicinsurance.gov/</w:t>
        </w:r>
      </w:hyperlink>
      <w:r w:rsidRPr="00CE1BA9">
        <w:t>.</w:t>
      </w:r>
    </w:p>
    <w:p w:rsidR="00BB2440" w:rsidRDefault="00BB2440" w:rsidP="00B31D06">
      <w:pPr>
        <w:pStyle w:val="Body"/>
      </w:pPr>
    </w:p>
    <w:p w:rsidR="00BB2440" w:rsidRDefault="00BB2440" w:rsidP="00CF5F42">
      <w:pPr>
        <w:pStyle w:val="GoldHeading"/>
      </w:pPr>
      <w:r>
        <w:br w:type="page"/>
      </w:r>
      <w:bookmarkStart w:id="57" w:name="_Toc265498497"/>
      <w:bookmarkStart w:id="58" w:name="_Toc265498907"/>
      <w:bookmarkStart w:id="59" w:name="_Toc271614370"/>
      <w:r>
        <w:t>Opening and Maintaining a Bank Account</w:t>
      </w:r>
      <w:bookmarkEnd w:id="56"/>
      <w:bookmarkEnd w:id="57"/>
      <w:bookmarkEnd w:id="58"/>
      <w:bookmarkEnd w:id="59"/>
    </w:p>
    <w:p w:rsidR="00BB2440" w:rsidRDefault="00BB2440" w:rsidP="00B31D06">
      <w:pPr>
        <w:tabs>
          <w:tab w:val="left" w:pos="-1440"/>
        </w:tabs>
      </w:pPr>
      <w:r>
        <w:t>Opening and maintaining a bank account is not as difficult as you might think. There are four basic things you have to do:</w:t>
      </w:r>
    </w:p>
    <w:p w:rsidR="00BB2440" w:rsidRDefault="00BB2440" w:rsidP="0084325D">
      <w:pPr>
        <w:numPr>
          <w:ilvl w:val="0"/>
          <w:numId w:val="5"/>
        </w:numPr>
        <w:tabs>
          <w:tab w:val="left" w:pos="-1440"/>
        </w:tabs>
      </w:pPr>
      <w:r>
        <w:rPr>
          <w:noProof/>
        </w:rPr>
        <w:pict>
          <v:shape id="Picture 2" o:spid="_x0000_s1032" type="#_x0000_t75" alt="Bills and coins" style="position:absolute;left:0;text-align:left;margin-left:436.35pt;margin-top:12.65pt;width:93.35pt;height:60.15pt;z-index:-251659776;visibility:visible" wrapcoords="15155 270 12890 1080 697 6480 -174 7020 174 8910 1219 13230 1219 13500 2961 17550 3135 19980 8187 21060 17768 21060 20555 21060 21077 21060 21600 19170 21426 8910 20555 5940 20381 4320 19335 2970 16200 270 15155 270">
            <v:imagedata r:id="rId10" o:title=""/>
            <w10:wrap type="tight"/>
          </v:shape>
        </w:pict>
      </w:r>
      <w:r>
        <w:t xml:space="preserve">Open the account </w:t>
      </w:r>
    </w:p>
    <w:p w:rsidR="00BB2440" w:rsidRDefault="00BB2440" w:rsidP="0084325D">
      <w:pPr>
        <w:numPr>
          <w:ilvl w:val="0"/>
          <w:numId w:val="5"/>
        </w:numPr>
        <w:tabs>
          <w:tab w:val="left" w:pos="-1440"/>
        </w:tabs>
      </w:pPr>
      <w:r>
        <w:t>Make deposits and withdrawals</w:t>
      </w:r>
    </w:p>
    <w:p w:rsidR="00BB2440" w:rsidRDefault="00BB2440" w:rsidP="0084325D">
      <w:pPr>
        <w:numPr>
          <w:ilvl w:val="0"/>
          <w:numId w:val="5"/>
        </w:numPr>
        <w:tabs>
          <w:tab w:val="left" w:pos="-1440"/>
        </w:tabs>
      </w:pPr>
      <w:r>
        <w:t>Record interest and fees</w:t>
      </w:r>
    </w:p>
    <w:p w:rsidR="00BB2440" w:rsidRDefault="00BB2440" w:rsidP="0084325D">
      <w:pPr>
        <w:numPr>
          <w:ilvl w:val="0"/>
          <w:numId w:val="5"/>
        </w:numPr>
        <w:tabs>
          <w:tab w:val="left" w:pos="-1440"/>
        </w:tabs>
      </w:pPr>
      <w:r>
        <w:t>Keep track of your balance</w:t>
      </w:r>
    </w:p>
    <w:p w:rsidR="00BB2440" w:rsidRDefault="00BB2440" w:rsidP="00B31D06">
      <w:pPr>
        <w:spacing w:line="240" w:lineRule="auto"/>
      </w:pPr>
    </w:p>
    <w:p w:rsidR="00BB2440" w:rsidRDefault="00BB2440">
      <w:pPr>
        <w:pStyle w:val="Heading2"/>
        <w:spacing w:after="20"/>
      </w:pPr>
      <w:bookmarkStart w:id="60" w:name="_Toc251325285"/>
      <w:bookmarkStart w:id="61" w:name="_Toc265498498"/>
      <w:bookmarkStart w:id="62" w:name="_Toc265498908"/>
      <w:r w:rsidRPr="00FA6337">
        <w:t>Opening a Bank Account</w:t>
      </w:r>
      <w:bookmarkEnd w:id="60"/>
      <w:bookmarkEnd w:id="61"/>
      <w:bookmarkEnd w:id="62"/>
    </w:p>
    <w:p w:rsidR="00BB2440" w:rsidRDefault="00BB2440" w:rsidP="00B31D06">
      <w:pPr>
        <w:tabs>
          <w:tab w:val="left" w:pos="-1440"/>
        </w:tabs>
      </w:pPr>
      <w:r>
        <w:t xml:space="preserve">The first thing you need to do to open a bank account is to go through a process called </w:t>
      </w:r>
      <w:r>
        <w:rPr>
          <w:i/>
        </w:rPr>
        <w:t>account verification</w:t>
      </w:r>
      <w:r>
        <w:t>. The bank wants to make sure that you:</w:t>
      </w:r>
    </w:p>
    <w:p w:rsidR="00BB2440" w:rsidRDefault="00BB2440" w:rsidP="0084325D">
      <w:pPr>
        <w:numPr>
          <w:ilvl w:val="0"/>
          <w:numId w:val="13"/>
        </w:numPr>
        <w:tabs>
          <w:tab w:val="left" w:pos="-1440"/>
        </w:tabs>
      </w:pPr>
      <w:r>
        <w:t>Will be a responsible bank account customer</w:t>
      </w:r>
    </w:p>
    <w:p w:rsidR="00BB2440" w:rsidRDefault="00BB2440" w:rsidP="0084325D">
      <w:pPr>
        <w:numPr>
          <w:ilvl w:val="1"/>
          <w:numId w:val="13"/>
        </w:numPr>
        <w:tabs>
          <w:tab w:val="left" w:pos="-1440"/>
        </w:tabs>
      </w:pPr>
      <w:r>
        <w:t>If you have not been a good banking customer in the past, they may not want to risk having you as a customer now</w:t>
      </w:r>
    </w:p>
    <w:p w:rsidR="00BB2440" w:rsidRDefault="00BB2440" w:rsidP="0084325D">
      <w:pPr>
        <w:numPr>
          <w:ilvl w:val="0"/>
          <w:numId w:val="13"/>
        </w:numPr>
        <w:tabs>
          <w:tab w:val="left" w:pos="-1440"/>
        </w:tabs>
      </w:pPr>
      <w:r>
        <w:t xml:space="preserve">Are who you say you are, by verifying your identity </w:t>
      </w:r>
    </w:p>
    <w:p w:rsidR="00BB2440" w:rsidRDefault="00BB2440" w:rsidP="0084325D">
      <w:pPr>
        <w:numPr>
          <w:ilvl w:val="0"/>
          <w:numId w:val="13"/>
        </w:numPr>
        <w:tabs>
          <w:tab w:val="left" w:pos="-1440"/>
        </w:tabs>
      </w:pPr>
      <w:r>
        <w:t>Are able under the law to open a bank account</w:t>
      </w:r>
    </w:p>
    <w:p w:rsidR="00BB2440" w:rsidRDefault="00BB2440" w:rsidP="00B31D06">
      <w:pPr>
        <w:tabs>
          <w:tab w:val="left" w:pos="-1440"/>
        </w:tabs>
      </w:pPr>
    </w:p>
    <w:p w:rsidR="00BB2440" w:rsidRDefault="00BB2440" w:rsidP="00B31D06">
      <w:pPr>
        <w:tabs>
          <w:tab w:val="left" w:pos="-1440"/>
        </w:tabs>
      </w:pPr>
      <w:r>
        <w:t>Ask the bank what type of identification you need to open an account. You will need:</w:t>
      </w:r>
    </w:p>
    <w:p w:rsidR="00BB2440" w:rsidRDefault="00BB2440" w:rsidP="0084325D">
      <w:pPr>
        <w:numPr>
          <w:ilvl w:val="0"/>
          <w:numId w:val="14"/>
        </w:numPr>
        <w:tabs>
          <w:tab w:val="left" w:pos="-1440"/>
        </w:tabs>
      </w:pPr>
      <w:r>
        <w:t>To prove your identity (e.g., show a state-issued driver’s license or ID card)</w:t>
      </w:r>
    </w:p>
    <w:p w:rsidR="00BB2440" w:rsidRDefault="00BB2440" w:rsidP="006B7849">
      <w:pPr>
        <w:numPr>
          <w:ilvl w:val="1"/>
          <w:numId w:val="14"/>
        </w:numPr>
        <w:tabs>
          <w:tab w:val="left" w:pos="-1440"/>
        </w:tabs>
        <w:ind w:left="1424" w:hanging="299"/>
      </w:pPr>
      <w:r>
        <w:t xml:space="preserve">If you are not a citizen of the United States (U.S.), some banks may accept other forms of photo identification including the Matricula Consular card, resident alien card (Green Card), or passport. </w:t>
      </w:r>
    </w:p>
    <w:p w:rsidR="00BB2440" w:rsidRDefault="00BB2440" w:rsidP="006B7849">
      <w:pPr>
        <w:numPr>
          <w:ilvl w:val="1"/>
          <w:numId w:val="14"/>
        </w:numPr>
        <w:tabs>
          <w:tab w:val="left" w:pos="-1440"/>
        </w:tabs>
        <w:ind w:left="1424" w:hanging="299"/>
      </w:pPr>
      <w:r>
        <w:t>Typically, any government-issued ID displaying an ID number and the country of issuance is accepted.</w:t>
      </w:r>
    </w:p>
    <w:p w:rsidR="00BB2440" w:rsidRDefault="00BB2440" w:rsidP="0084325D">
      <w:pPr>
        <w:numPr>
          <w:ilvl w:val="0"/>
          <w:numId w:val="14"/>
        </w:numPr>
        <w:tabs>
          <w:tab w:val="left" w:pos="-1440"/>
        </w:tabs>
      </w:pPr>
      <w:r>
        <w:t>To provide your Social Security number (SSN) or Individual Taxpayer Identification Number (ITIN)</w:t>
      </w:r>
    </w:p>
    <w:p w:rsidR="00BB2440" w:rsidRDefault="00BB2440" w:rsidP="00B31D06">
      <w:pPr>
        <w:tabs>
          <w:tab w:val="left" w:pos="-1440"/>
        </w:tabs>
      </w:pPr>
    </w:p>
    <w:p w:rsidR="00BB2440" w:rsidRDefault="00BB2440" w:rsidP="006B7849">
      <w:pPr>
        <w:tabs>
          <w:tab w:val="left" w:pos="-1440"/>
        </w:tabs>
      </w:pPr>
      <w:r>
        <w:t>If the bank determines that you are eligible to open an account, you can deposit money into your new account. If you are not eligible, ask about “second chance” checking programs.</w:t>
      </w:r>
    </w:p>
    <w:p w:rsidR="00BB2440" w:rsidRDefault="00BB2440" w:rsidP="006B7849">
      <w:pPr>
        <w:pStyle w:val="Body"/>
        <w:numPr>
          <w:ilvl w:val="0"/>
          <w:numId w:val="41"/>
        </w:numPr>
      </w:pPr>
      <w:r>
        <w:t>These programs may require you to meet certain requirements (e.g., completing a check-writing workshop).</w:t>
      </w:r>
    </w:p>
    <w:p w:rsidR="00BB2440" w:rsidRDefault="00BB2440" w:rsidP="006B7849">
      <w:pPr>
        <w:pStyle w:val="Body"/>
        <w:numPr>
          <w:ilvl w:val="0"/>
          <w:numId w:val="41"/>
        </w:numPr>
      </w:pPr>
      <w:r>
        <w:t>Ask your local financial institution and/or any reputable credit counseling agency if there are programs in your area.</w:t>
      </w:r>
    </w:p>
    <w:p w:rsidR="00BB2440" w:rsidRDefault="00BB2440" w:rsidP="006B7849">
      <w:pPr>
        <w:pStyle w:val="Body"/>
        <w:numPr>
          <w:ilvl w:val="0"/>
          <w:numId w:val="41"/>
        </w:numPr>
      </w:pPr>
      <w:r>
        <w:t>Consider opening a savings account if you have had trouble managing a checking account in the past.</w:t>
      </w:r>
    </w:p>
    <w:p w:rsidR="00BB2440" w:rsidRDefault="00BB2440" w:rsidP="00B31D06">
      <w:pPr>
        <w:pStyle w:val="Body"/>
      </w:pPr>
    </w:p>
    <w:p w:rsidR="00BB2440" w:rsidRDefault="00BB2440" w:rsidP="00CF5F42">
      <w:pPr>
        <w:pStyle w:val="GoldHeading"/>
      </w:pPr>
      <w:r>
        <w:br w:type="page"/>
      </w:r>
      <w:bookmarkStart w:id="63" w:name="_Toc265498499"/>
      <w:bookmarkStart w:id="64" w:name="_Toc265498909"/>
      <w:bookmarkStart w:id="65" w:name="_Toc271614371"/>
      <w:r w:rsidRPr="006F62D6">
        <w:t>Choosing a Bank and a Bank Account Checklist</w:t>
      </w:r>
      <w:bookmarkEnd w:id="63"/>
      <w:bookmarkEnd w:id="64"/>
      <w:bookmarkEnd w:id="65"/>
    </w:p>
    <w:p w:rsidR="00BB2440" w:rsidRDefault="00BB2440" w:rsidP="006B7849">
      <w:pPr>
        <w:tabs>
          <w:tab w:val="left" w:pos="-1440"/>
        </w:tabs>
      </w:pPr>
      <w:r>
        <w:t xml:space="preserve">Use the </w:t>
      </w:r>
      <w:r w:rsidRPr="0053463C">
        <w:rPr>
          <w:b/>
        </w:rPr>
        <w:t>Choosing a Bank and a Bank Account Checklist</w:t>
      </w:r>
      <w:r>
        <w:rPr>
          <w:b/>
        </w:rPr>
        <w:t xml:space="preserve"> </w:t>
      </w:r>
      <w:r>
        <w:t xml:space="preserve">when looking for a bank and accounts that are right for you. </w:t>
      </w:r>
    </w:p>
    <w:p w:rsidR="00BB2440" w:rsidRDefault="00BB2440" w:rsidP="006B7849">
      <w:pPr>
        <w:tabs>
          <w:tab w:val="left" w:pos="-144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99"/>
        <w:gridCol w:w="2091"/>
        <w:gridCol w:w="2190"/>
        <w:gridCol w:w="2036"/>
      </w:tblGrid>
      <w:tr w:rsidR="00BB2440" w:rsidTr="0072734D">
        <w:tc>
          <w:tcPr>
            <w:tcW w:w="2133" w:type="pct"/>
          </w:tcPr>
          <w:p w:rsidR="00BB2440" w:rsidRDefault="00BB2440" w:rsidP="001E15FB">
            <w:pPr>
              <w:tabs>
                <w:tab w:val="left" w:pos="-1440"/>
              </w:tabs>
              <w:rPr>
                <w:b/>
                <w:sz w:val="20"/>
              </w:rPr>
            </w:pPr>
            <w:r>
              <w:rPr>
                <w:sz w:val="20"/>
              </w:rPr>
              <w:t>*If the financial institution is a credit union, be sure you are eligible to join.</w:t>
            </w:r>
          </w:p>
        </w:tc>
        <w:tc>
          <w:tcPr>
            <w:tcW w:w="949" w:type="pct"/>
          </w:tcPr>
          <w:p w:rsidR="00BB2440" w:rsidRDefault="00BB2440" w:rsidP="0072734D">
            <w:pPr>
              <w:widowControl w:val="0"/>
              <w:tabs>
                <w:tab w:val="left" w:pos="-1440"/>
              </w:tabs>
              <w:jc w:val="center"/>
              <w:rPr>
                <w:b/>
                <w:szCs w:val="22"/>
              </w:rPr>
            </w:pPr>
            <w:r>
              <w:rPr>
                <w:b/>
                <w:szCs w:val="22"/>
              </w:rPr>
              <w:t>Bank Name/ Account Type</w:t>
            </w:r>
          </w:p>
          <w:p w:rsidR="00BB2440" w:rsidRDefault="00BB2440" w:rsidP="0072734D">
            <w:pPr>
              <w:tabs>
                <w:tab w:val="left" w:pos="-1440"/>
              </w:tabs>
              <w:jc w:val="center"/>
              <w:rPr>
                <w:b/>
                <w:szCs w:val="22"/>
              </w:rPr>
            </w:pPr>
            <w:r>
              <w:rPr>
                <w:szCs w:val="22"/>
              </w:rPr>
              <w:t>_________</w:t>
            </w:r>
          </w:p>
        </w:tc>
        <w:tc>
          <w:tcPr>
            <w:tcW w:w="994" w:type="pct"/>
          </w:tcPr>
          <w:p w:rsidR="00BB2440" w:rsidRDefault="00BB2440" w:rsidP="0072734D">
            <w:pPr>
              <w:widowControl w:val="0"/>
              <w:tabs>
                <w:tab w:val="left" w:pos="-1440"/>
              </w:tabs>
              <w:jc w:val="center"/>
              <w:rPr>
                <w:b/>
                <w:szCs w:val="22"/>
              </w:rPr>
            </w:pPr>
            <w:r>
              <w:rPr>
                <w:b/>
                <w:szCs w:val="22"/>
              </w:rPr>
              <w:t>Bank Name/ Account Type</w:t>
            </w:r>
          </w:p>
          <w:p w:rsidR="00BB2440" w:rsidRDefault="00BB2440" w:rsidP="0072734D">
            <w:pPr>
              <w:tabs>
                <w:tab w:val="left" w:pos="-1440"/>
              </w:tabs>
              <w:jc w:val="center"/>
              <w:rPr>
                <w:b/>
                <w:szCs w:val="22"/>
              </w:rPr>
            </w:pPr>
            <w:r>
              <w:rPr>
                <w:szCs w:val="22"/>
              </w:rPr>
              <w:t>_________</w:t>
            </w:r>
          </w:p>
        </w:tc>
        <w:tc>
          <w:tcPr>
            <w:tcW w:w="924" w:type="pct"/>
          </w:tcPr>
          <w:p w:rsidR="00BB2440" w:rsidRDefault="00BB2440" w:rsidP="0072734D">
            <w:pPr>
              <w:widowControl w:val="0"/>
              <w:tabs>
                <w:tab w:val="left" w:pos="-1440"/>
              </w:tabs>
              <w:jc w:val="center"/>
              <w:rPr>
                <w:b/>
                <w:szCs w:val="22"/>
              </w:rPr>
            </w:pPr>
            <w:r>
              <w:rPr>
                <w:b/>
                <w:szCs w:val="22"/>
              </w:rPr>
              <w:t>Bank Name/ Account Type</w:t>
            </w:r>
          </w:p>
          <w:p w:rsidR="00BB2440" w:rsidRDefault="00BB2440" w:rsidP="0072734D">
            <w:pPr>
              <w:tabs>
                <w:tab w:val="left" w:pos="-1440"/>
              </w:tabs>
              <w:jc w:val="center"/>
              <w:rPr>
                <w:b/>
                <w:szCs w:val="22"/>
              </w:rPr>
            </w:pPr>
            <w:r>
              <w:rPr>
                <w:szCs w:val="22"/>
              </w:rPr>
              <w:t>__________</w:t>
            </w:r>
          </w:p>
        </w:tc>
      </w:tr>
      <w:tr w:rsidR="00BB2440" w:rsidTr="0072734D">
        <w:tc>
          <w:tcPr>
            <w:tcW w:w="5000" w:type="pct"/>
            <w:gridSpan w:val="4"/>
            <w:shd w:val="clear" w:color="auto" w:fill="D9D9D9"/>
            <w:vAlign w:val="center"/>
          </w:tcPr>
          <w:p w:rsidR="00BB2440" w:rsidRDefault="00BB2440" w:rsidP="0072734D">
            <w:pPr>
              <w:tabs>
                <w:tab w:val="left" w:pos="-1440"/>
              </w:tabs>
              <w:rPr>
                <w:szCs w:val="22"/>
              </w:rPr>
            </w:pPr>
            <w:r>
              <w:rPr>
                <w:b/>
                <w:szCs w:val="22"/>
              </w:rPr>
              <w:t xml:space="preserve">Bank Information </w:t>
            </w:r>
          </w:p>
        </w:tc>
      </w:tr>
      <w:tr w:rsidR="00BB2440" w:rsidTr="0072734D">
        <w:tc>
          <w:tcPr>
            <w:tcW w:w="2133" w:type="pct"/>
          </w:tcPr>
          <w:p w:rsidR="00BB2440" w:rsidRPr="000F5062" w:rsidRDefault="00BB2440" w:rsidP="0072734D">
            <w:pPr>
              <w:tabs>
                <w:tab w:val="left" w:pos="-1440"/>
              </w:tabs>
              <w:rPr>
                <w:b/>
                <w:szCs w:val="22"/>
              </w:rPr>
            </w:pPr>
            <w:r>
              <w:rPr>
                <w:b/>
                <w:szCs w:val="22"/>
              </w:rPr>
              <w:t>Does the bank offer the services I need?</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72734D">
            <w:pPr>
              <w:tabs>
                <w:tab w:val="left" w:pos="-1440"/>
              </w:tabs>
              <w:rPr>
                <w:b/>
                <w:szCs w:val="22"/>
              </w:rPr>
            </w:pPr>
            <w:r>
              <w:rPr>
                <w:b/>
                <w:szCs w:val="22"/>
              </w:rPr>
              <w:t xml:space="preserve">Convenient branches and ATMs?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72734D">
            <w:pPr>
              <w:tabs>
                <w:tab w:val="left" w:pos="-1440"/>
              </w:tabs>
              <w:rPr>
                <w:b/>
                <w:szCs w:val="22"/>
              </w:rPr>
            </w:pPr>
            <w:r>
              <w:rPr>
                <w:b/>
                <w:szCs w:val="22"/>
              </w:rPr>
              <w:t>Bank hours?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72734D">
            <w:pPr>
              <w:tabs>
                <w:tab w:val="left" w:pos="-1440"/>
              </w:tabs>
              <w:rPr>
                <w:b/>
                <w:szCs w:val="22"/>
              </w:rPr>
            </w:pPr>
            <w:r>
              <w:rPr>
                <w:b/>
                <w:szCs w:val="22"/>
              </w:rPr>
              <w:t>Do employees speak my language?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72734D">
            <w:pPr>
              <w:tabs>
                <w:tab w:val="left" w:pos="-1440"/>
              </w:tabs>
              <w:rPr>
                <w:b/>
                <w:szCs w:val="22"/>
              </w:rPr>
            </w:pPr>
            <w:r>
              <w:rPr>
                <w:b/>
                <w:szCs w:val="22"/>
              </w:rPr>
              <w:t>Is it insured by FDIC/NCUA?</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D9D9D9"/>
            <w:vAlign w:val="center"/>
          </w:tcPr>
          <w:p w:rsidR="00BB2440" w:rsidRDefault="00BB2440" w:rsidP="0072734D">
            <w:pPr>
              <w:tabs>
                <w:tab w:val="left" w:pos="-1440"/>
              </w:tabs>
              <w:rPr>
                <w:szCs w:val="22"/>
              </w:rPr>
            </w:pPr>
            <w:r>
              <w:rPr>
                <w:b/>
                <w:szCs w:val="22"/>
              </w:rPr>
              <w:t>Accounts</w:t>
            </w:r>
          </w:p>
        </w:tc>
      </w:tr>
      <w:tr w:rsidR="00BB2440" w:rsidTr="0072734D">
        <w:tc>
          <w:tcPr>
            <w:tcW w:w="2133" w:type="pct"/>
            <w:vAlign w:val="center"/>
          </w:tcPr>
          <w:p w:rsidR="00BB2440" w:rsidRDefault="00BB2440" w:rsidP="006B7849">
            <w:pPr>
              <w:numPr>
                <w:ilvl w:val="0"/>
                <w:numId w:val="24"/>
              </w:numPr>
              <w:tabs>
                <w:tab w:val="left" w:pos="-1440"/>
              </w:tabs>
              <w:rPr>
                <w:b/>
                <w:szCs w:val="22"/>
              </w:rPr>
            </w:pPr>
            <w:r>
              <w:rPr>
                <w:szCs w:val="22"/>
              </w:rPr>
              <w:t>Requirements for opening account?</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Checking Accounts</w:t>
            </w:r>
          </w:p>
        </w:tc>
      </w:tr>
      <w:tr w:rsidR="00BB2440" w:rsidTr="0072734D">
        <w:tc>
          <w:tcPr>
            <w:tcW w:w="2133" w:type="pct"/>
            <w:vAlign w:val="center"/>
          </w:tcPr>
          <w:p w:rsidR="00BB2440" w:rsidRDefault="00BB2440" w:rsidP="006B7849">
            <w:pPr>
              <w:numPr>
                <w:ilvl w:val="0"/>
                <w:numId w:val="25"/>
              </w:numPr>
              <w:tabs>
                <w:tab w:val="left" w:pos="-1440"/>
              </w:tabs>
              <w:rPr>
                <w:b/>
                <w:szCs w:val="22"/>
              </w:rPr>
            </w:pPr>
            <w:r>
              <w:rPr>
                <w:szCs w:val="22"/>
              </w:rPr>
              <w:t>Minimum opening balance?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5"/>
              </w:numPr>
              <w:tabs>
                <w:tab w:val="left" w:pos="-1440"/>
              </w:tabs>
              <w:rPr>
                <w:b/>
                <w:szCs w:val="22"/>
              </w:rPr>
            </w:pPr>
            <w:r>
              <w:rPr>
                <w:szCs w:val="22"/>
              </w:rPr>
              <w:t xml:space="preserve">Minimum monthly balance?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7"/>
              </w:numPr>
              <w:tabs>
                <w:tab w:val="left" w:pos="-1440"/>
              </w:tabs>
              <w:rPr>
                <w:szCs w:val="22"/>
              </w:rPr>
            </w:pPr>
            <w:r>
              <w:rPr>
                <w:szCs w:val="22"/>
              </w:rPr>
              <w:t>Fees?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shd w:val="clear" w:color="auto" w:fill="FFFFFF"/>
            <w:vAlign w:val="center"/>
          </w:tcPr>
          <w:p w:rsidR="00BB2440" w:rsidRDefault="00BB2440" w:rsidP="006B7849">
            <w:pPr>
              <w:numPr>
                <w:ilvl w:val="0"/>
                <w:numId w:val="28"/>
              </w:numPr>
              <w:tabs>
                <w:tab w:val="left" w:pos="-1440"/>
              </w:tabs>
              <w:rPr>
                <w:szCs w:val="22"/>
              </w:rPr>
            </w:pPr>
            <w:r>
              <w:rPr>
                <w:szCs w:val="22"/>
              </w:rPr>
              <w:t>Fee waivers available?</w:t>
            </w:r>
          </w:p>
        </w:tc>
        <w:tc>
          <w:tcPr>
            <w:tcW w:w="949" w:type="pct"/>
            <w:shd w:val="clear" w:color="auto" w:fill="FFFFFF"/>
          </w:tcPr>
          <w:p w:rsidR="00BB2440" w:rsidRDefault="00BB2440" w:rsidP="0072734D">
            <w:pPr>
              <w:tabs>
                <w:tab w:val="left" w:pos="-1440"/>
              </w:tabs>
              <w:rPr>
                <w:szCs w:val="22"/>
              </w:rPr>
            </w:pPr>
          </w:p>
        </w:tc>
        <w:tc>
          <w:tcPr>
            <w:tcW w:w="994" w:type="pct"/>
            <w:shd w:val="clear" w:color="auto" w:fill="FFFFFF"/>
          </w:tcPr>
          <w:p w:rsidR="00BB2440" w:rsidRDefault="00BB2440" w:rsidP="0072734D">
            <w:pPr>
              <w:tabs>
                <w:tab w:val="left" w:pos="-1440"/>
              </w:tabs>
              <w:rPr>
                <w:szCs w:val="22"/>
              </w:rPr>
            </w:pPr>
          </w:p>
        </w:tc>
        <w:tc>
          <w:tcPr>
            <w:tcW w:w="924" w:type="pct"/>
            <w:shd w:val="clear" w:color="auto" w:fill="FFFFFF"/>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7"/>
              </w:numPr>
              <w:tabs>
                <w:tab w:val="left" w:pos="-1440"/>
              </w:tabs>
              <w:rPr>
                <w:szCs w:val="22"/>
              </w:rPr>
            </w:pPr>
            <w:r>
              <w:rPr>
                <w:szCs w:val="22"/>
              </w:rPr>
              <w:t>Number of withdrawals per month without a fee?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6"/>
              </w:numPr>
              <w:tabs>
                <w:tab w:val="left" w:pos="-1440"/>
              </w:tabs>
              <w:rPr>
                <w:szCs w:val="22"/>
              </w:rPr>
            </w:pPr>
            <w:r>
              <w:rPr>
                <w:szCs w:val="22"/>
              </w:rPr>
              <w:t>Earns interest?</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5"/>
              </w:numPr>
              <w:tabs>
                <w:tab w:val="left" w:pos="-1440"/>
              </w:tabs>
              <w:rPr>
                <w:szCs w:val="22"/>
              </w:rPr>
            </w:pPr>
            <w:r>
              <w:rPr>
                <w:szCs w:val="22"/>
              </w:rPr>
              <w:t>Deposit hold times?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Overdraft Programs</w:t>
            </w:r>
          </w:p>
        </w:tc>
      </w:tr>
      <w:tr w:rsidR="00BB2440" w:rsidTr="0072734D">
        <w:tc>
          <w:tcPr>
            <w:tcW w:w="2133" w:type="pct"/>
            <w:vAlign w:val="center"/>
          </w:tcPr>
          <w:p w:rsidR="00BB2440" w:rsidRDefault="00BB2440" w:rsidP="006B7849">
            <w:pPr>
              <w:numPr>
                <w:ilvl w:val="0"/>
                <w:numId w:val="35"/>
              </w:numPr>
              <w:tabs>
                <w:tab w:val="left" w:pos="-1440"/>
              </w:tabs>
              <w:rPr>
                <w:b/>
                <w:szCs w:val="22"/>
              </w:rPr>
            </w:pPr>
            <w:r>
              <w:rPr>
                <w:szCs w:val="22"/>
              </w:rPr>
              <w:t xml:space="preserve">Low balance alerts offered?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5"/>
              </w:numPr>
              <w:tabs>
                <w:tab w:val="left" w:pos="-1440"/>
              </w:tabs>
              <w:rPr>
                <w:szCs w:val="22"/>
              </w:rPr>
            </w:pPr>
            <w:r>
              <w:rPr>
                <w:szCs w:val="22"/>
              </w:rPr>
              <w:t>Overdraft fees?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5"/>
              </w:numPr>
              <w:tabs>
                <w:tab w:val="left" w:pos="-1440"/>
              </w:tabs>
              <w:rPr>
                <w:b/>
                <w:szCs w:val="22"/>
              </w:rPr>
            </w:pPr>
            <w:r>
              <w:rPr>
                <w:szCs w:val="22"/>
              </w:rPr>
              <w:t>Link to a savings account to cover overdrafts?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5"/>
              </w:numPr>
              <w:tabs>
                <w:tab w:val="left" w:pos="-1440"/>
              </w:tabs>
              <w:rPr>
                <w:b/>
                <w:szCs w:val="22"/>
              </w:rPr>
            </w:pPr>
            <w:r>
              <w:rPr>
                <w:szCs w:val="22"/>
              </w:rPr>
              <w:t>Opt-out options?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Savings accounts</w:t>
            </w:r>
          </w:p>
        </w:tc>
      </w:tr>
      <w:tr w:rsidR="00BB2440" w:rsidTr="0072734D">
        <w:tc>
          <w:tcPr>
            <w:tcW w:w="2133" w:type="pct"/>
            <w:vAlign w:val="center"/>
          </w:tcPr>
          <w:p w:rsidR="00BB2440" w:rsidRDefault="00BB2440" w:rsidP="006B7849">
            <w:pPr>
              <w:numPr>
                <w:ilvl w:val="0"/>
                <w:numId w:val="25"/>
              </w:numPr>
              <w:tabs>
                <w:tab w:val="left" w:pos="-1440"/>
              </w:tabs>
              <w:rPr>
                <w:b/>
                <w:szCs w:val="22"/>
              </w:rPr>
            </w:pPr>
            <w:r>
              <w:rPr>
                <w:szCs w:val="22"/>
              </w:rPr>
              <w:t>Minimum opening balance?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5"/>
              </w:numPr>
              <w:tabs>
                <w:tab w:val="left" w:pos="-1440"/>
              </w:tabs>
              <w:rPr>
                <w:b/>
                <w:szCs w:val="22"/>
              </w:rPr>
            </w:pPr>
            <w:r>
              <w:rPr>
                <w:szCs w:val="22"/>
              </w:rPr>
              <w:t xml:space="preserve">Minimum monthly balance?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1"/>
              </w:numPr>
              <w:tabs>
                <w:tab w:val="left" w:pos="-1440"/>
              </w:tabs>
              <w:rPr>
                <w:szCs w:val="22"/>
              </w:rPr>
            </w:pPr>
            <w:r>
              <w:rPr>
                <w:szCs w:val="22"/>
              </w:rPr>
              <w:t>Annual percentage yield (APY)?</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7"/>
              </w:numPr>
              <w:tabs>
                <w:tab w:val="left" w:pos="-1440"/>
              </w:tabs>
              <w:rPr>
                <w:szCs w:val="22"/>
              </w:rPr>
            </w:pPr>
            <w:r>
              <w:rPr>
                <w:szCs w:val="22"/>
              </w:rPr>
              <w:t>Fees?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2"/>
              </w:numPr>
              <w:tabs>
                <w:tab w:val="left" w:pos="-1440"/>
              </w:tabs>
              <w:rPr>
                <w:b/>
                <w:szCs w:val="22"/>
              </w:rPr>
            </w:pPr>
            <w:r>
              <w:rPr>
                <w:szCs w:val="22"/>
              </w:rPr>
              <w:t>Fee waivers available?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1"/>
              </w:numPr>
              <w:tabs>
                <w:tab w:val="left" w:pos="-1440"/>
              </w:tabs>
              <w:rPr>
                <w:b/>
                <w:szCs w:val="22"/>
              </w:rPr>
            </w:pPr>
            <w:r>
              <w:rPr>
                <w:szCs w:val="22"/>
              </w:rPr>
              <w:t>Withdrawal limits per month?</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1"/>
              </w:numPr>
              <w:tabs>
                <w:tab w:val="left" w:pos="-1440"/>
              </w:tabs>
              <w:rPr>
                <w:szCs w:val="22"/>
              </w:rPr>
            </w:pPr>
            <w:r>
              <w:rPr>
                <w:szCs w:val="22"/>
              </w:rPr>
              <w:t>Services available?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ATM Cards</w:t>
            </w:r>
          </w:p>
        </w:tc>
      </w:tr>
      <w:tr w:rsidR="00BB2440" w:rsidTr="0072734D">
        <w:tc>
          <w:tcPr>
            <w:tcW w:w="2133" w:type="pct"/>
            <w:vAlign w:val="center"/>
          </w:tcPr>
          <w:p w:rsidR="00BB2440" w:rsidRDefault="00BB2440" w:rsidP="006B7849">
            <w:pPr>
              <w:numPr>
                <w:ilvl w:val="0"/>
                <w:numId w:val="29"/>
              </w:numPr>
              <w:tabs>
                <w:tab w:val="left" w:pos="-1440"/>
              </w:tabs>
              <w:rPr>
                <w:szCs w:val="22"/>
              </w:rPr>
            </w:pPr>
            <w:r>
              <w:rPr>
                <w:szCs w:val="22"/>
              </w:rPr>
              <w:t xml:space="preserve">Fees?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9"/>
              </w:numPr>
              <w:tabs>
                <w:tab w:val="left" w:pos="-1440"/>
              </w:tabs>
              <w:rPr>
                <w:b/>
                <w:szCs w:val="22"/>
              </w:rPr>
            </w:pPr>
            <w:r>
              <w:rPr>
                <w:szCs w:val="22"/>
              </w:rPr>
              <w:t>Fee waivers available?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29"/>
              </w:numPr>
              <w:tabs>
                <w:tab w:val="left" w:pos="-1440"/>
              </w:tabs>
              <w:rPr>
                <w:szCs w:val="22"/>
              </w:rPr>
            </w:pPr>
            <w:r>
              <w:rPr>
                <w:szCs w:val="22"/>
              </w:rPr>
              <w:t>Location/number of ATMs?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Debit Cards</w:t>
            </w:r>
          </w:p>
        </w:tc>
      </w:tr>
      <w:tr w:rsidR="00BB2440" w:rsidTr="0072734D">
        <w:tc>
          <w:tcPr>
            <w:tcW w:w="2133" w:type="pct"/>
            <w:vAlign w:val="center"/>
          </w:tcPr>
          <w:p w:rsidR="00BB2440" w:rsidRDefault="00BB2440" w:rsidP="006B7849">
            <w:pPr>
              <w:numPr>
                <w:ilvl w:val="0"/>
                <w:numId w:val="30"/>
              </w:numPr>
              <w:tabs>
                <w:tab w:val="left" w:pos="-1440"/>
              </w:tabs>
              <w:rPr>
                <w:szCs w:val="22"/>
              </w:rPr>
            </w:pPr>
            <w:r>
              <w:rPr>
                <w:szCs w:val="22"/>
              </w:rPr>
              <w:t>Fees?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0"/>
              </w:numPr>
              <w:tabs>
                <w:tab w:val="left" w:pos="-1440"/>
              </w:tabs>
              <w:rPr>
                <w:b/>
                <w:szCs w:val="22"/>
              </w:rPr>
            </w:pPr>
            <w:r>
              <w:rPr>
                <w:szCs w:val="22"/>
              </w:rPr>
              <w:t>Fee waivers available?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0"/>
              </w:numPr>
              <w:tabs>
                <w:tab w:val="left" w:pos="-1440"/>
              </w:tabs>
              <w:rPr>
                <w:szCs w:val="22"/>
              </w:rPr>
            </w:pPr>
            <w:r>
              <w:rPr>
                <w:szCs w:val="22"/>
              </w:rPr>
              <w:t>Rebates or bonuses for use?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0"/>
              </w:numPr>
              <w:tabs>
                <w:tab w:val="left" w:pos="-1440"/>
              </w:tabs>
              <w:rPr>
                <w:szCs w:val="22"/>
              </w:rPr>
            </w:pPr>
            <w:r>
              <w:rPr>
                <w:szCs w:val="22"/>
              </w:rPr>
              <w:t>Location/number of ATMs?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0"/>
              </w:numPr>
              <w:tabs>
                <w:tab w:val="left" w:pos="-1440"/>
              </w:tabs>
              <w:rPr>
                <w:szCs w:val="22"/>
              </w:rPr>
            </w:pPr>
            <w:r>
              <w:rPr>
                <w:szCs w:val="22"/>
              </w:rPr>
              <w:t>Debit card transactions requirements or limits?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5000" w:type="pct"/>
            <w:gridSpan w:val="4"/>
            <w:shd w:val="clear" w:color="auto" w:fill="F2F2F2"/>
            <w:vAlign w:val="center"/>
          </w:tcPr>
          <w:p w:rsidR="00BB2440" w:rsidRDefault="00BB2440" w:rsidP="0072734D">
            <w:pPr>
              <w:tabs>
                <w:tab w:val="left" w:pos="-1440"/>
              </w:tabs>
              <w:rPr>
                <w:szCs w:val="22"/>
              </w:rPr>
            </w:pPr>
            <w:r>
              <w:rPr>
                <w:b/>
                <w:szCs w:val="22"/>
              </w:rPr>
              <w:t>Mobile/online banking</w:t>
            </w:r>
          </w:p>
        </w:tc>
      </w:tr>
      <w:tr w:rsidR="00BB2440" w:rsidTr="0072734D">
        <w:tc>
          <w:tcPr>
            <w:tcW w:w="2133" w:type="pct"/>
            <w:vAlign w:val="center"/>
          </w:tcPr>
          <w:p w:rsidR="00BB2440" w:rsidRDefault="00BB2440" w:rsidP="006B7849">
            <w:pPr>
              <w:numPr>
                <w:ilvl w:val="0"/>
                <w:numId w:val="33"/>
              </w:numPr>
              <w:tabs>
                <w:tab w:val="left" w:pos="-1440"/>
              </w:tabs>
              <w:rPr>
                <w:szCs w:val="22"/>
              </w:rPr>
            </w:pPr>
            <w:r>
              <w:rPr>
                <w:szCs w:val="22"/>
              </w:rPr>
              <w:t>Is it available?</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3"/>
              </w:numPr>
              <w:tabs>
                <w:tab w:val="left" w:pos="-1440"/>
              </w:tabs>
              <w:rPr>
                <w:b/>
                <w:szCs w:val="22"/>
              </w:rPr>
            </w:pPr>
            <w:r>
              <w:rPr>
                <w:szCs w:val="22"/>
              </w:rPr>
              <w:t>Transaction types and limits?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4"/>
              </w:numPr>
              <w:tabs>
                <w:tab w:val="left" w:pos="-1440"/>
              </w:tabs>
              <w:rPr>
                <w:szCs w:val="22"/>
              </w:rPr>
            </w:pPr>
            <w:r>
              <w:rPr>
                <w:szCs w:val="22"/>
              </w:rPr>
              <w:t>Fees?</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4"/>
              </w:numPr>
              <w:tabs>
                <w:tab w:val="left" w:pos="-1440"/>
              </w:tabs>
              <w:rPr>
                <w:b/>
                <w:szCs w:val="22"/>
              </w:rPr>
            </w:pPr>
            <w:r>
              <w:rPr>
                <w:szCs w:val="22"/>
              </w:rPr>
              <w:t xml:space="preserve">Fee waivers available? </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vAlign w:val="center"/>
          </w:tcPr>
          <w:p w:rsidR="00BB2440" w:rsidRDefault="00BB2440" w:rsidP="006B7849">
            <w:pPr>
              <w:numPr>
                <w:ilvl w:val="0"/>
                <w:numId w:val="34"/>
              </w:numPr>
              <w:tabs>
                <w:tab w:val="left" w:pos="-1440"/>
              </w:tabs>
              <w:rPr>
                <w:b/>
                <w:szCs w:val="22"/>
              </w:rPr>
            </w:pPr>
            <w:r>
              <w:rPr>
                <w:szCs w:val="22"/>
              </w:rPr>
              <w:t>Online bill pay?</w:t>
            </w:r>
          </w:p>
        </w:tc>
        <w:tc>
          <w:tcPr>
            <w:tcW w:w="949" w:type="pct"/>
          </w:tcPr>
          <w:p w:rsidR="00BB2440" w:rsidRDefault="00BB2440" w:rsidP="0072734D">
            <w:pPr>
              <w:tabs>
                <w:tab w:val="left" w:pos="-1440"/>
              </w:tabs>
              <w:rPr>
                <w:szCs w:val="22"/>
              </w:rPr>
            </w:pPr>
          </w:p>
        </w:tc>
        <w:tc>
          <w:tcPr>
            <w:tcW w:w="994" w:type="pct"/>
          </w:tcPr>
          <w:p w:rsidR="00BB2440" w:rsidRDefault="00BB2440" w:rsidP="0072734D">
            <w:pPr>
              <w:tabs>
                <w:tab w:val="left" w:pos="-1440"/>
              </w:tabs>
              <w:rPr>
                <w:szCs w:val="22"/>
              </w:rPr>
            </w:pPr>
          </w:p>
        </w:tc>
        <w:tc>
          <w:tcPr>
            <w:tcW w:w="924" w:type="pct"/>
          </w:tcPr>
          <w:p w:rsidR="00BB2440" w:rsidRDefault="00BB2440" w:rsidP="0072734D">
            <w:pPr>
              <w:tabs>
                <w:tab w:val="left" w:pos="-1440"/>
              </w:tabs>
              <w:rPr>
                <w:szCs w:val="22"/>
              </w:rPr>
            </w:pPr>
          </w:p>
        </w:tc>
      </w:tr>
      <w:tr w:rsidR="00BB2440" w:rsidTr="0072734D">
        <w:tc>
          <w:tcPr>
            <w:tcW w:w="2133" w:type="pct"/>
            <w:tcBorders>
              <w:bottom w:val="single" w:sz="18" w:space="0" w:color="auto"/>
            </w:tcBorders>
          </w:tcPr>
          <w:p w:rsidR="00BB2440" w:rsidRDefault="00BB2440" w:rsidP="0072734D">
            <w:pPr>
              <w:tabs>
                <w:tab w:val="left" w:pos="-1440"/>
              </w:tabs>
              <w:rPr>
                <w:b/>
                <w:szCs w:val="22"/>
              </w:rPr>
            </w:pPr>
            <w:r>
              <w:rPr>
                <w:b/>
                <w:szCs w:val="22"/>
              </w:rPr>
              <w:t>Other Information?</w:t>
            </w:r>
          </w:p>
        </w:tc>
        <w:tc>
          <w:tcPr>
            <w:tcW w:w="949" w:type="pct"/>
            <w:tcBorders>
              <w:bottom w:val="single" w:sz="18" w:space="0" w:color="auto"/>
            </w:tcBorders>
          </w:tcPr>
          <w:p w:rsidR="00BB2440" w:rsidRDefault="00BB2440" w:rsidP="0072734D">
            <w:pPr>
              <w:tabs>
                <w:tab w:val="left" w:pos="-1440"/>
              </w:tabs>
              <w:rPr>
                <w:szCs w:val="22"/>
              </w:rPr>
            </w:pPr>
          </w:p>
        </w:tc>
        <w:tc>
          <w:tcPr>
            <w:tcW w:w="994" w:type="pct"/>
            <w:tcBorders>
              <w:bottom w:val="single" w:sz="18" w:space="0" w:color="auto"/>
            </w:tcBorders>
          </w:tcPr>
          <w:p w:rsidR="00BB2440" w:rsidRDefault="00BB2440" w:rsidP="0072734D">
            <w:pPr>
              <w:tabs>
                <w:tab w:val="left" w:pos="-1440"/>
              </w:tabs>
              <w:rPr>
                <w:szCs w:val="22"/>
              </w:rPr>
            </w:pPr>
          </w:p>
        </w:tc>
        <w:tc>
          <w:tcPr>
            <w:tcW w:w="924" w:type="pct"/>
            <w:tcBorders>
              <w:bottom w:val="single" w:sz="18" w:space="0" w:color="auto"/>
            </w:tcBorders>
          </w:tcPr>
          <w:p w:rsidR="00BB2440" w:rsidRDefault="00BB2440" w:rsidP="0072734D">
            <w:pPr>
              <w:tabs>
                <w:tab w:val="left" w:pos="-1440"/>
              </w:tabs>
              <w:rPr>
                <w:szCs w:val="22"/>
              </w:rPr>
            </w:pPr>
          </w:p>
        </w:tc>
      </w:tr>
      <w:tr w:rsidR="00BB2440" w:rsidTr="0072734D">
        <w:tc>
          <w:tcPr>
            <w:tcW w:w="2133" w:type="pct"/>
            <w:tcBorders>
              <w:top w:val="single" w:sz="18" w:space="0" w:color="auto"/>
            </w:tcBorders>
            <w:shd w:val="clear" w:color="auto" w:fill="D9D9D9"/>
            <w:vAlign w:val="center"/>
          </w:tcPr>
          <w:p w:rsidR="00BB2440" w:rsidRDefault="00BB2440" w:rsidP="0072734D">
            <w:pPr>
              <w:tabs>
                <w:tab w:val="left" w:pos="-1440"/>
              </w:tabs>
              <w:rPr>
                <w:b/>
                <w:szCs w:val="22"/>
              </w:rPr>
            </w:pPr>
            <w:r>
              <w:rPr>
                <w:b/>
                <w:szCs w:val="22"/>
              </w:rPr>
              <w:t>Total Monthly Costs</w:t>
            </w:r>
          </w:p>
        </w:tc>
        <w:tc>
          <w:tcPr>
            <w:tcW w:w="949" w:type="pct"/>
            <w:tcBorders>
              <w:top w:val="single" w:sz="18" w:space="0" w:color="auto"/>
            </w:tcBorders>
            <w:shd w:val="clear" w:color="auto" w:fill="D9D9D9"/>
          </w:tcPr>
          <w:p w:rsidR="00BB2440" w:rsidRDefault="00BB2440" w:rsidP="0072734D">
            <w:pPr>
              <w:tabs>
                <w:tab w:val="left" w:pos="-1440"/>
              </w:tabs>
              <w:rPr>
                <w:szCs w:val="22"/>
              </w:rPr>
            </w:pPr>
          </w:p>
        </w:tc>
        <w:tc>
          <w:tcPr>
            <w:tcW w:w="994" w:type="pct"/>
            <w:tcBorders>
              <w:top w:val="single" w:sz="18" w:space="0" w:color="auto"/>
            </w:tcBorders>
            <w:shd w:val="clear" w:color="auto" w:fill="D9D9D9"/>
          </w:tcPr>
          <w:p w:rsidR="00BB2440" w:rsidRDefault="00BB2440" w:rsidP="0072734D">
            <w:pPr>
              <w:tabs>
                <w:tab w:val="left" w:pos="-1440"/>
              </w:tabs>
              <w:rPr>
                <w:szCs w:val="22"/>
              </w:rPr>
            </w:pPr>
          </w:p>
        </w:tc>
        <w:tc>
          <w:tcPr>
            <w:tcW w:w="924" w:type="pct"/>
            <w:tcBorders>
              <w:top w:val="single" w:sz="18" w:space="0" w:color="auto"/>
            </w:tcBorders>
            <w:shd w:val="clear" w:color="auto" w:fill="D9D9D9"/>
          </w:tcPr>
          <w:p w:rsidR="00BB2440" w:rsidRDefault="00BB2440" w:rsidP="0072734D">
            <w:pPr>
              <w:tabs>
                <w:tab w:val="left" w:pos="-1440"/>
              </w:tabs>
              <w:rPr>
                <w:szCs w:val="22"/>
              </w:rPr>
            </w:pPr>
          </w:p>
        </w:tc>
      </w:tr>
      <w:tr w:rsidR="00BB2440" w:rsidTr="0072734D">
        <w:tc>
          <w:tcPr>
            <w:tcW w:w="2133" w:type="pct"/>
            <w:shd w:val="clear" w:color="auto" w:fill="A6A6A6"/>
            <w:vAlign w:val="center"/>
          </w:tcPr>
          <w:p w:rsidR="00BB2440" w:rsidRDefault="00BB2440" w:rsidP="0072734D">
            <w:pPr>
              <w:tabs>
                <w:tab w:val="left" w:pos="-1440"/>
              </w:tabs>
              <w:rPr>
                <w:b/>
                <w:szCs w:val="22"/>
              </w:rPr>
            </w:pPr>
            <w:r>
              <w:rPr>
                <w:b/>
                <w:szCs w:val="22"/>
              </w:rPr>
              <w:t>Total Annual Costs</w:t>
            </w:r>
          </w:p>
        </w:tc>
        <w:tc>
          <w:tcPr>
            <w:tcW w:w="949" w:type="pct"/>
            <w:shd w:val="clear" w:color="auto" w:fill="A6A6A6"/>
          </w:tcPr>
          <w:p w:rsidR="00BB2440" w:rsidRDefault="00BB2440" w:rsidP="0072734D">
            <w:pPr>
              <w:tabs>
                <w:tab w:val="left" w:pos="-1440"/>
              </w:tabs>
              <w:rPr>
                <w:szCs w:val="22"/>
              </w:rPr>
            </w:pPr>
          </w:p>
        </w:tc>
        <w:tc>
          <w:tcPr>
            <w:tcW w:w="994" w:type="pct"/>
            <w:shd w:val="clear" w:color="auto" w:fill="A6A6A6"/>
          </w:tcPr>
          <w:p w:rsidR="00BB2440" w:rsidRDefault="00BB2440" w:rsidP="0072734D">
            <w:pPr>
              <w:tabs>
                <w:tab w:val="left" w:pos="-1440"/>
              </w:tabs>
              <w:rPr>
                <w:szCs w:val="22"/>
              </w:rPr>
            </w:pPr>
          </w:p>
        </w:tc>
        <w:tc>
          <w:tcPr>
            <w:tcW w:w="924" w:type="pct"/>
            <w:shd w:val="clear" w:color="auto" w:fill="A6A6A6"/>
          </w:tcPr>
          <w:p w:rsidR="00BB2440" w:rsidRDefault="00BB2440" w:rsidP="0072734D">
            <w:pPr>
              <w:tabs>
                <w:tab w:val="left" w:pos="-1440"/>
              </w:tabs>
              <w:rPr>
                <w:szCs w:val="22"/>
              </w:rPr>
            </w:pPr>
          </w:p>
        </w:tc>
      </w:tr>
    </w:tbl>
    <w:p w:rsidR="00BB2440" w:rsidRDefault="00BB2440" w:rsidP="006B7849"/>
    <w:p w:rsidR="00BB2440" w:rsidRDefault="00BB2440" w:rsidP="00CF5F42">
      <w:pPr>
        <w:pStyle w:val="GoldHeading"/>
      </w:pPr>
      <w:r>
        <w:br w:type="page"/>
      </w:r>
      <w:bookmarkStart w:id="66" w:name="_Toc265498500"/>
      <w:bookmarkStart w:id="67" w:name="_Toc265498910"/>
      <w:r>
        <w:rPr>
          <w:noProof/>
        </w:rPr>
        <w:pict>
          <v:shape id="Picture 11" o:spid="_x0000_s1033" type="#_x0000_t75" alt="Bank customers in line" style="position:absolute;margin-left:429.75pt;margin-top:12.85pt;width:104.65pt;height:98.4pt;z-index:251658752;visibility:visible" wrapcoords="154 165 154 20446 20520 20446 20520 165 154 165" o:gfxdata="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" o:allowoverlap="f">
            <v:imagedata r:id="rId11" o:title=""/>
            <o:lock v:ext="edit" aspectratio="f"/>
            <w10:wrap type="tight"/>
          </v:shape>
        </w:pict>
      </w:r>
      <w:bookmarkStart w:id="68" w:name="_Toc271614372"/>
      <w:r>
        <w:t>Important Terms</w:t>
      </w:r>
      <w:bookmarkEnd w:id="66"/>
      <w:bookmarkEnd w:id="67"/>
      <w:bookmarkEnd w:id="68"/>
    </w:p>
    <w:p w:rsidR="00BB2440" w:rsidRDefault="00BB2440" w:rsidP="0057005F">
      <w:pPr>
        <w:tabs>
          <w:tab w:val="left" w:pos="-1440"/>
        </w:tabs>
      </w:pPr>
      <w:r>
        <w:t xml:space="preserve">A </w:t>
      </w:r>
      <w:r>
        <w:rPr>
          <w:i/>
        </w:rPr>
        <w:t>deposit</w:t>
      </w:r>
      <w:r>
        <w:t xml:space="preserve"> is money you add to your account. When you add money to your account, you must fill out a deposit slip. A </w:t>
      </w:r>
      <w:r>
        <w:rPr>
          <w:i/>
        </w:rPr>
        <w:t>deposit slip</w:t>
      </w:r>
      <w:r>
        <w:t xml:space="preserve"> tells the bank how much money you are adding to your account. </w:t>
      </w:r>
    </w:p>
    <w:p w:rsidR="00BB2440" w:rsidRDefault="00BB2440" w:rsidP="00B31D06">
      <w:pPr>
        <w:tabs>
          <w:tab w:val="left" w:pos="-1440"/>
        </w:tabs>
      </w:pPr>
    </w:p>
    <w:p w:rsidR="00BB2440" w:rsidRDefault="00BB2440" w:rsidP="0057005F">
      <w:pPr>
        <w:tabs>
          <w:tab w:val="left" w:pos="-1440"/>
        </w:tabs>
      </w:pPr>
      <w:r>
        <w:t xml:space="preserve">The </w:t>
      </w:r>
      <w:r>
        <w:rPr>
          <w:i/>
        </w:rPr>
        <w:t>balance</w:t>
      </w:r>
      <w:r>
        <w:t xml:space="preserve"> is the amount of money you have in your bank account. </w:t>
      </w:r>
    </w:p>
    <w:p w:rsidR="00BB2440" w:rsidRDefault="00BB2440" w:rsidP="00B31D06">
      <w:pPr>
        <w:tabs>
          <w:tab w:val="left" w:pos="-1440"/>
        </w:tabs>
      </w:pPr>
    </w:p>
    <w:p w:rsidR="00BB2440" w:rsidRDefault="00BB2440" w:rsidP="0057005F">
      <w:pPr>
        <w:tabs>
          <w:tab w:val="left" w:pos="-1440"/>
        </w:tabs>
      </w:pPr>
      <w:r>
        <w:t xml:space="preserve">When you make a </w:t>
      </w:r>
      <w:r>
        <w:rPr>
          <w:i/>
        </w:rPr>
        <w:t>withdrawal</w:t>
      </w:r>
      <w:r>
        <w:t xml:space="preserve">, you take money out of your bank account. You do this if you write a check, give a teller a withdrawal slip, or use an ATM. </w:t>
      </w:r>
    </w:p>
    <w:p w:rsidR="00BB2440" w:rsidRDefault="00BB2440" w:rsidP="00B31D06">
      <w:pPr>
        <w:tabs>
          <w:tab w:val="left" w:pos="-1440"/>
        </w:tabs>
      </w:pPr>
    </w:p>
    <w:p w:rsidR="00BB2440" w:rsidRDefault="00BB2440" w:rsidP="00B31D06">
      <w:r>
        <w:rPr>
          <w:i/>
        </w:rPr>
        <w:t>Fees</w:t>
      </w:r>
      <w:r>
        <w:t xml:space="preserve"> are charges that a financial institution requires you to pay for various services. You may be charged monthly account service fees, fees for checks, ATM fees if you use another bank’s ATM, fees to take more money out of your account than you have (overdraft), and fees for services like sending money to someone in another country.</w:t>
      </w:r>
    </w:p>
    <w:p w:rsidR="00BB2440" w:rsidRDefault="00BB2440" w:rsidP="00B31D06"/>
    <w:p w:rsidR="00BB2440" w:rsidRDefault="00BB2440" w:rsidP="00B31D06">
      <w:r>
        <w:t xml:space="preserve">An </w:t>
      </w:r>
      <w:r>
        <w:rPr>
          <w:i/>
        </w:rPr>
        <w:t>ATM</w:t>
      </w:r>
      <w:r>
        <w:t xml:space="preserve"> is a kiosk or terminal where you can deposit, withdraw, or transfer money from one account to another 24 hours a day.</w:t>
      </w:r>
    </w:p>
    <w:p w:rsidR="00BB2440" w:rsidRDefault="00BB2440" w:rsidP="00B31D06">
      <w:pPr>
        <w:tabs>
          <w:tab w:val="left" w:pos="-1440"/>
        </w:tabs>
      </w:pPr>
    </w:p>
    <w:p w:rsidR="00BB2440" w:rsidRDefault="00BB2440" w:rsidP="00B31D06">
      <w:pPr>
        <w:pStyle w:val="Body"/>
      </w:pPr>
    </w:p>
    <w:p w:rsidR="00BB2440" w:rsidRDefault="00BB2440" w:rsidP="00CF5F42">
      <w:pPr>
        <w:pStyle w:val="GoldHeading"/>
      </w:pPr>
      <w:r>
        <w:br w:type="page"/>
      </w:r>
      <w:bookmarkStart w:id="69" w:name="_Toc265498501"/>
      <w:bookmarkStart w:id="70" w:name="_Toc265498911"/>
      <w:bookmarkStart w:id="71" w:name="_Toc271614373"/>
      <w:r>
        <w:t>Activity 1: Making Deposits and Withdrawals</w:t>
      </w:r>
      <w:bookmarkEnd w:id="69"/>
      <w:bookmarkEnd w:id="70"/>
      <w:bookmarkEnd w:id="71"/>
    </w:p>
    <w:p w:rsidR="00BB2440" w:rsidRDefault="00BB2440" w:rsidP="00F21248">
      <w:pPr>
        <w:rPr>
          <w:bCs/>
        </w:rPr>
      </w:pPr>
      <w:r>
        <w:rPr>
          <w:bCs/>
        </w:rPr>
        <w:t>The purpose of this exercise is to practice making deposits to and withdrawals from a bank account and keeping track of the balance. Read the scenario carefully. Complete the table and determine the new balance. Be prepared to explain your answers.</w:t>
      </w:r>
    </w:p>
    <w:p w:rsidR="00BB2440" w:rsidRDefault="00BB2440" w:rsidP="00B31D06">
      <w:pPr>
        <w:rPr>
          <w:bCs/>
        </w:rPr>
      </w:pPr>
    </w:p>
    <w:p w:rsidR="00BB2440" w:rsidRDefault="00BB2440" w:rsidP="00B31D06"/>
    <w:p w:rsidR="00BB2440" w:rsidRDefault="00BB2440" w:rsidP="00B31D06">
      <w:pPr>
        <w:rPr>
          <w:b/>
        </w:rPr>
      </w:pPr>
      <w:r>
        <w:rPr>
          <w:b/>
        </w:rPr>
        <w:t>Scenario</w:t>
      </w:r>
    </w:p>
    <w:p w:rsidR="00BB2440" w:rsidRDefault="00BB2440" w:rsidP="00A67DA4">
      <w:pPr>
        <w:tabs>
          <w:tab w:val="left" w:pos="-1440"/>
        </w:tabs>
      </w:pPr>
      <w:r>
        <w:t>Carl opened a bank account and deposited $500 in cash. The next day, he wrote a check for $70 to pay his electric bill. At the end of the week, he received a paycheck for $870 and deposited it into his account. What is the balance in Carl’s account after he made the payment (or withdrawal) and deposit?</w:t>
      </w:r>
    </w:p>
    <w:p w:rsidR="00BB2440" w:rsidRDefault="00BB2440" w:rsidP="00B31D06"/>
    <w:p w:rsidR="00BB2440" w:rsidRDefault="00BB2440" w:rsidP="00B31D0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190"/>
        <w:gridCol w:w="1634"/>
        <w:gridCol w:w="1689"/>
      </w:tblGrid>
      <w:tr w:rsidR="00BB2440" w:rsidTr="0084325D">
        <w:trPr>
          <w:jc w:val="center"/>
        </w:trPr>
        <w:tc>
          <w:tcPr>
            <w:tcW w:w="2190" w:type="dxa"/>
          </w:tcPr>
          <w:p w:rsidR="00BB2440" w:rsidRDefault="00BB2440" w:rsidP="0084325D">
            <w:pPr>
              <w:tabs>
                <w:tab w:val="left" w:pos="-1440"/>
              </w:tabs>
              <w:spacing w:before="60" w:after="60"/>
              <w:jc w:val="center"/>
              <w:rPr>
                <w:b/>
              </w:rPr>
            </w:pPr>
            <w:r>
              <w:rPr>
                <w:b/>
              </w:rPr>
              <w:t>Description</w:t>
            </w:r>
          </w:p>
        </w:tc>
        <w:tc>
          <w:tcPr>
            <w:tcW w:w="1634" w:type="dxa"/>
          </w:tcPr>
          <w:p w:rsidR="00BB2440" w:rsidRDefault="00BB2440" w:rsidP="0084325D">
            <w:pPr>
              <w:tabs>
                <w:tab w:val="left" w:pos="-1440"/>
              </w:tabs>
              <w:spacing w:before="60" w:after="60"/>
              <w:jc w:val="center"/>
              <w:rPr>
                <w:b/>
              </w:rPr>
            </w:pPr>
            <w:r>
              <w:rPr>
                <w:b/>
              </w:rPr>
              <w:t>+/-</w:t>
            </w:r>
          </w:p>
        </w:tc>
        <w:tc>
          <w:tcPr>
            <w:tcW w:w="1689" w:type="dxa"/>
          </w:tcPr>
          <w:p w:rsidR="00BB2440" w:rsidRDefault="00BB2440" w:rsidP="0084325D">
            <w:pPr>
              <w:tabs>
                <w:tab w:val="left" w:pos="-1440"/>
              </w:tabs>
              <w:spacing w:before="60" w:after="60"/>
              <w:jc w:val="center"/>
              <w:rPr>
                <w:b/>
              </w:rPr>
            </w:pPr>
            <w:r>
              <w:rPr>
                <w:b/>
              </w:rPr>
              <w:t>Balance</w:t>
            </w:r>
          </w:p>
        </w:tc>
      </w:tr>
      <w:tr w:rsidR="00BB2440" w:rsidTr="0084325D">
        <w:trPr>
          <w:jc w:val="center"/>
        </w:trPr>
        <w:tc>
          <w:tcPr>
            <w:tcW w:w="2190" w:type="dxa"/>
          </w:tcPr>
          <w:p w:rsidR="00BB2440" w:rsidRDefault="00BB2440" w:rsidP="0084325D">
            <w:pPr>
              <w:tabs>
                <w:tab w:val="left" w:pos="-1440"/>
              </w:tabs>
              <w:spacing w:before="60" w:after="60"/>
            </w:pPr>
            <w:r>
              <w:t>Opening Balance</w:t>
            </w:r>
          </w:p>
        </w:tc>
        <w:tc>
          <w:tcPr>
            <w:tcW w:w="1634" w:type="dxa"/>
          </w:tcPr>
          <w:p w:rsidR="00BB2440" w:rsidRDefault="00BB2440" w:rsidP="0084325D">
            <w:pPr>
              <w:tabs>
                <w:tab w:val="left" w:pos="-1440"/>
              </w:tabs>
              <w:spacing w:before="60" w:after="60"/>
              <w:ind w:left="800"/>
              <w:jc w:val="right"/>
            </w:pPr>
          </w:p>
        </w:tc>
        <w:tc>
          <w:tcPr>
            <w:tcW w:w="1689" w:type="dxa"/>
          </w:tcPr>
          <w:p w:rsidR="00BB2440" w:rsidRDefault="00BB2440" w:rsidP="0084325D">
            <w:pPr>
              <w:tabs>
                <w:tab w:val="left" w:pos="-1440"/>
              </w:tabs>
              <w:spacing w:before="60" w:after="60"/>
              <w:ind w:left="800"/>
              <w:jc w:val="right"/>
            </w:pPr>
          </w:p>
        </w:tc>
      </w:tr>
      <w:tr w:rsidR="00BB2440" w:rsidTr="0084325D">
        <w:trPr>
          <w:jc w:val="center"/>
        </w:trPr>
        <w:tc>
          <w:tcPr>
            <w:tcW w:w="2190" w:type="dxa"/>
          </w:tcPr>
          <w:p w:rsidR="00BB2440" w:rsidRDefault="00BB2440" w:rsidP="006B7849">
            <w:pPr>
              <w:tabs>
                <w:tab w:val="left" w:pos="-1440"/>
              </w:tabs>
              <w:spacing w:before="60" w:after="60"/>
            </w:pPr>
            <w:r>
              <w:t>Payment/Withdrawal</w:t>
            </w:r>
          </w:p>
        </w:tc>
        <w:tc>
          <w:tcPr>
            <w:tcW w:w="1634" w:type="dxa"/>
          </w:tcPr>
          <w:p w:rsidR="00BB2440" w:rsidRDefault="00BB2440" w:rsidP="0084325D">
            <w:pPr>
              <w:tabs>
                <w:tab w:val="left" w:pos="-1440"/>
              </w:tabs>
              <w:spacing w:before="60" w:after="60"/>
              <w:ind w:left="800"/>
              <w:jc w:val="right"/>
            </w:pPr>
          </w:p>
        </w:tc>
        <w:tc>
          <w:tcPr>
            <w:tcW w:w="1689" w:type="dxa"/>
          </w:tcPr>
          <w:p w:rsidR="00BB2440" w:rsidRDefault="00BB2440" w:rsidP="0084325D">
            <w:pPr>
              <w:tabs>
                <w:tab w:val="left" w:pos="-1440"/>
              </w:tabs>
              <w:spacing w:before="60" w:after="60"/>
              <w:ind w:left="800"/>
              <w:jc w:val="right"/>
            </w:pPr>
          </w:p>
        </w:tc>
      </w:tr>
      <w:tr w:rsidR="00BB2440" w:rsidTr="0084325D">
        <w:trPr>
          <w:jc w:val="center"/>
        </w:trPr>
        <w:tc>
          <w:tcPr>
            <w:tcW w:w="2190" w:type="dxa"/>
          </w:tcPr>
          <w:p w:rsidR="00BB2440" w:rsidRDefault="00BB2440" w:rsidP="0084325D">
            <w:pPr>
              <w:tabs>
                <w:tab w:val="left" w:pos="-1440"/>
              </w:tabs>
              <w:spacing w:before="60" w:after="60"/>
            </w:pPr>
            <w:r>
              <w:t>Deposit</w:t>
            </w:r>
          </w:p>
        </w:tc>
        <w:tc>
          <w:tcPr>
            <w:tcW w:w="1634" w:type="dxa"/>
          </w:tcPr>
          <w:p w:rsidR="00BB2440" w:rsidRDefault="00BB2440" w:rsidP="0084325D">
            <w:pPr>
              <w:tabs>
                <w:tab w:val="left" w:pos="-1440"/>
              </w:tabs>
              <w:spacing w:before="60" w:after="60"/>
              <w:ind w:left="800"/>
              <w:jc w:val="right"/>
            </w:pPr>
          </w:p>
        </w:tc>
        <w:tc>
          <w:tcPr>
            <w:tcW w:w="1689" w:type="dxa"/>
          </w:tcPr>
          <w:p w:rsidR="00BB2440" w:rsidRDefault="00BB2440" w:rsidP="0084325D">
            <w:pPr>
              <w:tabs>
                <w:tab w:val="left" w:pos="-1440"/>
              </w:tabs>
              <w:spacing w:before="60" w:after="60"/>
              <w:ind w:left="800"/>
              <w:jc w:val="right"/>
            </w:pPr>
          </w:p>
        </w:tc>
      </w:tr>
    </w:tbl>
    <w:p w:rsidR="00BB2440" w:rsidRDefault="00BB2440" w:rsidP="00B31D06"/>
    <w:p w:rsidR="00BB2440" w:rsidRDefault="00BB2440" w:rsidP="00B31D06"/>
    <w:p w:rsidR="00BB2440" w:rsidRDefault="00BB2440" w:rsidP="00B31D06">
      <w:pPr>
        <w:rPr>
          <w:b/>
        </w:rPr>
      </w:pPr>
    </w:p>
    <w:p w:rsidR="00BB2440" w:rsidRDefault="00BB2440" w:rsidP="008E15AA">
      <w:pPr>
        <w:tabs>
          <w:tab w:val="left" w:pos="-1440"/>
        </w:tabs>
      </w:pPr>
      <w:r>
        <w:br w:type="page"/>
      </w:r>
      <w:bookmarkStart w:id="72" w:name="_Toc265498502"/>
      <w:bookmarkStart w:id="73" w:name="_Toc265498912"/>
    </w:p>
    <w:p w:rsidR="00BB2440" w:rsidRDefault="00BB2440" w:rsidP="008E15AA">
      <w:pPr>
        <w:pStyle w:val="GoldHeading"/>
      </w:pPr>
      <w:bookmarkStart w:id="74" w:name="_Toc271614374"/>
      <w:r>
        <w:t>Deposit and Non-Deposit Accounts</w:t>
      </w:r>
      <w:bookmarkEnd w:id="74"/>
    </w:p>
    <w:p w:rsidR="00BB2440" w:rsidRDefault="00BB2440" w:rsidP="008E15AA">
      <w:pPr>
        <w:tabs>
          <w:tab w:val="left" w:pos="-1440"/>
        </w:tabs>
      </w:pPr>
      <w:r>
        <w:rPr>
          <w:i/>
        </w:rPr>
        <w:t>Deposit accounts</w:t>
      </w:r>
      <w:r>
        <w:t xml:space="preserve"> are accounts in which you can add or deposit money. Checking and savings accounts are two examples of deposit products.</w:t>
      </w:r>
    </w:p>
    <w:p w:rsidR="00BB2440" w:rsidRDefault="00BB2440" w:rsidP="008E15AA">
      <w:pPr>
        <w:tabs>
          <w:tab w:val="left" w:pos="-1440"/>
        </w:tabs>
      </w:pPr>
    </w:p>
    <w:p w:rsidR="00BB2440" w:rsidRDefault="00BB2440" w:rsidP="008E15AA">
      <w:pPr>
        <w:tabs>
          <w:tab w:val="left" w:pos="-1440"/>
        </w:tabs>
      </w:pPr>
      <w:r>
        <w:t xml:space="preserve">A </w:t>
      </w:r>
      <w:r>
        <w:rPr>
          <w:i/>
        </w:rPr>
        <w:t>checking account</w:t>
      </w:r>
      <w:r>
        <w:t xml:space="preserve"> allows you to pay bills and buy goods with the money you have deposited. </w:t>
      </w:r>
    </w:p>
    <w:p w:rsidR="00BB2440" w:rsidRDefault="00BB2440" w:rsidP="008E15AA">
      <w:pPr>
        <w:numPr>
          <w:ilvl w:val="0"/>
          <w:numId w:val="46"/>
        </w:numPr>
        <w:tabs>
          <w:tab w:val="left" w:pos="-1440"/>
        </w:tabs>
      </w:pPr>
      <w:r>
        <w:t xml:space="preserve">Therefore, when you write a check, use an ATM or debit card, or bank online, the financial institution takes the money from your account and pays it to the designated person or business. </w:t>
      </w:r>
    </w:p>
    <w:p w:rsidR="00BB2440" w:rsidRDefault="00BB2440" w:rsidP="008E15AA">
      <w:pPr>
        <w:numPr>
          <w:ilvl w:val="0"/>
          <w:numId w:val="46"/>
        </w:numPr>
        <w:tabs>
          <w:tab w:val="left" w:pos="-1440"/>
        </w:tabs>
      </w:pPr>
      <w:r w:rsidRPr="00995ABA">
        <w:t xml:space="preserve">Online banking, including paying bills online, is addressed in greater detail in the </w:t>
      </w:r>
      <w:r w:rsidRPr="00995ABA">
        <w:rPr>
          <w:i/>
        </w:rPr>
        <w:t>Check It Out</w:t>
      </w:r>
      <w:r w:rsidRPr="00995ABA">
        <w:t xml:space="preserve"> module.</w:t>
      </w:r>
    </w:p>
    <w:p w:rsidR="00BB2440" w:rsidRDefault="00BB2440" w:rsidP="008E15AA">
      <w:pPr>
        <w:numPr>
          <w:ilvl w:val="0"/>
          <w:numId w:val="46"/>
        </w:numPr>
        <w:tabs>
          <w:tab w:val="left" w:pos="-1440"/>
        </w:tabs>
      </w:pPr>
      <w:r>
        <w:t>Some checking accounts may earn interest.</w:t>
      </w:r>
    </w:p>
    <w:p w:rsidR="00BB2440" w:rsidRDefault="00BB2440" w:rsidP="008E15AA">
      <w:pPr>
        <w:tabs>
          <w:tab w:val="left" w:pos="-1440"/>
        </w:tabs>
        <w:ind w:left="1440"/>
      </w:pPr>
    </w:p>
    <w:p w:rsidR="00BB2440" w:rsidRDefault="00BB2440" w:rsidP="008E15AA">
      <w:pPr>
        <w:tabs>
          <w:tab w:val="left" w:pos="-1440"/>
        </w:tabs>
      </w:pPr>
      <w:r>
        <w:t xml:space="preserve">A </w:t>
      </w:r>
      <w:r>
        <w:rPr>
          <w:i/>
        </w:rPr>
        <w:t>savings account</w:t>
      </w:r>
      <w:r>
        <w:t>:</w:t>
      </w:r>
    </w:p>
    <w:p w:rsidR="00BB2440" w:rsidRDefault="00BB2440" w:rsidP="008E15AA">
      <w:pPr>
        <w:numPr>
          <w:ilvl w:val="0"/>
          <w:numId w:val="45"/>
        </w:numPr>
        <w:tabs>
          <w:tab w:val="left" w:pos="-1440"/>
        </w:tabs>
      </w:pPr>
      <w:r>
        <w:t>Often earns interest</w:t>
      </w:r>
    </w:p>
    <w:p w:rsidR="00BB2440" w:rsidRDefault="00BB2440" w:rsidP="008E15AA">
      <w:pPr>
        <w:numPr>
          <w:ilvl w:val="0"/>
          <w:numId w:val="45"/>
        </w:numPr>
        <w:tabs>
          <w:tab w:val="left" w:pos="-1440"/>
        </w:tabs>
      </w:pPr>
      <w:r>
        <w:t>Generally cannot be used like a checking account</w:t>
      </w:r>
    </w:p>
    <w:p w:rsidR="00BB2440" w:rsidRDefault="00BB2440" w:rsidP="008E15AA">
      <w:pPr>
        <w:numPr>
          <w:ilvl w:val="0"/>
          <w:numId w:val="45"/>
        </w:numPr>
        <w:tabs>
          <w:tab w:val="left" w:pos="-1440"/>
        </w:tabs>
      </w:pPr>
      <w:r>
        <w:t>May allow you to use an ATM or debit card</w:t>
      </w:r>
    </w:p>
    <w:p w:rsidR="00BB2440" w:rsidRDefault="00BB2440" w:rsidP="008E15AA">
      <w:pPr>
        <w:tabs>
          <w:tab w:val="left" w:pos="-1440"/>
        </w:tabs>
      </w:pPr>
    </w:p>
    <w:p w:rsidR="00BB2440" w:rsidRDefault="00BB2440" w:rsidP="008E15AA">
      <w:pPr>
        <w:tabs>
          <w:tab w:val="left" w:pos="-1440"/>
        </w:tabs>
      </w:pPr>
      <w:r>
        <w:t xml:space="preserve">The </w:t>
      </w:r>
      <w:r w:rsidRPr="00124CAB">
        <w:rPr>
          <w:i/>
        </w:rPr>
        <w:t>bank statement</w:t>
      </w:r>
      <w:r>
        <w:t xml:space="preserve"> lists all of your deposits, withdrawals, fees charged to your account, ATM and debit transactions, checks written, and other messages to you. </w:t>
      </w:r>
      <w:r w:rsidRPr="008E15AA">
        <w:t xml:space="preserve">Banks might require you to have a certain balance to open an account, earn interest, or avoid fees. This is usually called a </w:t>
      </w:r>
      <w:r w:rsidRPr="008E15AA">
        <w:rPr>
          <w:i/>
        </w:rPr>
        <w:t>minimum balance</w:t>
      </w:r>
      <w:r w:rsidRPr="008E15AA">
        <w:t>.</w:t>
      </w:r>
      <w:r>
        <w:t xml:space="preserve"> </w:t>
      </w:r>
      <w:r>
        <w:rPr>
          <w:i/>
        </w:rPr>
        <w:t>Interest</w:t>
      </w:r>
      <w:r>
        <w:t xml:space="preserve"> is a percentage of your balance that the bank pays you for keeping your money at that bank; that is, if the account pays interest. </w:t>
      </w:r>
    </w:p>
    <w:p w:rsidR="00BB2440" w:rsidRDefault="00BB2440" w:rsidP="008E15AA">
      <w:pPr>
        <w:tabs>
          <w:tab w:val="left" w:pos="-1440"/>
        </w:tabs>
      </w:pPr>
    </w:p>
    <w:p w:rsidR="00BB2440" w:rsidRDefault="00BB2440" w:rsidP="008E15AA">
      <w:pPr>
        <w:tabs>
          <w:tab w:val="left" w:pos="-1440"/>
        </w:tabs>
      </w:pPr>
      <w:r>
        <w:t xml:space="preserve">Many banks also offer </w:t>
      </w:r>
      <w:r>
        <w:rPr>
          <w:i/>
        </w:rPr>
        <w:t>non-deposit accounts</w:t>
      </w:r>
      <w:r>
        <w:t xml:space="preserve"> or products that are not insured by the FDIC. </w:t>
      </w:r>
    </w:p>
    <w:p w:rsidR="00BB2440" w:rsidRDefault="00BB2440" w:rsidP="008E15AA">
      <w:pPr>
        <w:numPr>
          <w:ilvl w:val="0"/>
          <w:numId w:val="50"/>
        </w:numPr>
        <w:tabs>
          <w:tab w:val="left" w:pos="-1440"/>
        </w:tabs>
      </w:pPr>
      <w:r>
        <w:t xml:space="preserve">Stocks, bonds, and mutual funds are examples of non-deposit investment products. </w:t>
      </w:r>
    </w:p>
    <w:p w:rsidR="00BB2440" w:rsidRDefault="00BB2440" w:rsidP="008E15AA">
      <w:pPr>
        <w:numPr>
          <w:ilvl w:val="0"/>
          <w:numId w:val="50"/>
        </w:numPr>
        <w:tabs>
          <w:tab w:val="left" w:pos="-1440"/>
        </w:tabs>
      </w:pPr>
      <w:r>
        <w:t>These carry some level of risk, meaning that you could lose some or all of the money that you invest in these products.</w:t>
      </w:r>
    </w:p>
    <w:p w:rsidR="00BB2440" w:rsidRDefault="00BB2440" w:rsidP="008E15AA">
      <w:pPr>
        <w:tabs>
          <w:tab w:val="left" w:pos="-1440"/>
        </w:tabs>
      </w:pPr>
    </w:p>
    <w:p w:rsidR="00BB2440" w:rsidRDefault="00BB2440" w:rsidP="008E15AA">
      <w:pPr>
        <w:tabs>
          <w:tab w:val="left" w:pos="-1440"/>
        </w:tabs>
      </w:pPr>
      <w:r>
        <w:t>Bank personnel should provide a written explanation that these products are not insured by the FDIC and may lose value. It is important to understand these products and services before you buy them.</w:t>
      </w:r>
    </w:p>
    <w:p w:rsidR="00BB2440" w:rsidRDefault="00BB2440" w:rsidP="008E15AA">
      <w:pPr>
        <w:tabs>
          <w:tab w:val="left" w:pos="-1440"/>
        </w:tabs>
      </w:pPr>
    </w:p>
    <w:p w:rsidR="00BB2440" w:rsidRDefault="00BB2440" w:rsidP="008E15AA">
      <w:pPr>
        <w:pStyle w:val="Heading2"/>
      </w:pPr>
      <w:r w:rsidRPr="008E15AA">
        <w:t>Bank versus Check-Cashing Services</w:t>
      </w:r>
    </w:p>
    <w:p w:rsidR="00BB2440" w:rsidRDefault="00BB2440" w:rsidP="008E15AA">
      <w:pPr>
        <w:tabs>
          <w:tab w:val="left" w:pos="-1440"/>
        </w:tabs>
      </w:pPr>
      <w:r>
        <w:t>Even though banks may charge monthly fees, it is much cheaper to use a deposit account at a bank than a check-cashing service. Additional benefits when comparing banks to check-cashing services are:</w:t>
      </w:r>
    </w:p>
    <w:p w:rsidR="00BB2440" w:rsidRDefault="00BB2440" w:rsidP="008E15AA">
      <w:pPr>
        <w:numPr>
          <w:ilvl w:val="0"/>
          <w:numId w:val="48"/>
        </w:numPr>
        <w:tabs>
          <w:tab w:val="left" w:pos="-1440"/>
        </w:tabs>
      </w:pPr>
      <w:r>
        <w:t xml:space="preserve">Financial institutions provide the convenience of Internet banking with </w:t>
      </w:r>
      <w:r w:rsidRPr="005A1D58">
        <w:rPr>
          <w:bCs/>
        </w:rPr>
        <w:t xml:space="preserve">access </w:t>
      </w:r>
      <w:r>
        <w:t xml:space="preserve">to your accounts and information </w:t>
      </w:r>
      <w:r w:rsidRPr="005A1D58">
        <w:rPr>
          <w:bCs/>
        </w:rPr>
        <w:t>24 hours, 7 days a week</w:t>
      </w:r>
      <w:r>
        <w:rPr>
          <w:bCs/>
        </w:rPr>
        <w:t>.</w:t>
      </w:r>
    </w:p>
    <w:p w:rsidR="00BB2440" w:rsidRDefault="00BB2440" w:rsidP="008E15AA">
      <w:pPr>
        <w:widowControl w:val="0"/>
        <w:numPr>
          <w:ilvl w:val="0"/>
          <w:numId w:val="48"/>
        </w:numPr>
        <w:rPr>
          <w:szCs w:val="22"/>
        </w:rPr>
      </w:pPr>
      <w:r>
        <w:rPr>
          <w:szCs w:val="22"/>
        </w:rPr>
        <w:t>Using a bank account responsibly can help you establish a positive banking relationship, which may be helpful if you apply for a loan.</w:t>
      </w:r>
    </w:p>
    <w:p w:rsidR="00BB2440" w:rsidRDefault="00BB2440" w:rsidP="008E15AA">
      <w:pPr>
        <w:widowControl w:val="0"/>
        <w:numPr>
          <w:ilvl w:val="0"/>
          <w:numId w:val="48"/>
        </w:numPr>
        <w:rPr>
          <w:szCs w:val="22"/>
        </w:rPr>
      </w:pPr>
      <w:r>
        <w:rPr>
          <w:szCs w:val="22"/>
        </w:rPr>
        <w:t>You do not have to worry about cash being lost or stolen.</w:t>
      </w:r>
    </w:p>
    <w:p w:rsidR="00BB2440" w:rsidRDefault="00BB2440" w:rsidP="008E15AA">
      <w:pPr>
        <w:widowControl w:val="0"/>
        <w:numPr>
          <w:ilvl w:val="0"/>
          <w:numId w:val="48"/>
        </w:numPr>
        <w:rPr>
          <w:szCs w:val="22"/>
        </w:rPr>
      </w:pPr>
      <w:r>
        <w:rPr>
          <w:szCs w:val="22"/>
        </w:rPr>
        <w:t>You can easily save money for the future.</w:t>
      </w:r>
    </w:p>
    <w:p w:rsidR="00BB2440" w:rsidRDefault="00BB2440" w:rsidP="008E15AA">
      <w:pPr>
        <w:tabs>
          <w:tab w:val="left" w:pos="-1440"/>
        </w:tabs>
      </w:pPr>
    </w:p>
    <w:p w:rsidR="00BB2440" w:rsidRDefault="00BB2440">
      <w:pPr>
        <w:spacing w:line="240" w:lineRule="auto"/>
        <w:rPr>
          <w:rFonts w:ascii="Arial" w:hAnsi="Arial"/>
          <w:b/>
          <w:color w:val="C1961C"/>
          <w:kern w:val="32"/>
          <w:sz w:val="40"/>
          <w:szCs w:val="32"/>
        </w:rPr>
      </w:pPr>
      <w:r>
        <w:br w:type="page"/>
      </w:r>
    </w:p>
    <w:p w:rsidR="00BB2440" w:rsidRDefault="00BB2440" w:rsidP="00CF5F42">
      <w:pPr>
        <w:pStyle w:val="GoldHeading"/>
      </w:pPr>
      <w:bookmarkStart w:id="75" w:name="_Toc271614375"/>
      <w:r>
        <w:t>Activity 2: Name That Service</w:t>
      </w:r>
      <w:bookmarkEnd w:id="72"/>
      <w:bookmarkEnd w:id="73"/>
      <w:bookmarkEnd w:id="75"/>
    </w:p>
    <w:p w:rsidR="00BB2440" w:rsidRDefault="00BB2440" w:rsidP="00B31D06">
      <w:pPr>
        <w:tabs>
          <w:tab w:val="left" w:pos="-1440"/>
        </w:tabs>
      </w:pPr>
      <w:r>
        <w:t>Read the description of each service. Choose the banking service that matches it, and fill in the blank with the name of the banking service.</w:t>
      </w:r>
    </w:p>
    <w:p w:rsidR="00BB2440" w:rsidRDefault="00BB2440" w:rsidP="00B31D06">
      <w:pPr>
        <w:rPr>
          <w:szCs w:val="22"/>
        </w:rPr>
      </w:pPr>
    </w:p>
    <w:p w:rsidR="00BB2440" w:rsidRDefault="00BB2440" w:rsidP="00B31D06">
      <w:pPr>
        <w:tabs>
          <w:tab w:val="left" w:pos="-1440"/>
        </w:tabs>
        <w:spacing w:before="60" w:after="60"/>
        <w:rPr>
          <w:b/>
        </w:rPr>
      </w:pPr>
      <w:r>
        <w:rPr>
          <w:b/>
        </w:rPr>
        <w:t>Banking services</w:t>
      </w:r>
    </w:p>
    <w:tbl>
      <w:tblPr>
        <w:tblW w:w="0" w:type="auto"/>
        <w:jc w:val="center"/>
        <w:tblLayout w:type="fixed"/>
        <w:tblLook w:val="01E0"/>
      </w:tblPr>
      <w:tblGrid>
        <w:gridCol w:w="4519"/>
        <w:gridCol w:w="4519"/>
      </w:tblGrid>
      <w:tr w:rsidR="00BB2440" w:rsidTr="0084325D">
        <w:trPr>
          <w:jc w:val="center"/>
        </w:trPr>
        <w:tc>
          <w:tcPr>
            <w:tcW w:w="4519" w:type="dxa"/>
          </w:tcPr>
          <w:p w:rsidR="00BB2440" w:rsidRDefault="00BB2440" w:rsidP="0084325D">
            <w:pPr>
              <w:tabs>
                <w:tab w:val="left" w:pos="-1440"/>
              </w:tabs>
              <w:spacing w:before="60" w:after="60"/>
            </w:pPr>
            <w:r>
              <w:t>Direct deposits</w:t>
            </w:r>
          </w:p>
        </w:tc>
        <w:tc>
          <w:tcPr>
            <w:tcW w:w="4519" w:type="dxa"/>
          </w:tcPr>
          <w:p w:rsidR="00BB2440" w:rsidRDefault="00BB2440" w:rsidP="0084325D">
            <w:pPr>
              <w:tabs>
                <w:tab w:val="left" w:pos="-1440"/>
              </w:tabs>
              <w:spacing w:before="60" w:after="60"/>
            </w:pPr>
            <w:r>
              <w:t>Money transfer</w:t>
            </w:r>
          </w:p>
        </w:tc>
      </w:tr>
      <w:tr w:rsidR="00BB2440" w:rsidTr="0084325D">
        <w:trPr>
          <w:jc w:val="center"/>
        </w:trPr>
        <w:tc>
          <w:tcPr>
            <w:tcW w:w="4519" w:type="dxa"/>
          </w:tcPr>
          <w:p w:rsidR="00BB2440" w:rsidRDefault="00BB2440" w:rsidP="0084325D">
            <w:pPr>
              <w:tabs>
                <w:tab w:val="left" w:pos="-1440"/>
              </w:tabs>
              <w:spacing w:before="60" w:after="60"/>
            </w:pPr>
            <w:r>
              <w:t>Money order</w:t>
            </w:r>
          </w:p>
        </w:tc>
        <w:tc>
          <w:tcPr>
            <w:tcW w:w="4519" w:type="dxa"/>
          </w:tcPr>
          <w:p w:rsidR="00BB2440" w:rsidRDefault="00BB2440" w:rsidP="0084325D">
            <w:pPr>
              <w:tabs>
                <w:tab w:val="left" w:pos="-1440"/>
              </w:tabs>
              <w:spacing w:before="60" w:after="60"/>
            </w:pPr>
            <w:r>
              <w:t>Debit card</w:t>
            </w:r>
          </w:p>
        </w:tc>
      </w:tr>
      <w:tr w:rsidR="00BB2440" w:rsidTr="0084325D">
        <w:trPr>
          <w:jc w:val="center"/>
        </w:trPr>
        <w:tc>
          <w:tcPr>
            <w:tcW w:w="4519" w:type="dxa"/>
          </w:tcPr>
          <w:p w:rsidR="00BB2440" w:rsidRDefault="00BB2440" w:rsidP="0084325D">
            <w:pPr>
              <w:tabs>
                <w:tab w:val="left" w:pos="-1440"/>
              </w:tabs>
              <w:spacing w:before="60" w:after="60"/>
            </w:pPr>
            <w:r>
              <w:t>Telephone banking</w:t>
            </w:r>
          </w:p>
        </w:tc>
        <w:tc>
          <w:tcPr>
            <w:tcW w:w="4519" w:type="dxa"/>
          </w:tcPr>
          <w:p w:rsidR="00BB2440" w:rsidRDefault="00BB2440" w:rsidP="0084325D">
            <w:pPr>
              <w:tabs>
                <w:tab w:val="left" w:pos="-1440"/>
              </w:tabs>
              <w:spacing w:before="60" w:after="60"/>
            </w:pPr>
            <w:r>
              <w:t>Stored value card</w:t>
            </w:r>
          </w:p>
        </w:tc>
      </w:tr>
      <w:tr w:rsidR="00BB2440" w:rsidTr="0084325D">
        <w:trPr>
          <w:jc w:val="center"/>
        </w:trPr>
        <w:tc>
          <w:tcPr>
            <w:tcW w:w="4519" w:type="dxa"/>
          </w:tcPr>
          <w:p w:rsidR="00BB2440" w:rsidRDefault="00BB2440" w:rsidP="0084325D">
            <w:pPr>
              <w:tabs>
                <w:tab w:val="left" w:pos="-1440"/>
              </w:tabs>
              <w:spacing w:before="60" w:after="60"/>
            </w:pPr>
            <w:r>
              <w:t xml:space="preserve">Online banking </w:t>
            </w:r>
          </w:p>
        </w:tc>
        <w:tc>
          <w:tcPr>
            <w:tcW w:w="4519" w:type="dxa"/>
          </w:tcPr>
          <w:p w:rsidR="00BB2440" w:rsidRDefault="00BB2440" w:rsidP="0084325D">
            <w:pPr>
              <w:tabs>
                <w:tab w:val="left" w:pos="-1440"/>
              </w:tabs>
              <w:spacing w:before="60" w:after="60"/>
            </w:pPr>
            <w:r>
              <w:t>Loan</w:t>
            </w:r>
          </w:p>
        </w:tc>
      </w:tr>
      <w:tr w:rsidR="00BB2440" w:rsidTr="0084325D">
        <w:trPr>
          <w:jc w:val="center"/>
        </w:trPr>
        <w:tc>
          <w:tcPr>
            <w:tcW w:w="4519" w:type="dxa"/>
          </w:tcPr>
          <w:p w:rsidR="00BB2440" w:rsidRDefault="00BB2440" w:rsidP="0084325D">
            <w:pPr>
              <w:tabs>
                <w:tab w:val="left" w:pos="-1440"/>
              </w:tabs>
              <w:spacing w:before="60" w:after="60"/>
            </w:pPr>
            <w:r>
              <w:t>ATM</w:t>
            </w:r>
          </w:p>
        </w:tc>
        <w:tc>
          <w:tcPr>
            <w:tcW w:w="4519" w:type="dxa"/>
          </w:tcPr>
          <w:p w:rsidR="00BB2440" w:rsidRDefault="00BB2440" w:rsidP="0084325D">
            <w:pPr>
              <w:tabs>
                <w:tab w:val="left" w:pos="-1440"/>
              </w:tabs>
              <w:spacing w:before="60" w:after="60"/>
            </w:pPr>
            <w:r>
              <w:t>Remittance</w:t>
            </w:r>
          </w:p>
        </w:tc>
      </w:tr>
    </w:tbl>
    <w:p w:rsidR="00BB2440" w:rsidRDefault="00BB2440" w:rsidP="00B31D06">
      <w:pPr>
        <w:rPr>
          <w:szCs w:val="22"/>
        </w:rPr>
      </w:pPr>
    </w:p>
    <w:p w:rsidR="00BB2440" w:rsidRDefault="00BB2440" w:rsidP="00B31D06">
      <w:pPr>
        <w:tabs>
          <w:tab w:val="left" w:pos="-1440"/>
        </w:tabs>
        <w:spacing w:before="60" w:after="60"/>
        <w:rPr>
          <w:b/>
        </w:rPr>
      </w:pPr>
      <w:r>
        <w:rPr>
          <w:b/>
        </w:rPr>
        <w:t>Description of services</w:t>
      </w:r>
    </w:p>
    <w:p w:rsidR="00BB2440" w:rsidRDefault="00BB2440" w:rsidP="00B31D06">
      <w:pPr>
        <w:tabs>
          <w:tab w:val="left" w:pos="-1440"/>
        </w:tabs>
        <w:spacing w:before="60" w:after="60"/>
      </w:pPr>
    </w:p>
    <w:p w:rsidR="00BB2440" w:rsidRDefault="00BB2440" w:rsidP="0084325D">
      <w:pPr>
        <w:numPr>
          <w:ilvl w:val="0"/>
          <w:numId w:val="6"/>
        </w:numPr>
        <w:tabs>
          <w:tab w:val="left" w:pos="-1440"/>
        </w:tabs>
      </w:pPr>
      <w:r>
        <w:t>__________________</w:t>
      </w:r>
      <w:r>
        <w:rPr>
          <w:u w:val="single"/>
        </w:rPr>
        <w:tab/>
      </w:r>
      <w:r>
        <w:t xml:space="preserve"> A method of electronically transferring money from one bank to another.</w:t>
      </w:r>
    </w:p>
    <w:p w:rsidR="00BB2440" w:rsidRDefault="00BB2440" w:rsidP="00B31D06">
      <w:pPr>
        <w:tabs>
          <w:tab w:val="left" w:pos="-1440"/>
        </w:tabs>
      </w:pPr>
    </w:p>
    <w:p w:rsidR="00BB2440" w:rsidRDefault="00BB2440" w:rsidP="0084325D">
      <w:pPr>
        <w:numPr>
          <w:ilvl w:val="0"/>
          <w:numId w:val="6"/>
        </w:numPr>
        <w:tabs>
          <w:tab w:val="left" w:pos="-1440"/>
        </w:tabs>
      </w:pPr>
      <w:r>
        <w:t>______________________</w:t>
      </w:r>
      <w:r>
        <w:rPr>
          <w:u w:val="single"/>
        </w:rPr>
        <w:tab/>
        <w:t xml:space="preserve"> </w:t>
      </w:r>
      <w:r>
        <w:t>A specific type of money transfer that goes to a bank or a person in another country.</w:t>
      </w:r>
    </w:p>
    <w:p w:rsidR="00BB2440" w:rsidRDefault="00BB2440" w:rsidP="00B31D06">
      <w:pPr>
        <w:tabs>
          <w:tab w:val="left" w:pos="-1440"/>
        </w:tabs>
      </w:pPr>
      <w:r>
        <w:softHyphen/>
      </w:r>
    </w:p>
    <w:p w:rsidR="00BB2440" w:rsidRDefault="00BB2440" w:rsidP="0084325D">
      <w:pPr>
        <w:numPr>
          <w:ilvl w:val="0"/>
          <w:numId w:val="6"/>
        </w:numPr>
        <w:tabs>
          <w:tab w:val="left" w:pos="-1440"/>
        </w:tabs>
      </w:pPr>
      <w:r>
        <w:t>_______</w:t>
      </w:r>
      <w:r>
        <w:rPr>
          <w:u w:val="single"/>
        </w:rPr>
        <w:tab/>
      </w:r>
      <w:r>
        <w:t>___</w:t>
      </w:r>
      <w:r>
        <w:rPr>
          <w:u w:val="single"/>
        </w:rPr>
        <w:tab/>
      </w:r>
      <w:r>
        <w:rPr>
          <w:u w:val="single"/>
        </w:rPr>
        <w:tab/>
      </w:r>
      <w:r>
        <w:t xml:space="preserve"> A kiosk or terminal where you can deposit, withdraw, or transfer money from one </w:t>
      </w:r>
    </w:p>
    <w:p w:rsidR="00BB2440" w:rsidRDefault="00BB2440" w:rsidP="00B31D06">
      <w:pPr>
        <w:tabs>
          <w:tab w:val="left" w:pos="-1440"/>
        </w:tabs>
        <w:ind w:left="360"/>
      </w:pPr>
      <w:r>
        <w:tab/>
      </w:r>
      <w:r>
        <w:tab/>
      </w:r>
      <w:r>
        <w:tab/>
      </w:r>
      <w:r>
        <w:tab/>
        <w:t xml:space="preserve"> account to another 24 hours a day.</w:t>
      </w:r>
    </w:p>
    <w:p w:rsidR="00BB2440" w:rsidRDefault="00BB2440" w:rsidP="00B31D06">
      <w:pPr>
        <w:tabs>
          <w:tab w:val="left" w:pos="-1440"/>
        </w:tabs>
      </w:pPr>
    </w:p>
    <w:p w:rsidR="00BB2440" w:rsidRDefault="00BB2440" w:rsidP="0084325D">
      <w:pPr>
        <w:numPr>
          <w:ilvl w:val="0"/>
          <w:numId w:val="6"/>
        </w:numPr>
        <w:tabs>
          <w:tab w:val="left" w:pos="-1440"/>
        </w:tabs>
      </w:pPr>
      <w:r>
        <w:t>_______________________ You place a call to check your account balance.</w:t>
      </w:r>
    </w:p>
    <w:p w:rsidR="00BB2440" w:rsidRDefault="00BB2440" w:rsidP="00B31D06">
      <w:pPr>
        <w:tabs>
          <w:tab w:val="left" w:pos="-1440"/>
        </w:tabs>
      </w:pPr>
    </w:p>
    <w:p w:rsidR="00BB2440" w:rsidRDefault="00BB2440" w:rsidP="0084325D">
      <w:pPr>
        <w:numPr>
          <w:ilvl w:val="0"/>
          <w:numId w:val="6"/>
        </w:numPr>
        <w:tabs>
          <w:tab w:val="left" w:pos="-1440"/>
        </w:tabs>
      </w:pPr>
      <w:r>
        <w:t xml:space="preserve">_______________________ This allows you to check your account balance on the computer. It may also include the </w:t>
      </w:r>
    </w:p>
    <w:p w:rsidR="00BB2440" w:rsidRDefault="00BB2440">
      <w:pPr>
        <w:tabs>
          <w:tab w:val="left" w:pos="-1440"/>
        </w:tabs>
      </w:pPr>
      <w:r>
        <w:tab/>
      </w:r>
      <w:r>
        <w:tab/>
      </w:r>
      <w:r>
        <w:tab/>
      </w:r>
      <w:r>
        <w:tab/>
        <w:t xml:space="preserve">  ability to pay bills and transfer funds between accounts. </w:t>
      </w:r>
    </w:p>
    <w:p w:rsidR="00BB2440" w:rsidRDefault="00BB2440" w:rsidP="00B31D06">
      <w:pPr>
        <w:tabs>
          <w:tab w:val="left" w:pos="-1440"/>
        </w:tabs>
        <w:ind w:left="360"/>
      </w:pPr>
    </w:p>
    <w:p w:rsidR="00BB2440" w:rsidRDefault="00BB2440" w:rsidP="0084325D">
      <w:pPr>
        <w:numPr>
          <w:ilvl w:val="0"/>
          <w:numId w:val="6"/>
        </w:numPr>
        <w:tabs>
          <w:tab w:val="left" w:pos="-1440"/>
        </w:tabs>
      </w:pPr>
      <w:r>
        <w:t>_______________________ This is used like a check to pay a bill.</w:t>
      </w:r>
    </w:p>
    <w:p w:rsidR="00BB2440" w:rsidRDefault="00BB2440" w:rsidP="00B31D06">
      <w:pPr>
        <w:tabs>
          <w:tab w:val="left" w:pos="-1440"/>
        </w:tabs>
      </w:pPr>
    </w:p>
    <w:p w:rsidR="00BB2440" w:rsidRDefault="00BB2440" w:rsidP="0084325D">
      <w:pPr>
        <w:numPr>
          <w:ilvl w:val="0"/>
          <w:numId w:val="6"/>
        </w:numPr>
        <w:tabs>
          <w:tab w:val="left" w:pos="-1440"/>
        </w:tabs>
      </w:pPr>
      <w:r>
        <w:t xml:space="preserve">_______________________ One method your employer or a government agency might choose to issue your </w:t>
      </w:r>
    </w:p>
    <w:p w:rsidR="00BB2440" w:rsidRDefault="00BB2440" w:rsidP="00B31D06">
      <w:pPr>
        <w:tabs>
          <w:tab w:val="left" w:pos="-1440"/>
        </w:tabs>
      </w:pPr>
      <w:r>
        <w:tab/>
      </w:r>
      <w:r>
        <w:tab/>
      </w:r>
      <w:r>
        <w:tab/>
      </w:r>
      <w:r>
        <w:tab/>
        <w:t xml:space="preserve">  paycheck or benefits check.</w:t>
      </w:r>
    </w:p>
    <w:p w:rsidR="00BB2440" w:rsidRDefault="00BB2440" w:rsidP="00B31D06">
      <w:pPr>
        <w:tabs>
          <w:tab w:val="left" w:pos="-1440"/>
        </w:tabs>
        <w:ind w:left="360"/>
      </w:pPr>
    </w:p>
    <w:p w:rsidR="00BB2440" w:rsidRDefault="00BB2440" w:rsidP="0084325D">
      <w:pPr>
        <w:numPr>
          <w:ilvl w:val="0"/>
          <w:numId w:val="6"/>
        </w:numPr>
        <w:tabs>
          <w:tab w:val="left" w:pos="-1440"/>
        </w:tabs>
      </w:pPr>
      <w:r>
        <w:t>_______________________ Money you borrow from a bank with a written promise to pay it back later.</w:t>
      </w:r>
    </w:p>
    <w:p w:rsidR="00BB2440" w:rsidRDefault="00BB2440" w:rsidP="00B31D06">
      <w:pPr>
        <w:tabs>
          <w:tab w:val="left" w:pos="-1440"/>
        </w:tabs>
      </w:pPr>
    </w:p>
    <w:p w:rsidR="00BB2440" w:rsidRDefault="00BB2440" w:rsidP="0084325D">
      <w:pPr>
        <w:numPr>
          <w:ilvl w:val="0"/>
          <w:numId w:val="6"/>
        </w:numPr>
        <w:tabs>
          <w:tab w:val="left" w:pos="-1440"/>
        </w:tabs>
      </w:pPr>
      <w:r>
        <w:t xml:space="preserve">_______________________ When you use this card to buy something from a store or another business, the money </w:t>
      </w:r>
    </w:p>
    <w:p w:rsidR="00BB2440" w:rsidRDefault="00BB2440" w:rsidP="00B31D06">
      <w:pPr>
        <w:tabs>
          <w:tab w:val="left" w:pos="-1440"/>
        </w:tabs>
      </w:pPr>
      <w:r>
        <w:tab/>
      </w:r>
      <w:r>
        <w:tab/>
      </w:r>
      <w:r>
        <w:tab/>
      </w:r>
      <w:r>
        <w:tab/>
        <w:t xml:space="preserve">  comes out of your bank account immediately.</w:t>
      </w:r>
    </w:p>
    <w:p w:rsidR="00BB2440" w:rsidRDefault="00BB2440" w:rsidP="00B31D06">
      <w:pPr>
        <w:tabs>
          <w:tab w:val="left" w:pos="-1440"/>
        </w:tabs>
      </w:pPr>
    </w:p>
    <w:p w:rsidR="00BB2440" w:rsidRDefault="00BB2440" w:rsidP="0084325D">
      <w:pPr>
        <w:numPr>
          <w:ilvl w:val="0"/>
          <w:numId w:val="6"/>
        </w:numPr>
        <w:tabs>
          <w:tab w:val="left" w:pos="-1440"/>
        </w:tabs>
      </w:pPr>
      <w:r>
        <w:t>_______________________ A card onto which you can load money to be used for future purchases.</w:t>
      </w:r>
    </w:p>
    <w:p w:rsidR="00BB2440" w:rsidRDefault="00BB2440" w:rsidP="00B31D06">
      <w:pPr>
        <w:tabs>
          <w:tab w:val="left" w:pos="-1440"/>
        </w:tabs>
      </w:pPr>
    </w:p>
    <w:p w:rsidR="00BB2440" w:rsidRDefault="00BB2440" w:rsidP="00B31D06">
      <w:pPr>
        <w:pStyle w:val="Body"/>
      </w:pPr>
    </w:p>
    <w:p w:rsidR="00BB2440" w:rsidRDefault="00BB2440" w:rsidP="00CF5F42">
      <w:pPr>
        <w:pStyle w:val="GoldHeading"/>
      </w:pPr>
      <w:r>
        <w:br w:type="page"/>
      </w:r>
      <w:r>
        <w:rPr>
          <w:noProof/>
        </w:rPr>
        <w:pict>
          <v:shape id="Picture 4" o:spid="_x0000_s1034" type="#_x0000_t75" alt="Notices and envelope" style="position:absolute;margin-left:435pt;margin-top:32.45pt;width:101.05pt;height:69.4pt;z-index:-251658752;visibility:visible" wrapcoords="10080 232 6080 697 2720 2323 2880 3948 3840 7665 3840 9290 6560 11381 8480 11381 2400 12542 160 14168 480 15097 2880 18813 4800 20903 4960 20903 7040 20903 7360 20903 10880 19045 17600 15329 18560 15097 21440 12310 21440 11381 19840 7665 13920 3948 12000 465 11840 232 10080 232">
            <v:imagedata r:id="rId12" o:title=""/>
            <w10:wrap type="tight"/>
          </v:shape>
        </w:pict>
      </w:r>
      <w:bookmarkStart w:id="76" w:name="_Toc265498503"/>
      <w:bookmarkStart w:id="77" w:name="_Toc265498913"/>
      <w:bookmarkStart w:id="78" w:name="_Toc271614376"/>
      <w:r>
        <w:t>Privacy Laws and Regulations</w:t>
      </w:r>
      <w:bookmarkEnd w:id="76"/>
      <w:bookmarkEnd w:id="77"/>
      <w:bookmarkEnd w:id="78"/>
    </w:p>
    <w:p w:rsidR="00BB2440" w:rsidRDefault="00BB2440">
      <w:pPr>
        <w:pStyle w:val="Heading2"/>
        <w:spacing w:after="20"/>
      </w:pPr>
      <w:bookmarkStart w:id="79" w:name="_Toc265498504"/>
      <w:bookmarkStart w:id="80" w:name="_Toc265498914"/>
      <w:r>
        <w:t>Privacy Notices</w:t>
      </w:r>
      <w:bookmarkEnd w:id="79"/>
      <w:bookmarkEnd w:id="80"/>
      <w:r>
        <w:t xml:space="preserve"> </w:t>
      </w:r>
    </w:p>
    <w:p w:rsidR="00BB2440" w:rsidRDefault="00BB2440" w:rsidP="00B31D06">
      <w:pPr>
        <w:rPr>
          <w:szCs w:val="22"/>
        </w:rPr>
      </w:pPr>
      <w:r>
        <w:rPr>
          <w:i/>
          <w:szCs w:val="22"/>
        </w:rPr>
        <w:t>Privacy notices</w:t>
      </w:r>
      <w:r>
        <w:rPr>
          <w:szCs w:val="22"/>
        </w:rPr>
        <w:t xml:space="preserve"> explain how: </w:t>
      </w:r>
    </w:p>
    <w:p w:rsidR="00BB2440" w:rsidRDefault="00BB2440" w:rsidP="00D32FE7">
      <w:pPr>
        <w:numPr>
          <w:ilvl w:val="0"/>
          <w:numId w:val="42"/>
        </w:numPr>
        <w:rPr>
          <w:szCs w:val="22"/>
        </w:rPr>
      </w:pPr>
      <w:r>
        <w:rPr>
          <w:szCs w:val="22"/>
        </w:rPr>
        <w:t xml:space="preserve">The company collects, handles, and shares your personal financial information </w:t>
      </w:r>
    </w:p>
    <w:p w:rsidR="00BB2440" w:rsidRDefault="00BB2440" w:rsidP="00D32FE7">
      <w:pPr>
        <w:numPr>
          <w:ilvl w:val="0"/>
          <w:numId w:val="42"/>
        </w:numPr>
        <w:rPr>
          <w:szCs w:val="22"/>
        </w:rPr>
      </w:pPr>
      <w:r>
        <w:rPr>
          <w:szCs w:val="22"/>
        </w:rPr>
        <w:t xml:space="preserve">Your personal financial information is protected </w:t>
      </w:r>
    </w:p>
    <w:p w:rsidR="00BB2440" w:rsidRDefault="00BB2440" w:rsidP="00D32FE7">
      <w:pPr>
        <w:numPr>
          <w:ilvl w:val="0"/>
          <w:numId w:val="42"/>
        </w:numPr>
        <w:rPr>
          <w:szCs w:val="22"/>
        </w:rPr>
      </w:pPr>
      <w:r>
        <w:rPr>
          <w:szCs w:val="22"/>
        </w:rPr>
        <w:t>You might limit the company from sharing your information with others</w:t>
      </w:r>
    </w:p>
    <w:p w:rsidR="00BB2440" w:rsidRDefault="00BB2440" w:rsidP="00B31D06">
      <w:pPr>
        <w:rPr>
          <w:szCs w:val="22"/>
        </w:rPr>
      </w:pPr>
    </w:p>
    <w:p w:rsidR="00BB2440" w:rsidRDefault="00BB2440" w:rsidP="00B31D06">
      <w:pPr>
        <w:rPr>
          <w:szCs w:val="22"/>
        </w:rPr>
      </w:pPr>
      <w:r>
        <w:rPr>
          <w:szCs w:val="22"/>
        </w:rPr>
        <w:t xml:space="preserve">You will receive an initial privacy notice when you open your account and every year thereafter. </w:t>
      </w:r>
    </w:p>
    <w:p w:rsidR="00BB2440" w:rsidRDefault="00BB2440" w:rsidP="00B31D06">
      <w:pPr>
        <w:rPr>
          <w:szCs w:val="22"/>
        </w:rPr>
      </w:pPr>
    </w:p>
    <w:p w:rsidR="00BB2440" w:rsidRDefault="00BB2440" w:rsidP="00B31D06">
      <w:pPr>
        <w:rPr>
          <w:szCs w:val="22"/>
        </w:rPr>
      </w:pPr>
      <w:r>
        <w:rPr>
          <w:szCs w:val="22"/>
        </w:rPr>
        <w:t>Financial institutions may share your information with other companies to offer you other products and services. Federal privacy laws give you the right to stop or opt out of some sharing of your personal financial information.</w:t>
      </w:r>
    </w:p>
    <w:p w:rsidR="00BB2440" w:rsidRDefault="00BB2440" w:rsidP="00B31D06">
      <w:pPr>
        <w:rPr>
          <w:szCs w:val="22"/>
        </w:rPr>
      </w:pPr>
    </w:p>
    <w:p w:rsidR="00BB2440" w:rsidRDefault="00BB2440">
      <w:pPr>
        <w:pStyle w:val="Heading2"/>
        <w:spacing w:after="20"/>
        <w:rPr>
          <w:rFonts w:ascii="Times New Roman" w:hAnsi="Times New Roman"/>
          <w:bCs/>
        </w:rPr>
      </w:pPr>
      <w:bookmarkStart w:id="81" w:name="_Toc265498505"/>
      <w:bookmarkStart w:id="82" w:name="_Toc265498915"/>
      <w:r>
        <w:t>Opting Out</w:t>
      </w:r>
      <w:bookmarkEnd w:id="81"/>
      <w:bookmarkEnd w:id="82"/>
    </w:p>
    <w:p w:rsidR="00BB2440" w:rsidRDefault="00BB2440" w:rsidP="00B31D06">
      <w:pPr>
        <w:rPr>
          <w:bCs/>
        </w:rPr>
      </w:pPr>
      <w:r>
        <w:rPr>
          <w:bCs/>
        </w:rPr>
        <w:t>If you prefer to limit the promotions you receive, or if you do not want marketers and others to have your personal financial information, you must:</w:t>
      </w:r>
    </w:p>
    <w:p w:rsidR="00BB2440" w:rsidRDefault="00BB2440" w:rsidP="0084325D">
      <w:pPr>
        <w:numPr>
          <w:ilvl w:val="0"/>
          <w:numId w:val="15"/>
        </w:numPr>
        <w:rPr>
          <w:bCs/>
        </w:rPr>
      </w:pPr>
      <w:r>
        <w:rPr>
          <w:bCs/>
        </w:rPr>
        <w:t>Review the privacy notice to determine whether the company shares information with others.</w:t>
      </w:r>
    </w:p>
    <w:p w:rsidR="00BB2440" w:rsidRDefault="00BB2440" w:rsidP="0084325D">
      <w:pPr>
        <w:numPr>
          <w:ilvl w:val="0"/>
          <w:numId w:val="15"/>
        </w:numPr>
        <w:rPr>
          <w:bCs/>
        </w:rPr>
      </w:pPr>
      <w:r>
        <w:rPr>
          <w:bCs/>
        </w:rPr>
        <w:t>Tell the credit bureaus not to share information on you with lenders and insurers who use the information to decide whether to send you unsolicited offers of credit or insurance.</w:t>
      </w:r>
    </w:p>
    <w:p w:rsidR="00BB2440" w:rsidRDefault="00BB2440" w:rsidP="00B31D06">
      <w:pPr>
        <w:rPr>
          <w:bCs/>
        </w:rPr>
      </w:pPr>
      <w:bookmarkStart w:id="83" w:name="_GoBack"/>
      <w:bookmarkEnd w:id="83"/>
    </w:p>
    <w:p w:rsidR="00BB2440" w:rsidRDefault="00BB2440" w:rsidP="00B31D06">
      <w:pPr>
        <w:rPr>
          <w:bCs/>
        </w:rPr>
      </w:pPr>
      <w:r>
        <w:rPr>
          <w:bCs/>
        </w:rPr>
        <w:t>You have the right to opt out of some information sharing with companies that are:</w:t>
      </w:r>
    </w:p>
    <w:p w:rsidR="00BB2440" w:rsidRDefault="00BB2440" w:rsidP="0084325D">
      <w:pPr>
        <w:numPr>
          <w:ilvl w:val="0"/>
          <w:numId w:val="7"/>
        </w:numPr>
        <w:rPr>
          <w:bCs/>
        </w:rPr>
      </w:pPr>
      <w:r>
        <w:rPr>
          <w:bCs/>
        </w:rPr>
        <w:t>Part of the same corporate group as your financial company (or affiliates)</w:t>
      </w:r>
    </w:p>
    <w:p w:rsidR="00BB2440" w:rsidRDefault="00BB2440" w:rsidP="0084325D">
      <w:pPr>
        <w:numPr>
          <w:ilvl w:val="0"/>
          <w:numId w:val="7"/>
        </w:numPr>
        <w:rPr>
          <w:bCs/>
        </w:rPr>
      </w:pPr>
      <w:r>
        <w:rPr>
          <w:bCs/>
        </w:rPr>
        <w:t>Not part of the same corporate group as your financial company (or non-affiliates)</w:t>
      </w:r>
    </w:p>
    <w:p w:rsidR="00BB2440" w:rsidRDefault="00BB2440" w:rsidP="00B31D06">
      <w:pPr>
        <w:ind w:left="360"/>
        <w:rPr>
          <w:bCs/>
        </w:rPr>
      </w:pPr>
    </w:p>
    <w:p w:rsidR="00BB2440" w:rsidRDefault="00BB2440" w:rsidP="00B31D06">
      <w:pPr>
        <w:rPr>
          <w:bCs/>
        </w:rPr>
      </w:pPr>
      <w:r>
        <w:rPr>
          <w:bCs/>
        </w:rPr>
        <w:t>You can opt out of receiving prescreened offers by:</w:t>
      </w:r>
    </w:p>
    <w:p w:rsidR="00BB2440" w:rsidRDefault="00BB2440" w:rsidP="0084325D">
      <w:pPr>
        <w:numPr>
          <w:ilvl w:val="0"/>
          <w:numId w:val="16"/>
        </w:numPr>
        <w:rPr>
          <w:bCs/>
        </w:rPr>
      </w:pPr>
      <w:r>
        <w:rPr>
          <w:bCs/>
        </w:rPr>
        <w:t xml:space="preserve">Calling </w:t>
      </w:r>
      <w:r>
        <w:rPr>
          <w:b/>
          <w:bCs/>
        </w:rPr>
        <w:t xml:space="preserve">1-888-5-OPTOUT (567-8688) </w:t>
      </w:r>
    </w:p>
    <w:p w:rsidR="00BB2440" w:rsidRDefault="00BB2440" w:rsidP="0084325D">
      <w:pPr>
        <w:numPr>
          <w:ilvl w:val="0"/>
          <w:numId w:val="16"/>
        </w:numPr>
        <w:rPr>
          <w:bCs/>
        </w:rPr>
      </w:pPr>
      <w:r>
        <w:rPr>
          <w:bCs/>
        </w:rPr>
        <w:t xml:space="preserve">Visiting </w:t>
      </w:r>
      <w:hyperlink r:id="rId13" w:history="1">
        <w:r>
          <w:rPr>
            <w:bCs/>
            <w:color w:val="0000FF"/>
            <w:u w:val="single"/>
          </w:rPr>
          <w:t>www.optoutprescreen.com</w:t>
        </w:r>
      </w:hyperlink>
      <w:r>
        <w:rPr>
          <w:bCs/>
        </w:rPr>
        <w:t xml:space="preserve"> </w:t>
      </w:r>
    </w:p>
    <w:p w:rsidR="00BB2440" w:rsidRDefault="00BB2440" w:rsidP="00B31D06"/>
    <w:p w:rsidR="00BB2440" w:rsidRDefault="00BB2440" w:rsidP="00B31D06">
      <w:r>
        <w:t>Note:</w:t>
      </w:r>
    </w:p>
    <w:p w:rsidR="00BB2440" w:rsidRDefault="00BB2440" w:rsidP="0084325D">
      <w:pPr>
        <w:numPr>
          <w:ilvl w:val="0"/>
          <w:numId w:val="8"/>
        </w:numPr>
      </w:pPr>
      <w:r>
        <w:t>If you opt out, you limit the extent to which the company can provide your personal financial information to non-affiliates.</w:t>
      </w:r>
    </w:p>
    <w:p w:rsidR="00BB2440" w:rsidRDefault="00BB2440" w:rsidP="0084325D">
      <w:pPr>
        <w:numPr>
          <w:ilvl w:val="0"/>
          <w:numId w:val="8"/>
        </w:numPr>
      </w:pPr>
      <w:r>
        <w:t>If you do not opt out within a reasonable period of time (e.g., 30 days after the company mails the notice), then the company can share certain personal financial information.</w:t>
      </w:r>
    </w:p>
    <w:p w:rsidR="00BB2440" w:rsidRDefault="00BB2440" w:rsidP="0084325D">
      <w:pPr>
        <w:numPr>
          <w:ilvl w:val="0"/>
          <w:numId w:val="8"/>
        </w:numPr>
      </w:pPr>
      <w:r>
        <w:t>If you did not opt out the first time you received a privacy notice from a financial company, contact your financial company and ask for instructions on how to opt out.</w:t>
      </w:r>
    </w:p>
    <w:p w:rsidR="00BB2440" w:rsidRDefault="00BB2440" w:rsidP="0084325D">
      <w:pPr>
        <w:numPr>
          <w:ilvl w:val="0"/>
          <w:numId w:val="8"/>
        </w:numPr>
      </w:pPr>
      <w:r>
        <w:t>Remember, however, that any personal financial information that was shared before you opted out cannot be retrieved.</w:t>
      </w:r>
    </w:p>
    <w:p w:rsidR="00BB2440" w:rsidRDefault="00BB2440" w:rsidP="00B31D06"/>
    <w:p w:rsidR="00BB2440" w:rsidRDefault="00BB2440" w:rsidP="00B31D06"/>
    <w:p w:rsidR="00BB2440" w:rsidRDefault="00BB2440" w:rsidP="00B31D06"/>
    <w:p w:rsidR="00BB2440" w:rsidRDefault="00BB2440" w:rsidP="00B31D06"/>
    <w:p w:rsidR="00BB2440" w:rsidRDefault="00BB2440" w:rsidP="00B31D06">
      <w:r>
        <w:t xml:space="preserve">You cannot opt out and completely stop the flow of all your personal financial information. The law permits your financial companies to share certain information about you without giving you the right to opt out. Among other things, your financial company can provide to non-affiliates: </w:t>
      </w:r>
    </w:p>
    <w:p w:rsidR="00BB2440" w:rsidRDefault="00BB2440" w:rsidP="0084325D">
      <w:pPr>
        <w:numPr>
          <w:ilvl w:val="0"/>
          <w:numId w:val="8"/>
        </w:numPr>
      </w:pPr>
      <w:r>
        <w:t>Information about you to firms that help promote and market the company’s own products or products offered under a joint agreement between two financial companies</w:t>
      </w:r>
    </w:p>
    <w:p w:rsidR="00BB2440" w:rsidRDefault="00BB2440" w:rsidP="0084325D">
      <w:pPr>
        <w:numPr>
          <w:ilvl w:val="0"/>
          <w:numId w:val="8"/>
        </w:numPr>
      </w:pPr>
      <w:r>
        <w:t>Records of your transactions―such as your loan payments and credit card or debit card purchases―to firms that provide data processing and mailing services for your company</w:t>
      </w:r>
    </w:p>
    <w:p w:rsidR="00BB2440" w:rsidRDefault="00BB2440" w:rsidP="0084325D">
      <w:pPr>
        <w:numPr>
          <w:ilvl w:val="0"/>
          <w:numId w:val="8"/>
        </w:numPr>
      </w:pPr>
      <w:r>
        <w:t>Information about you in response to a court order</w:t>
      </w:r>
    </w:p>
    <w:p w:rsidR="00BB2440" w:rsidRDefault="00BB2440" w:rsidP="0084325D">
      <w:pPr>
        <w:numPr>
          <w:ilvl w:val="0"/>
          <w:numId w:val="8"/>
        </w:numPr>
      </w:pPr>
      <w:r>
        <w:t>Your payment history on loans and credit cards to credit reporting agencies</w:t>
      </w:r>
    </w:p>
    <w:p w:rsidR="00BB2440" w:rsidRDefault="00BB2440" w:rsidP="00B31D06">
      <w:pPr>
        <w:pStyle w:val="Body"/>
      </w:pPr>
    </w:p>
    <w:p w:rsidR="00BB2440" w:rsidRPr="00FA6337" w:rsidRDefault="00BB2440" w:rsidP="00CF5F42">
      <w:pPr>
        <w:pStyle w:val="GoldHeading"/>
      </w:pPr>
      <w:bookmarkStart w:id="84" w:name="_Toc265498506"/>
      <w:bookmarkStart w:id="85" w:name="_Toc265498916"/>
      <w:bookmarkStart w:id="86" w:name="_Toc271614377"/>
      <w:r w:rsidRPr="00FA6337">
        <w:t>Important Bank Employees</w:t>
      </w:r>
      <w:bookmarkEnd w:id="84"/>
      <w:bookmarkEnd w:id="85"/>
      <w:bookmarkEnd w:id="86"/>
    </w:p>
    <w:p w:rsidR="00BB2440" w:rsidRDefault="00BB2440" w:rsidP="00FF0716">
      <w:pPr>
        <w:rPr>
          <w:szCs w:val="22"/>
        </w:rPr>
      </w:pPr>
      <w:r>
        <w:rPr>
          <w:szCs w:val="22"/>
        </w:rPr>
        <w:t>The primary bank employees to be familiar with are:</w:t>
      </w:r>
    </w:p>
    <w:p w:rsidR="00BB2440" w:rsidRDefault="00BB2440" w:rsidP="00FF0716">
      <w:pPr>
        <w:numPr>
          <w:ilvl w:val="0"/>
          <w:numId w:val="43"/>
        </w:numPr>
        <w:rPr>
          <w:szCs w:val="22"/>
        </w:rPr>
      </w:pPr>
      <w:r>
        <w:rPr>
          <w:szCs w:val="22"/>
        </w:rPr>
        <w:t>The customer service representative</w:t>
      </w:r>
    </w:p>
    <w:p w:rsidR="00BB2440" w:rsidRDefault="00BB2440" w:rsidP="00FF0716">
      <w:pPr>
        <w:numPr>
          <w:ilvl w:val="1"/>
          <w:numId w:val="43"/>
        </w:numPr>
        <w:rPr>
          <w:szCs w:val="22"/>
        </w:rPr>
      </w:pPr>
      <w:r>
        <w:rPr>
          <w:szCs w:val="22"/>
        </w:rPr>
        <w:t>Helps you open your account</w:t>
      </w:r>
    </w:p>
    <w:p w:rsidR="00BB2440" w:rsidRDefault="00BB2440" w:rsidP="00FF0716">
      <w:pPr>
        <w:numPr>
          <w:ilvl w:val="1"/>
          <w:numId w:val="43"/>
        </w:numPr>
        <w:rPr>
          <w:szCs w:val="22"/>
        </w:rPr>
      </w:pPr>
      <w:r>
        <w:rPr>
          <w:szCs w:val="22"/>
        </w:rPr>
        <w:t>Explains services</w:t>
      </w:r>
    </w:p>
    <w:p w:rsidR="00BB2440" w:rsidRDefault="00BB2440" w:rsidP="00FF0716">
      <w:pPr>
        <w:numPr>
          <w:ilvl w:val="1"/>
          <w:numId w:val="43"/>
        </w:numPr>
        <w:rPr>
          <w:szCs w:val="22"/>
        </w:rPr>
      </w:pPr>
      <w:r>
        <w:rPr>
          <w:szCs w:val="22"/>
        </w:rPr>
        <w:t>Answers general questions</w:t>
      </w:r>
    </w:p>
    <w:p w:rsidR="00BB2440" w:rsidRDefault="00BB2440" w:rsidP="00FF0716">
      <w:pPr>
        <w:numPr>
          <w:ilvl w:val="1"/>
          <w:numId w:val="43"/>
        </w:numPr>
        <w:rPr>
          <w:szCs w:val="22"/>
        </w:rPr>
      </w:pPr>
      <w:r>
        <w:rPr>
          <w:szCs w:val="22"/>
        </w:rPr>
        <w:t>Refers you to other employees who can help you</w:t>
      </w:r>
    </w:p>
    <w:p w:rsidR="00BB2440" w:rsidRDefault="00BB2440" w:rsidP="00FF0716">
      <w:pPr>
        <w:numPr>
          <w:ilvl w:val="1"/>
          <w:numId w:val="43"/>
        </w:numPr>
        <w:rPr>
          <w:szCs w:val="22"/>
        </w:rPr>
      </w:pPr>
      <w:r>
        <w:rPr>
          <w:szCs w:val="22"/>
        </w:rPr>
        <w:t>Provides written information explaining the bank products</w:t>
      </w:r>
    </w:p>
    <w:p w:rsidR="00BB2440" w:rsidRDefault="00BB2440" w:rsidP="00FF0716">
      <w:pPr>
        <w:numPr>
          <w:ilvl w:val="0"/>
          <w:numId w:val="43"/>
        </w:numPr>
        <w:rPr>
          <w:szCs w:val="22"/>
        </w:rPr>
      </w:pPr>
      <w:r>
        <w:rPr>
          <w:szCs w:val="22"/>
        </w:rPr>
        <w:t>The teller</w:t>
      </w:r>
    </w:p>
    <w:p w:rsidR="00BB2440" w:rsidRDefault="00BB2440" w:rsidP="00FF0716">
      <w:pPr>
        <w:numPr>
          <w:ilvl w:val="1"/>
          <w:numId w:val="43"/>
        </w:numPr>
        <w:rPr>
          <w:szCs w:val="22"/>
        </w:rPr>
      </w:pPr>
      <w:r>
        <w:rPr>
          <w:szCs w:val="22"/>
        </w:rPr>
        <w:t>Deposits your money for you</w:t>
      </w:r>
    </w:p>
    <w:p w:rsidR="00BB2440" w:rsidRDefault="00BB2440" w:rsidP="00FF0716">
      <w:pPr>
        <w:numPr>
          <w:ilvl w:val="1"/>
          <w:numId w:val="43"/>
        </w:numPr>
        <w:rPr>
          <w:szCs w:val="22"/>
        </w:rPr>
      </w:pPr>
      <w:r>
        <w:rPr>
          <w:szCs w:val="22"/>
        </w:rPr>
        <w:t>Cashes your checks</w:t>
      </w:r>
    </w:p>
    <w:p w:rsidR="00BB2440" w:rsidRDefault="00BB2440" w:rsidP="00FF0716">
      <w:pPr>
        <w:numPr>
          <w:ilvl w:val="1"/>
          <w:numId w:val="43"/>
        </w:numPr>
        <w:rPr>
          <w:szCs w:val="22"/>
        </w:rPr>
      </w:pPr>
      <w:r>
        <w:rPr>
          <w:szCs w:val="22"/>
        </w:rPr>
        <w:t>Answers questions</w:t>
      </w:r>
    </w:p>
    <w:p w:rsidR="00BB2440" w:rsidRDefault="00BB2440" w:rsidP="00FF0716">
      <w:pPr>
        <w:numPr>
          <w:ilvl w:val="1"/>
          <w:numId w:val="43"/>
        </w:numPr>
        <w:rPr>
          <w:szCs w:val="22"/>
        </w:rPr>
      </w:pPr>
      <w:r>
        <w:rPr>
          <w:szCs w:val="22"/>
        </w:rPr>
        <w:t xml:space="preserve">Refers you to other employees who can help you </w:t>
      </w:r>
    </w:p>
    <w:p w:rsidR="00BB2440" w:rsidRDefault="00BB2440" w:rsidP="00FF0716">
      <w:pPr>
        <w:numPr>
          <w:ilvl w:val="0"/>
          <w:numId w:val="43"/>
        </w:numPr>
        <w:rPr>
          <w:szCs w:val="22"/>
        </w:rPr>
      </w:pPr>
      <w:r>
        <w:rPr>
          <w:szCs w:val="22"/>
        </w:rPr>
        <w:t>The loan officer</w:t>
      </w:r>
    </w:p>
    <w:p w:rsidR="00BB2440" w:rsidRDefault="00BB2440" w:rsidP="00FF0716">
      <w:pPr>
        <w:numPr>
          <w:ilvl w:val="1"/>
          <w:numId w:val="43"/>
        </w:numPr>
        <w:rPr>
          <w:szCs w:val="22"/>
        </w:rPr>
      </w:pPr>
      <w:r>
        <w:rPr>
          <w:szCs w:val="22"/>
        </w:rPr>
        <w:t>Takes applications for loans offered at the bank</w:t>
      </w:r>
    </w:p>
    <w:p w:rsidR="00BB2440" w:rsidRDefault="00BB2440" w:rsidP="00FF0716">
      <w:pPr>
        <w:numPr>
          <w:ilvl w:val="1"/>
          <w:numId w:val="43"/>
        </w:numPr>
        <w:rPr>
          <w:szCs w:val="22"/>
        </w:rPr>
      </w:pPr>
      <w:r>
        <w:rPr>
          <w:szCs w:val="22"/>
        </w:rPr>
        <w:t>Answers questions</w:t>
      </w:r>
    </w:p>
    <w:p w:rsidR="00BB2440" w:rsidRDefault="00BB2440" w:rsidP="00FF0716">
      <w:pPr>
        <w:numPr>
          <w:ilvl w:val="1"/>
          <w:numId w:val="43"/>
        </w:numPr>
        <w:rPr>
          <w:szCs w:val="22"/>
        </w:rPr>
      </w:pPr>
      <w:r>
        <w:rPr>
          <w:szCs w:val="22"/>
        </w:rPr>
        <w:t>Provides written information explaining loan products</w:t>
      </w:r>
    </w:p>
    <w:p w:rsidR="00BB2440" w:rsidRDefault="00BB2440" w:rsidP="00FF0716">
      <w:pPr>
        <w:numPr>
          <w:ilvl w:val="1"/>
          <w:numId w:val="43"/>
        </w:numPr>
        <w:rPr>
          <w:szCs w:val="22"/>
        </w:rPr>
      </w:pPr>
      <w:r>
        <w:rPr>
          <w:szCs w:val="22"/>
        </w:rPr>
        <w:t>Helps you fill out a loan application</w:t>
      </w:r>
    </w:p>
    <w:p w:rsidR="00BB2440" w:rsidRDefault="00BB2440" w:rsidP="00FF0716">
      <w:pPr>
        <w:numPr>
          <w:ilvl w:val="0"/>
          <w:numId w:val="43"/>
        </w:numPr>
        <w:rPr>
          <w:szCs w:val="22"/>
        </w:rPr>
      </w:pPr>
      <w:r>
        <w:rPr>
          <w:szCs w:val="22"/>
        </w:rPr>
        <w:t>The branch manager</w:t>
      </w:r>
    </w:p>
    <w:p w:rsidR="00BB2440" w:rsidRDefault="00BB2440" w:rsidP="00FF0716">
      <w:pPr>
        <w:numPr>
          <w:ilvl w:val="1"/>
          <w:numId w:val="43"/>
        </w:numPr>
        <w:rPr>
          <w:szCs w:val="22"/>
        </w:rPr>
      </w:pPr>
      <w:r>
        <w:rPr>
          <w:szCs w:val="22"/>
        </w:rPr>
        <w:t xml:space="preserve">Supervises all the branch operations </w:t>
      </w:r>
    </w:p>
    <w:p w:rsidR="00BB2440" w:rsidRDefault="00BB2440" w:rsidP="00FF0716">
      <w:pPr>
        <w:numPr>
          <w:ilvl w:val="1"/>
          <w:numId w:val="43"/>
        </w:numPr>
      </w:pPr>
      <w:r>
        <w:t>Helps fix problems that the other employees can’t solve</w:t>
      </w:r>
    </w:p>
    <w:p w:rsidR="00BB2440" w:rsidRDefault="00BB2440" w:rsidP="00FF0716"/>
    <w:p w:rsidR="00BB2440" w:rsidRDefault="00BB2440">
      <w:pPr>
        <w:pStyle w:val="Heading2"/>
        <w:spacing w:after="20"/>
      </w:pPr>
      <w:r>
        <w:t>Key Point to Remember</w:t>
      </w:r>
    </w:p>
    <w:p w:rsidR="00BB2440" w:rsidRDefault="00BB2440" w:rsidP="00FF0716">
      <w:pPr>
        <w:numPr>
          <w:ilvl w:val="0"/>
          <w:numId w:val="44"/>
        </w:numPr>
        <w:rPr>
          <w:szCs w:val="22"/>
        </w:rPr>
      </w:pPr>
      <w:r>
        <w:rPr>
          <w:szCs w:val="22"/>
        </w:rPr>
        <w:t>Ask for help if you do not know whom to talk to at a bank.</w:t>
      </w:r>
    </w:p>
    <w:p w:rsidR="00BB2440" w:rsidRDefault="00BB2440" w:rsidP="00FF0716">
      <w:pPr>
        <w:numPr>
          <w:ilvl w:val="0"/>
          <w:numId w:val="44"/>
        </w:numPr>
        <w:rPr>
          <w:szCs w:val="22"/>
        </w:rPr>
      </w:pPr>
      <w:r>
        <w:rPr>
          <w:szCs w:val="22"/>
        </w:rPr>
        <w:t>Ask questions until you are clear on all the information.</w:t>
      </w:r>
    </w:p>
    <w:p w:rsidR="00BB2440" w:rsidRDefault="00BB2440" w:rsidP="00FF0716">
      <w:pPr>
        <w:numPr>
          <w:ilvl w:val="0"/>
          <w:numId w:val="44"/>
        </w:numPr>
        <w:rPr>
          <w:szCs w:val="22"/>
        </w:rPr>
      </w:pPr>
      <w:r>
        <w:rPr>
          <w:szCs w:val="22"/>
        </w:rPr>
        <w:t>Do not sign anything you do not understand.</w:t>
      </w:r>
    </w:p>
    <w:p w:rsidR="00BB2440" w:rsidRDefault="00BB2440" w:rsidP="00FF0716">
      <w:pPr>
        <w:numPr>
          <w:ilvl w:val="0"/>
          <w:numId w:val="44"/>
        </w:numPr>
        <w:rPr>
          <w:szCs w:val="22"/>
        </w:rPr>
      </w:pPr>
      <w:r w:rsidRPr="0024480A">
        <w:rPr>
          <w:szCs w:val="22"/>
        </w:rPr>
        <w:t>Ask for written information to take home to review.</w:t>
      </w:r>
    </w:p>
    <w:p w:rsidR="00BB2440" w:rsidRPr="0024480A" w:rsidRDefault="00BB2440" w:rsidP="00FF0716">
      <w:pPr>
        <w:numPr>
          <w:ilvl w:val="0"/>
          <w:numId w:val="44"/>
        </w:numPr>
        <w:rPr>
          <w:szCs w:val="22"/>
        </w:rPr>
      </w:pPr>
      <w:r>
        <w:rPr>
          <w:szCs w:val="22"/>
        </w:rPr>
        <w:t>U</w:t>
      </w:r>
      <w:r w:rsidRPr="0024480A">
        <w:rPr>
          <w:szCs w:val="22"/>
        </w:rPr>
        <w:t xml:space="preserve">se the </w:t>
      </w:r>
      <w:r w:rsidRPr="0024480A">
        <w:rPr>
          <w:b/>
          <w:szCs w:val="22"/>
        </w:rPr>
        <w:t>Choosing a Bank and a Bank Account Checklist</w:t>
      </w:r>
      <w:r w:rsidRPr="0024480A">
        <w:rPr>
          <w:szCs w:val="22"/>
        </w:rPr>
        <w:t xml:space="preserve"> to help you choose a bank and the account that is right for you.</w:t>
      </w:r>
    </w:p>
    <w:p w:rsidR="00BB2440" w:rsidRDefault="00BB2440" w:rsidP="00FF0716"/>
    <w:p w:rsidR="00BB2440" w:rsidRPr="00EE3BAB" w:rsidRDefault="00BB2440" w:rsidP="00CF5F42">
      <w:pPr>
        <w:pStyle w:val="GoldHeading"/>
      </w:pPr>
      <w:r>
        <w:br w:type="page"/>
      </w:r>
      <w:bookmarkStart w:id="87" w:name="_Toc265498507"/>
      <w:bookmarkStart w:id="88" w:name="_Toc265498917"/>
      <w:bookmarkStart w:id="89" w:name="_Toc271614378"/>
      <w:r w:rsidRPr="00EE3BAB">
        <w:t>Post-Test</w:t>
      </w:r>
      <w:bookmarkEnd w:id="87"/>
      <w:bookmarkEnd w:id="88"/>
      <w:bookmarkEnd w:id="89"/>
    </w:p>
    <w:p w:rsidR="00BB2440" w:rsidRPr="005C462F" w:rsidRDefault="00BB2440" w:rsidP="00BA60BB">
      <w:pPr>
        <w:pStyle w:val="Heading3"/>
      </w:pPr>
      <w:bookmarkStart w:id="90" w:name="_Toc265498918"/>
      <w:r w:rsidRPr="005C462F">
        <w:t>Now that you’ve gone through the course, see what you’ve learned.</w:t>
      </w:r>
      <w:bookmarkEnd w:id="90"/>
    </w:p>
    <w:p w:rsidR="00BB2440" w:rsidRDefault="00BB2440" w:rsidP="00B31D06"/>
    <w:p w:rsidR="00BB2440" w:rsidRPr="00EE3BAB" w:rsidRDefault="00BB2440" w:rsidP="0084325D">
      <w:pPr>
        <w:numPr>
          <w:ilvl w:val="0"/>
          <w:numId w:val="9"/>
        </w:numPr>
        <w:ind w:left="720"/>
        <w:rPr>
          <w:b/>
        </w:rPr>
      </w:pPr>
      <w:r w:rsidRPr="00EE3BAB">
        <w:rPr>
          <w:b/>
        </w:rPr>
        <w:t>The five advantages of using a financial institution are safety, convenience, cost, security, and financial future.</w:t>
      </w:r>
    </w:p>
    <w:p w:rsidR="00BB2440" w:rsidRPr="00EE3BAB" w:rsidRDefault="00BB2440" w:rsidP="0084325D">
      <w:pPr>
        <w:numPr>
          <w:ilvl w:val="1"/>
          <w:numId w:val="9"/>
        </w:numPr>
      </w:pPr>
      <w:r w:rsidRPr="00EE3BAB">
        <w:t>True</w:t>
      </w:r>
    </w:p>
    <w:p w:rsidR="00BB2440" w:rsidRPr="00EE3BAB" w:rsidRDefault="00BB2440" w:rsidP="0084325D">
      <w:pPr>
        <w:numPr>
          <w:ilvl w:val="1"/>
          <w:numId w:val="9"/>
        </w:numPr>
        <w:spacing w:after="60"/>
      </w:pPr>
      <w:r w:rsidRPr="00EE3BAB">
        <w:t>False</w:t>
      </w:r>
    </w:p>
    <w:p w:rsidR="00BB2440" w:rsidRPr="00EE3BAB" w:rsidRDefault="00BB2440" w:rsidP="0084325D">
      <w:pPr>
        <w:numPr>
          <w:ilvl w:val="0"/>
          <w:numId w:val="9"/>
        </w:numPr>
        <w:ind w:left="720"/>
        <w:rPr>
          <w:b/>
        </w:rPr>
      </w:pPr>
      <w:r w:rsidRPr="00EE3BAB">
        <w:rPr>
          <w:b/>
        </w:rPr>
        <w:t>What type of account is typically insured by the FDIC?</w:t>
      </w:r>
    </w:p>
    <w:p w:rsidR="00BB2440" w:rsidRPr="00EE3BAB" w:rsidRDefault="00BB2440" w:rsidP="0084325D">
      <w:pPr>
        <w:numPr>
          <w:ilvl w:val="0"/>
          <w:numId w:val="23"/>
        </w:numPr>
        <w:rPr>
          <w:szCs w:val="22"/>
        </w:rPr>
      </w:pPr>
      <w:r w:rsidRPr="00EE3BAB">
        <w:rPr>
          <w:szCs w:val="22"/>
        </w:rPr>
        <w:t>Deposit</w:t>
      </w:r>
    </w:p>
    <w:p w:rsidR="00BB2440" w:rsidRPr="00EE3BAB" w:rsidRDefault="00BB2440" w:rsidP="0084325D">
      <w:pPr>
        <w:numPr>
          <w:ilvl w:val="0"/>
          <w:numId w:val="23"/>
        </w:numPr>
        <w:spacing w:after="60"/>
        <w:rPr>
          <w:szCs w:val="22"/>
        </w:rPr>
      </w:pPr>
      <w:r w:rsidRPr="00EE3BAB">
        <w:rPr>
          <w:szCs w:val="22"/>
        </w:rPr>
        <w:t>Non-deposit</w:t>
      </w:r>
    </w:p>
    <w:p w:rsidR="00BB2440" w:rsidRPr="00EE3BAB" w:rsidRDefault="00BB2440" w:rsidP="0084325D">
      <w:pPr>
        <w:numPr>
          <w:ilvl w:val="0"/>
          <w:numId w:val="9"/>
        </w:numPr>
        <w:ind w:left="720"/>
        <w:rPr>
          <w:b/>
        </w:rPr>
      </w:pPr>
      <w:r w:rsidRPr="00EE3BAB">
        <w:rPr>
          <w:b/>
        </w:rPr>
        <w:t>Deposit accounts generally offer which of the following banking services?</w:t>
      </w:r>
    </w:p>
    <w:p w:rsidR="00BB2440" w:rsidRPr="00EE3BAB" w:rsidRDefault="00BB2440" w:rsidP="0084325D">
      <w:pPr>
        <w:numPr>
          <w:ilvl w:val="1"/>
          <w:numId w:val="9"/>
        </w:numPr>
      </w:pPr>
      <w:r w:rsidRPr="00EE3BAB">
        <w:t>Direct deposit</w:t>
      </w:r>
    </w:p>
    <w:p w:rsidR="00BB2440" w:rsidRPr="00EE3BAB" w:rsidRDefault="00BB2440" w:rsidP="0084325D">
      <w:pPr>
        <w:numPr>
          <w:ilvl w:val="1"/>
          <w:numId w:val="9"/>
        </w:numPr>
      </w:pPr>
      <w:r w:rsidRPr="00EE3BAB">
        <w:t>Telephone and online banking</w:t>
      </w:r>
    </w:p>
    <w:p w:rsidR="00BB2440" w:rsidRPr="00EE3BAB" w:rsidRDefault="00BB2440" w:rsidP="0084325D">
      <w:pPr>
        <w:numPr>
          <w:ilvl w:val="1"/>
          <w:numId w:val="9"/>
        </w:numPr>
      </w:pPr>
      <w:r w:rsidRPr="00EE3BAB">
        <w:t>ATM and debit cards</w:t>
      </w:r>
    </w:p>
    <w:p w:rsidR="00BB2440" w:rsidRPr="00EE3BAB" w:rsidRDefault="00BB2440" w:rsidP="0084325D">
      <w:pPr>
        <w:numPr>
          <w:ilvl w:val="1"/>
          <w:numId w:val="9"/>
        </w:numPr>
        <w:spacing w:after="60"/>
      </w:pPr>
      <w:r w:rsidRPr="00EE3BAB">
        <w:t>All of the above</w:t>
      </w:r>
    </w:p>
    <w:p w:rsidR="00BB2440" w:rsidRPr="00EE3BAB" w:rsidRDefault="00BB2440" w:rsidP="0084325D">
      <w:pPr>
        <w:numPr>
          <w:ilvl w:val="0"/>
          <w:numId w:val="9"/>
        </w:numPr>
        <w:ind w:left="720"/>
        <w:rPr>
          <w:b/>
        </w:rPr>
      </w:pPr>
      <w:r w:rsidRPr="00EE3BAB">
        <w:rPr>
          <w:b/>
        </w:rPr>
        <w:t xml:space="preserve">Which type of financial institution requires you to be a member in order to keep your money there? </w:t>
      </w:r>
    </w:p>
    <w:p w:rsidR="00BB2440" w:rsidRPr="00EE3BAB" w:rsidRDefault="00BB2440" w:rsidP="0084325D">
      <w:pPr>
        <w:numPr>
          <w:ilvl w:val="0"/>
          <w:numId w:val="19"/>
        </w:numPr>
      </w:pPr>
      <w:r w:rsidRPr="00EE3BAB">
        <w:t xml:space="preserve">Banks and thrifts </w:t>
      </w:r>
    </w:p>
    <w:p w:rsidR="00BB2440" w:rsidRPr="00EE3BAB" w:rsidRDefault="00BB2440" w:rsidP="0084325D">
      <w:pPr>
        <w:numPr>
          <w:ilvl w:val="0"/>
          <w:numId w:val="19"/>
        </w:numPr>
      </w:pPr>
      <w:r w:rsidRPr="00EE3BAB">
        <w:t>Credit unions</w:t>
      </w:r>
    </w:p>
    <w:p w:rsidR="00BB2440" w:rsidRPr="00EE3BAB" w:rsidRDefault="00BB2440" w:rsidP="0084325D">
      <w:pPr>
        <w:numPr>
          <w:ilvl w:val="0"/>
          <w:numId w:val="19"/>
        </w:numPr>
      </w:pPr>
      <w:r w:rsidRPr="00EE3BAB">
        <w:t>Money markets</w:t>
      </w:r>
    </w:p>
    <w:p w:rsidR="00BB2440" w:rsidRPr="00EE3BAB" w:rsidRDefault="00BB2440" w:rsidP="0084325D">
      <w:pPr>
        <w:numPr>
          <w:ilvl w:val="0"/>
          <w:numId w:val="19"/>
        </w:numPr>
        <w:spacing w:after="60"/>
      </w:pPr>
      <w:r>
        <w:t>Individual Retirement Accounts (</w:t>
      </w:r>
      <w:r w:rsidRPr="00EE3BAB">
        <w:t>IRAs</w:t>
      </w:r>
      <w:r>
        <w:t>)</w:t>
      </w:r>
    </w:p>
    <w:p w:rsidR="00BB2440" w:rsidRPr="00EE3BAB" w:rsidRDefault="00BB2440" w:rsidP="0084325D">
      <w:pPr>
        <w:numPr>
          <w:ilvl w:val="0"/>
          <w:numId w:val="9"/>
        </w:numPr>
        <w:ind w:left="720"/>
        <w:rPr>
          <w:b/>
        </w:rPr>
      </w:pPr>
      <w:r w:rsidRPr="00EE3BAB">
        <w:rPr>
          <w:b/>
        </w:rPr>
        <w:t>Which two of the following are deposit accounts?</w:t>
      </w:r>
    </w:p>
    <w:p w:rsidR="00BB2440" w:rsidRPr="00EE3BAB" w:rsidRDefault="00BB2440" w:rsidP="0084325D">
      <w:pPr>
        <w:numPr>
          <w:ilvl w:val="0"/>
          <w:numId w:val="20"/>
        </w:numPr>
      </w:pPr>
      <w:r w:rsidRPr="00EE3BAB">
        <w:t>Stocks</w:t>
      </w:r>
    </w:p>
    <w:p w:rsidR="00BB2440" w:rsidRPr="00EE3BAB" w:rsidRDefault="00BB2440" w:rsidP="0084325D">
      <w:pPr>
        <w:numPr>
          <w:ilvl w:val="0"/>
          <w:numId w:val="20"/>
        </w:numPr>
      </w:pPr>
      <w:r w:rsidRPr="00EE3BAB">
        <w:t>Checking</w:t>
      </w:r>
    </w:p>
    <w:p w:rsidR="00BB2440" w:rsidRPr="00EE3BAB" w:rsidRDefault="00BB2440" w:rsidP="0084325D">
      <w:pPr>
        <w:numPr>
          <w:ilvl w:val="0"/>
          <w:numId w:val="20"/>
        </w:numPr>
      </w:pPr>
      <w:r w:rsidRPr="00EE3BAB">
        <w:t>Savings</w:t>
      </w:r>
    </w:p>
    <w:p w:rsidR="00BB2440" w:rsidRPr="00EE3BAB" w:rsidRDefault="00BB2440" w:rsidP="0084325D">
      <w:pPr>
        <w:numPr>
          <w:ilvl w:val="0"/>
          <w:numId w:val="20"/>
        </w:numPr>
        <w:spacing w:after="60"/>
      </w:pPr>
      <w:r w:rsidRPr="00EE3BAB">
        <w:t>Mutual funds</w:t>
      </w:r>
    </w:p>
    <w:p w:rsidR="00BB2440" w:rsidRPr="00EE3BAB" w:rsidRDefault="00BB2440" w:rsidP="0084325D">
      <w:pPr>
        <w:numPr>
          <w:ilvl w:val="0"/>
          <w:numId w:val="9"/>
        </w:numPr>
        <w:ind w:left="720"/>
        <w:rPr>
          <w:b/>
        </w:rPr>
      </w:pPr>
      <w:r w:rsidRPr="00EE3BAB">
        <w:rPr>
          <w:b/>
        </w:rPr>
        <w:t xml:space="preserve">A </w:t>
      </w:r>
      <w:r w:rsidRPr="00EE3BAB">
        <w:rPr>
          <w:b/>
          <w:i/>
        </w:rPr>
        <w:t xml:space="preserve">remittance </w:t>
      </w:r>
      <w:r w:rsidRPr="00EE3BAB">
        <w:rPr>
          <w:b/>
        </w:rPr>
        <w:t>is a</w:t>
      </w:r>
      <w:r w:rsidRPr="00546052">
        <w:rPr>
          <w:b/>
        </w:rPr>
        <w:t>:</w:t>
      </w:r>
      <w:r w:rsidRPr="009D17C2">
        <w:rPr>
          <w:b/>
        </w:rPr>
        <w:t xml:space="preserve"> </w:t>
      </w:r>
    </w:p>
    <w:p w:rsidR="00BB2440" w:rsidRPr="00EE3BAB" w:rsidRDefault="00BB2440" w:rsidP="0084325D">
      <w:pPr>
        <w:numPr>
          <w:ilvl w:val="0"/>
          <w:numId w:val="21"/>
        </w:numPr>
      </w:pPr>
      <w:r w:rsidRPr="00EE3BAB">
        <w:t>Card onto which you can load money to be used for future purchases</w:t>
      </w:r>
    </w:p>
    <w:p w:rsidR="00BB2440" w:rsidRPr="00EE3BAB" w:rsidRDefault="00BB2440" w:rsidP="0084325D">
      <w:pPr>
        <w:numPr>
          <w:ilvl w:val="0"/>
          <w:numId w:val="21"/>
        </w:numPr>
      </w:pPr>
      <w:r w:rsidRPr="00EE3BAB">
        <w:t>Money transfer that goes to a bank or a person in another country</w:t>
      </w:r>
    </w:p>
    <w:p w:rsidR="00BB2440" w:rsidRPr="00EE3BAB" w:rsidRDefault="00BB2440" w:rsidP="0084325D">
      <w:pPr>
        <w:numPr>
          <w:ilvl w:val="0"/>
          <w:numId w:val="21"/>
        </w:numPr>
      </w:pPr>
      <w:r w:rsidRPr="00EE3BAB">
        <w:t>Document that is used like a check to pay a bill</w:t>
      </w:r>
    </w:p>
    <w:p w:rsidR="00BB2440" w:rsidRPr="00EE3BAB" w:rsidRDefault="00BB2440" w:rsidP="0084325D">
      <w:pPr>
        <w:numPr>
          <w:ilvl w:val="0"/>
          <w:numId w:val="21"/>
        </w:numPr>
        <w:spacing w:after="60"/>
      </w:pPr>
      <w:r w:rsidRPr="00EE3BAB">
        <w:t>Method of electronically transferring money from one bank to another</w:t>
      </w:r>
    </w:p>
    <w:p w:rsidR="00BB2440" w:rsidRPr="00EE3BAB" w:rsidRDefault="00BB2440" w:rsidP="0084325D">
      <w:pPr>
        <w:numPr>
          <w:ilvl w:val="0"/>
          <w:numId w:val="9"/>
        </w:numPr>
        <w:ind w:left="720"/>
        <w:rPr>
          <w:b/>
        </w:rPr>
      </w:pPr>
      <w:r w:rsidRPr="00EE3BAB">
        <w:rPr>
          <w:b/>
        </w:rPr>
        <w:t>A debit card:</w:t>
      </w:r>
    </w:p>
    <w:p w:rsidR="00BB2440" w:rsidRPr="00EE3BAB" w:rsidRDefault="00BB2440" w:rsidP="0084325D">
      <w:pPr>
        <w:numPr>
          <w:ilvl w:val="0"/>
          <w:numId w:val="22"/>
        </w:numPr>
      </w:pPr>
      <w:r w:rsidRPr="00EE3BAB">
        <w:t xml:space="preserve">Is used to make purchases at retail locations and </w:t>
      </w:r>
      <w:r>
        <w:t xml:space="preserve">for </w:t>
      </w:r>
      <w:r w:rsidRPr="00EE3BAB">
        <w:t>ATM cash withdrawals</w:t>
      </w:r>
    </w:p>
    <w:p w:rsidR="00BB2440" w:rsidRPr="00EE3BAB" w:rsidRDefault="00BB2440" w:rsidP="0084325D">
      <w:pPr>
        <w:numPr>
          <w:ilvl w:val="0"/>
          <w:numId w:val="22"/>
        </w:numPr>
      </w:pPr>
      <w:r w:rsidRPr="00EE3BAB">
        <w:t>Has a “buy now, pay later” feature, like credit cards</w:t>
      </w:r>
    </w:p>
    <w:p w:rsidR="00BB2440" w:rsidRPr="00EE3BAB" w:rsidRDefault="00BB2440" w:rsidP="0084325D">
      <w:pPr>
        <w:numPr>
          <w:ilvl w:val="0"/>
          <w:numId w:val="22"/>
        </w:numPr>
        <w:spacing w:after="60"/>
      </w:pPr>
      <w:r w:rsidRPr="00EE3BAB">
        <w:t>Is similar to a gift card from a retail store</w:t>
      </w:r>
    </w:p>
    <w:p w:rsidR="00BB2440" w:rsidRPr="00EE3BAB" w:rsidRDefault="00BB2440" w:rsidP="0084325D">
      <w:pPr>
        <w:numPr>
          <w:ilvl w:val="0"/>
          <w:numId w:val="9"/>
        </w:numPr>
        <w:ind w:firstLine="0"/>
        <w:rPr>
          <w:b/>
        </w:rPr>
      </w:pPr>
      <w:r w:rsidRPr="00EE3BAB">
        <w:rPr>
          <w:b/>
        </w:rPr>
        <w:t>A __________________________ is the best person to help you fill out a mortgage application.</w:t>
      </w:r>
    </w:p>
    <w:p w:rsidR="00BB2440" w:rsidRPr="00EE3BAB" w:rsidRDefault="00BB2440" w:rsidP="0084325D">
      <w:pPr>
        <w:numPr>
          <w:ilvl w:val="1"/>
          <w:numId w:val="9"/>
        </w:numPr>
      </w:pPr>
      <w:r w:rsidRPr="00EE3BAB">
        <w:t>Customer service representative</w:t>
      </w:r>
    </w:p>
    <w:p w:rsidR="00BB2440" w:rsidRPr="00EE3BAB" w:rsidRDefault="00BB2440" w:rsidP="0084325D">
      <w:pPr>
        <w:numPr>
          <w:ilvl w:val="1"/>
          <w:numId w:val="9"/>
        </w:numPr>
      </w:pPr>
      <w:r w:rsidRPr="00EE3BAB">
        <w:t>Teller</w:t>
      </w:r>
    </w:p>
    <w:p w:rsidR="00BB2440" w:rsidRPr="00EE3BAB" w:rsidRDefault="00BB2440" w:rsidP="0084325D">
      <w:pPr>
        <w:numPr>
          <w:ilvl w:val="1"/>
          <w:numId w:val="9"/>
        </w:numPr>
      </w:pPr>
      <w:r w:rsidRPr="00EE3BAB">
        <w:t>Loan officer</w:t>
      </w:r>
    </w:p>
    <w:p w:rsidR="00BB2440" w:rsidRPr="00EE3BAB" w:rsidRDefault="00BB2440" w:rsidP="0084325D">
      <w:pPr>
        <w:numPr>
          <w:ilvl w:val="1"/>
          <w:numId w:val="9"/>
        </w:numPr>
      </w:pPr>
      <w:r w:rsidRPr="00EE3BAB">
        <w:t>Branch manager</w:t>
      </w:r>
    </w:p>
    <w:p w:rsidR="00BB2440" w:rsidRDefault="00BB2440" w:rsidP="00CF5F42">
      <w:pPr>
        <w:pStyle w:val="GoldHeading"/>
      </w:pPr>
      <w:bookmarkStart w:id="91" w:name="_Toc246676266"/>
      <w:bookmarkStart w:id="92" w:name="_Toc252271553"/>
      <w:bookmarkStart w:id="93" w:name="_Toc265498508"/>
      <w:bookmarkStart w:id="94" w:name="_Toc265498919"/>
      <w:bookmarkStart w:id="95" w:name="_Toc271614379"/>
      <w:bookmarkStart w:id="96" w:name="_Toc192047461"/>
      <w:r>
        <w:t>Glossary</w:t>
      </w:r>
      <w:bookmarkEnd w:id="91"/>
      <w:bookmarkEnd w:id="92"/>
      <w:bookmarkEnd w:id="93"/>
      <w:bookmarkEnd w:id="94"/>
      <w:bookmarkEnd w:id="95"/>
    </w:p>
    <w:p w:rsidR="00BB2440" w:rsidRPr="00E805D7" w:rsidRDefault="00BB2440" w:rsidP="00B31D06">
      <w:pPr>
        <w:spacing w:after="60"/>
      </w:pPr>
      <w:r w:rsidRPr="00E805D7">
        <w:rPr>
          <w:b/>
        </w:rPr>
        <w:t xml:space="preserve">Automated Teller Machine (ATM): </w:t>
      </w:r>
      <w:r w:rsidRPr="00E805D7">
        <w:t>A kiosk or terminal where you can deposit, withdraw, or transfer money from one account to another 24 hours a day.</w:t>
      </w:r>
    </w:p>
    <w:p w:rsidR="00BB2440" w:rsidRPr="00E805D7" w:rsidRDefault="00BB2440" w:rsidP="00B31D06">
      <w:pPr>
        <w:spacing w:after="60"/>
      </w:pPr>
      <w:r w:rsidRPr="00E805D7">
        <w:rPr>
          <w:b/>
        </w:rPr>
        <w:t xml:space="preserve">Balance: </w:t>
      </w:r>
      <w:r w:rsidRPr="00E805D7">
        <w:t>The amount of money you have in your bank account.</w:t>
      </w:r>
    </w:p>
    <w:p w:rsidR="00BB2440" w:rsidRPr="00E805D7" w:rsidRDefault="00BB2440" w:rsidP="00B31D06">
      <w:pPr>
        <w:spacing w:after="60"/>
      </w:pPr>
      <w:r w:rsidRPr="00E805D7">
        <w:rPr>
          <w:b/>
        </w:rPr>
        <w:t xml:space="preserve">Bank: </w:t>
      </w:r>
      <w:r w:rsidRPr="00E805D7">
        <w:t>A business that offers you a safe place to keep your money and uses your deposits to make loans. This business is also called a financial institution.</w:t>
      </w:r>
    </w:p>
    <w:p w:rsidR="00BB2440" w:rsidRPr="00E805D7" w:rsidRDefault="00BB2440" w:rsidP="00B31D06">
      <w:pPr>
        <w:tabs>
          <w:tab w:val="left" w:pos="-1440"/>
        </w:tabs>
        <w:spacing w:after="60"/>
      </w:pPr>
      <w:r w:rsidRPr="00E805D7">
        <w:rPr>
          <w:rFonts w:cs="Arial"/>
          <w:b/>
        </w:rPr>
        <w:t xml:space="preserve">Bank Statement: </w:t>
      </w:r>
      <w:r w:rsidRPr="00E805D7">
        <w:t xml:space="preserve">A monthly record of the deposits and withdrawals made. </w:t>
      </w:r>
    </w:p>
    <w:p w:rsidR="00BB2440" w:rsidRPr="00E805D7" w:rsidRDefault="00BB2440" w:rsidP="00B31D06">
      <w:pPr>
        <w:spacing w:after="60"/>
      </w:pPr>
      <w:r w:rsidRPr="00E805D7">
        <w:rPr>
          <w:b/>
        </w:rPr>
        <w:t xml:space="preserve">Checking Account: </w:t>
      </w:r>
      <w:r w:rsidRPr="00E805D7">
        <w:t xml:space="preserve">An account that lets you write checks to pay bills or to buy goods. </w:t>
      </w:r>
    </w:p>
    <w:p w:rsidR="00BB2440" w:rsidRPr="00E805D7" w:rsidRDefault="00BB2440" w:rsidP="00B31D06">
      <w:pPr>
        <w:spacing w:after="60"/>
      </w:pPr>
      <w:r w:rsidRPr="00E805D7">
        <w:rPr>
          <w:b/>
        </w:rPr>
        <w:t xml:space="preserve">Credit Union: </w:t>
      </w:r>
      <w:r w:rsidRPr="00E805D7">
        <w:t>A non-profit financial institution owned by people who have something in common. You have to become a member of the credit union to keep your money there.</w:t>
      </w:r>
    </w:p>
    <w:p w:rsidR="00BB2440" w:rsidRPr="00E805D7" w:rsidRDefault="00BB2440" w:rsidP="00B31D06">
      <w:pPr>
        <w:spacing w:after="60"/>
      </w:pPr>
      <w:r w:rsidRPr="00E805D7">
        <w:rPr>
          <w:b/>
        </w:rPr>
        <w:t xml:space="preserve">Deposit: </w:t>
      </w:r>
      <w:r w:rsidRPr="00E805D7">
        <w:t xml:space="preserve">Money you add to your account. </w:t>
      </w:r>
    </w:p>
    <w:p w:rsidR="00BB2440" w:rsidRPr="00E805D7" w:rsidRDefault="00BB2440" w:rsidP="00B31D06">
      <w:pPr>
        <w:spacing w:after="60"/>
      </w:pPr>
      <w:r w:rsidRPr="00E805D7">
        <w:rPr>
          <w:b/>
        </w:rPr>
        <w:t xml:space="preserve">Deposit Account: </w:t>
      </w:r>
      <w:r>
        <w:t>A b</w:t>
      </w:r>
      <w:r w:rsidRPr="00E805D7">
        <w:t>ank account that allow</w:t>
      </w:r>
      <w:r>
        <w:t>s</w:t>
      </w:r>
      <w:r w:rsidRPr="00E805D7">
        <w:t xml:space="preserve"> you to add money to the account. </w:t>
      </w:r>
    </w:p>
    <w:p w:rsidR="00BB2440" w:rsidRPr="00E805D7" w:rsidRDefault="00BB2440" w:rsidP="00B31D06">
      <w:pPr>
        <w:spacing w:after="60"/>
      </w:pPr>
      <w:r w:rsidRPr="00E805D7">
        <w:rPr>
          <w:b/>
        </w:rPr>
        <w:t xml:space="preserve">Deposit Slip: </w:t>
      </w:r>
      <w:r w:rsidRPr="00E805D7">
        <w:t xml:space="preserve">A piece of paper that tells the bank how much money you are adding to your account. </w:t>
      </w:r>
    </w:p>
    <w:p w:rsidR="00BB2440" w:rsidRPr="00E805D7" w:rsidRDefault="00BB2440" w:rsidP="00B31D06">
      <w:pPr>
        <w:spacing w:after="60"/>
      </w:pPr>
      <w:r w:rsidRPr="00E805D7">
        <w:rPr>
          <w:b/>
        </w:rPr>
        <w:t xml:space="preserve">Direct Deposit: </w:t>
      </w:r>
      <w:r w:rsidRPr="00E805D7">
        <w:t>One method your employer or a government agency might choose to give you your paycheck or benefits check.</w:t>
      </w:r>
    </w:p>
    <w:p w:rsidR="00BB2440" w:rsidRDefault="00BB2440" w:rsidP="00B31D06">
      <w:pPr>
        <w:spacing w:after="60"/>
      </w:pPr>
      <w:r w:rsidRPr="00E805D7">
        <w:rPr>
          <w:b/>
        </w:rPr>
        <w:t xml:space="preserve">Interest: </w:t>
      </w:r>
      <w:r w:rsidRPr="00E805D7">
        <w:t>A percentage of your balance that the bank pays you for keeping your money at that bank. Not all accounts pay interest.</w:t>
      </w:r>
    </w:p>
    <w:p w:rsidR="00BB2440" w:rsidRPr="00E805D7" w:rsidRDefault="00BB2440" w:rsidP="00B31D06">
      <w:pPr>
        <w:spacing w:after="60"/>
      </w:pPr>
      <w:r w:rsidRPr="00E805D7">
        <w:rPr>
          <w:b/>
        </w:rPr>
        <w:t xml:space="preserve">Loan: </w:t>
      </w:r>
      <w:r w:rsidRPr="00E805D7">
        <w:t>Money you borrow from a bank with a written promise to pay it back later.</w:t>
      </w:r>
    </w:p>
    <w:p w:rsidR="00BB2440" w:rsidRPr="00E805D7" w:rsidRDefault="00BB2440" w:rsidP="00B31D06">
      <w:pPr>
        <w:spacing w:after="60"/>
        <w:rPr>
          <w:b/>
        </w:rPr>
      </w:pPr>
      <w:r w:rsidRPr="00E805D7">
        <w:rPr>
          <w:b/>
        </w:rPr>
        <w:t xml:space="preserve">Minimum Balance: </w:t>
      </w:r>
      <w:r w:rsidRPr="00E805D7">
        <w:t xml:space="preserve">A certain balance that banks might require you to have to open an account, earn interest, or avoid fees. </w:t>
      </w:r>
    </w:p>
    <w:p w:rsidR="00BB2440" w:rsidRPr="00E805D7" w:rsidRDefault="00BB2440" w:rsidP="00B31D06">
      <w:pPr>
        <w:spacing w:after="60"/>
      </w:pPr>
      <w:r w:rsidRPr="00E805D7">
        <w:rPr>
          <w:b/>
        </w:rPr>
        <w:t xml:space="preserve">Money Order: </w:t>
      </w:r>
      <w:r w:rsidRPr="00E805D7">
        <w:t xml:space="preserve">It is similar to a check. It is used to pay bills or make purchases when cash is not accepted. </w:t>
      </w:r>
    </w:p>
    <w:p w:rsidR="00BB2440" w:rsidRPr="00E805D7" w:rsidRDefault="00BB2440" w:rsidP="00B31D06">
      <w:pPr>
        <w:spacing w:after="60"/>
      </w:pPr>
      <w:r w:rsidRPr="00E805D7">
        <w:rPr>
          <w:b/>
        </w:rPr>
        <w:t xml:space="preserve">Privacy Notice: </w:t>
      </w:r>
      <w:r w:rsidRPr="00E805D7">
        <w:t xml:space="preserve">A written explanation of how the company handles and shares your personal financial information. </w:t>
      </w:r>
    </w:p>
    <w:p w:rsidR="00BB2440" w:rsidRPr="00E805D7" w:rsidRDefault="00BB2440" w:rsidP="00B31D06">
      <w:pPr>
        <w:spacing w:after="60"/>
      </w:pPr>
      <w:r w:rsidRPr="00E805D7">
        <w:rPr>
          <w:b/>
        </w:rPr>
        <w:t xml:space="preserve">Remittance: </w:t>
      </w:r>
      <w:r w:rsidRPr="00E805D7">
        <w:t>A money transfer that goes to a bank or a person in another country.</w:t>
      </w:r>
    </w:p>
    <w:p w:rsidR="00BB2440" w:rsidRPr="00E805D7" w:rsidRDefault="00BB2440" w:rsidP="00B31D06">
      <w:pPr>
        <w:spacing w:after="60"/>
      </w:pPr>
      <w:r w:rsidRPr="00E805D7">
        <w:rPr>
          <w:b/>
        </w:rPr>
        <w:t xml:space="preserve">Savings Account: </w:t>
      </w:r>
      <w:r w:rsidRPr="00E805D7">
        <w:t xml:space="preserve">An account that earns interest. </w:t>
      </w:r>
    </w:p>
    <w:p w:rsidR="00BB2440" w:rsidRPr="00E805D7" w:rsidRDefault="00BB2440" w:rsidP="00B31D06">
      <w:pPr>
        <w:spacing w:after="60"/>
      </w:pPr>
      <w:r w:rsidRPr="00E805D7">
        <w:rPr>
          <w:b/>
        </w:rPr>
        <w:t xml:space="preserve">Thrift: </w:t>
      </w:r>
      <w:r w:rsidRPr="00E805D7">
        <w:t>A financial institution that operates under federal and state laws and regulations. Thrifts make loans, pay checks, accept deposits, and provide other financial services.</w:t>
      </w:r>
    </w:p>
    <w:p w:rsidR="00BB2440" w:rsidRPr="00E805D7" w:rsidRDefault="00BB2440" w:rsidP="00B31D06">
      <w:pPr>
        <w:spacing w:after="60"/>
      </w:pPr>
      <w:r w:rsidRPr="00E805D7">
        <w:rPr>
          <w:rFonts w:cs="Arial"/>
          <w:b/>
        </w:rPr>
        <w:t xml:space="preserve">Withdrawal: </w:t>
      </w:r>
      <w:r w:rsidRPr="00E805D7">
        <w:t>Taking money out of your bank account.</w:t>
      </w:r>
    </w:p>
    <w:p w:rsidR="00BB2440" w:rsidRPr="00E805D7" w:rsidRDefault="00BB2440" w:rsidP="00B31D06">
      <w:pPr>
        <w:spacing w:after="60"/>
      </w:pPr>
      <w:r w:rsidRPr="00E805D7">
        <w:rPr>
          <w:b/>
        </w:rPr>
        <w:t>Wire Transfer</w:t>
      </w:r>
      <w:r>
        <w:rPr>
          <w:b/>
        </w:rPr>
        <w:t xml:space="preserve">: </w:t>
      </w:r>
      <w:r w:rsidRPr="00E805D7">
        <w:t>A form of money transfer from one bank to another.</w:t>
      </w:r>
    </w:p>
    <w:p w:rsidR="00BB2440" w:rsidRDefault="00BB2440" w:rsidP="00CF5F42">
      <w:pPr>
        <w:pStyle w:val="GoldHeading"/>
      </w:pPr>
      <w:r>
        <w:br w:type="page"/>
      </w:r>
      <w:bookmarkStart w:id="97" w:name="_Toc246676267"/>
      <w:bookmarkStart w:id="98" w:name="_Toc252271554"/>
      <w:bookmarkStart w:id="99" w:name="_Toc265498509"/>
      <w:bookmarkStart w:id="100" w:name="_Toc265498920"/>
      <w:bookmarkStart w:id="101" w:name="_Toc271614380"/>
      <w:bookmarkEnd w:id="96"/>
      <w:r>
        <w:t>For Further Information</w:t>
      </w:r>
      <w:bookmarkEnd w:id="97"/>
      <w:bookmarkEnd w:id="98"/>
      <w:bookmarkEnd w:id="99"/>
      <w:bookmarkEnd w:id="100"/>
      <w:bookmarkEnd w:id="101"/>
    </w:p>
    <w:p w:rsidR="00BB2440" w:rsidRDefault="00BB2440">
      <w:pPr>
        <w:ind w:right="662"/>
        <w:rPr>
          <w:b/>
          <w:bCs/>
          <w:szCs w:val="22"/>
        </w:rPr>
      </w:pPr>
      <w:r>
        <w:rPr>
          <w:b/>
          <w:bCs/>
          <w:szCs w:val="22"/>
        </w:rPr>
        <w:t>Federal Deposit Insurance Corporation (FDIC)</w:t>
      </w:r>
    </w:p>
    <w:p w:rsidR="00BB2440" w:rsidRDefault="00BB2440" w:rsidP="00B31D06">
      <w:pPr>
        <w:ind w:right="660"/>
        <w:rPr>
          <w:color w:val="0000FF"/>
          <w:u w:val="single"/>
        </w:rPr>
      </w:pPr>
      <w:r>
        <w:rPr>
          <w:color w:val="0000FF"/>
          <w:u w:val="single"/>
        </w:rPr>
        <w:t>www.fdic.gov/consumer</w:t>
      </w:r>
    </w:p>
    <w:p w:rsidR="00BB2440" w:rsidRDefault="00BB2440" w:rsidP="00B31D06">
      <w:pPr>
        <w:ind w:right="660"/>
        <w:rPr>
          <w:szCs w:val="22"/>
        </w:rPr>
      </w:pPr>
      <w:r>
        <w:rPr>
          <w:szCs w:val="22"/>
        </w:rPr>
        <w:t>Division of Supervision &amp; Consumer Protection</w:t>
      </w:r>
    </w:p>
    <w:p w:rsidR="00BB2440" w:rsidRDefault="00BB2440" w:rsidP="00B31D06">
      <w:pPr>
        <w:ind w:right="660"/>
        <w:rPr>
          <w:szCs w:val="22"/>
        </w:rPr>
      </w:pPr>
      <w:r>
        <w:rPr>
          <w:szCs w:val="22"/>
        </w:rPr>
        <w:t>2345 Grand Boulevard, Suite 1200</w:t>
      </w:r>
    </w:p>
    <w:p w:rsidR="00BB2440" w:rsidRDefault="00BB2440" w:rsidP="00B31D06">
      <w:pPr>
        <w:ind w:right="660"/>
        <w:rPr>
          <w:szCs w:val="22"/>
        </w:rPr>
      </w:pPr>
      <w:r>
        <w:rPr>
          <w:szCs w:val="22"/>
        </w:rPr>
        <w:t>Kansas City, Missouri 64108</w:t>
      </w:r>
    </w:p>
    <w:p w:rsidR="00BB2440" w:rsidRDefault="00BB2440" w:rsidP="00B31D06">
      <w:pPr>
        <w:ind w:right="660"/>
        <w:rPr>
          <w:szCs w:val="22"/>
        </w:rPr>
      </w:pPr>
      <w:r>
        <w:rPr>
          <w:szCs w:val="22"/>
        </w:rPr>
        <w:t>1-877-ASK-FDIC (275-3342)</w:t>
      </w:r>
    </w:p>
    <w:p w:rsidR="00BB2440" w:rsidRDefault="00BB2440" w:rsidP="00B31D06">
      <w:pPr>
        <w:ind w:right="660"/>
        <w:rPr>
          <w:szCs w:val="22"/>
        </w:rPr>
      </w:pPr>
      <w:r>
        <w:rPr>
          <w:szCs w:val="22"/>
        </w:rPr>
        <w:t xml:space="preserve">Email: </w:t>
      </w:r>
      <w:hyperlink r:id="rId14" w:history="1">
        <w:r>
          <w:rPr>
            <w:color w:val="0000FF"/>
            <w:u w:val="single"/>
          </w:rPr>
          <w:t>consumeralerts@fdic.gov</w:t>
        </w:r>
      </w:hyperlink>
    </w:p>
    <w:p w:rsidR="00BB2440" w:rsidRDefault="00BB2440" w:rsidP="00B31D06">
      <w:pPr>
        <w:ind w:right="660"/>
      </w:pPr>
    </w:p>
    <w:p w:rsidR="00BB2440" w:rsidRDefault="00BB2440" w:rsidP="00B31D06">
      <w:pPr>
        <w:ind w:right="660"/>
      </w:pPr>
      <w:r>
        <w:t xml:space="preserve">Visit the FDIC’s website for additional information and resources on consumer issues. For example, every issue of the quarterly </w:t>
      </w:r>
      <w:r>
        <w:rPr>
          <w:i/>
        </w:rPr>
        <w:t>FDIC Consumer News</w:t>
      </w:r>
      <w:r>
        <w:t xml:space="preserve"> provides practical hints and guidance on how to become a smarter, safer user of financial services. Also, the FDIC’s Consumer Response Center is responsible for: </w:t>
      </w:r>
    </w:p>
    <w:p w:rsidR="00BB2440" w:rsidRDefault="00BB2440" w:rsidP="0084325D">
      <w:pPr>
        <w:numPr>
          <w:ilvl w:val="0"/>
          <w:numId w:val="17"/>
        </w:numPr>
        <w:ind w:right="660"/>
      </w:pPr>
      <w:r>
        <w:t xml:space="preserve">Investigating all types of consumer complaints about FDIC-supervised institutions </w:t>
      </w:r>
    </w:p>
    <w:p w:rsidR="00BB2440" w:rsidRDefault="00BB2440" w:rsidP="0084325D">
      <w:pPr>
        <w:numPr>
          <w:ilvl w:val="0"/>
          <w:numId w:val="17"/>
        </w:numPr>
        <w:ind w:right="660"/>
      </w:pPr>
      <w:r>
        <w:t xml:space="preserve">Responding to consumer inquiries about consumer laws and regulations and banking practices </w:t>
      </w:r>
    </w:p>
    <w:p w:rsidR="00BB2440" w:rsidRDefault="00BB2440" w:rsidP="00B31D06">
      <w:pPr>
        <w:ind w:right="660"/>
        <w:rPr>
          <w:szCs w:val="22"/>
        </w:rPr>
      </w:pPr>
    </w:p>
    <w:p w:rsidR="00BB2440" w:rsidRDefault="00BB2440" w:rsidP="00B31D06">
      <w:pPr>
        <w:ind w:right="660"/>
        <w:rPr>
          <w:b/>
          <w:bCs/>
          <w:szCs w:val="22"/>
        </w:rPr>
      </w:pPr>
      <w:r>
        <w:rPr>
          <w:b/>
          <w:bCs/>
          <w:szCs w:val="22"/>
        </w:rPr>
        <w:t>U.S. Financial Literacy and Education Commission</w:t>
      </w:r>
    </w:p>
    <w:p w:rsidR="00BB2440" w:rsidRDefault="00BB2440" w:rsidP="00B31D06">
      <w:pPr>
        <w:ind w:right="660"/>
        <w:rPr>
          <w:szCs w:val="22"/>
        </w:rPr>
      </w:pPr>
      <w:hyperlink r:id="rId15" w:history="1">
        <w:r>
          <w:rPr>
            <w:color w:val="0000FF"/>
            <w:u w:val="single"/>
          </w:rPr>
          <w:t>www.mymoney.gov</w:t>
        </w:r>
      </w:hyperlink>
      <w:r>
        <w:rPr>
          <w:szCs w:val="22"/>
        </w:rPr>
        <w:t xml:space="preserve"> </w:t>
      </w:r>
    </w:p>
    <w:p w:rsidR="00BB2440" w:rsidRDefault="00BB2440" w:rsidP="00B31D06">
      <w:pPr>
        <w:ind w:right="660"/>
        <w:rPr>
          <w:szCs w:val="22"/>
        </w:rPr>
      </w:pPr>
      <w:r>
        <w:rPr>
          <w:szCs w:val="22"/>
        </w:rPr>
        <w:t>1-888-My-Money (696-6639)</w:t>
      </w:r>
    </w:p>
    <w:p w:rsidR="00BB2440" w:rsidRDefault="00BB2440" w:rsidP="00B31D06">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many federal agencies.</w:t>
      </w:r>
    </w:p>
    <w:p w:rsidR="00BB2440" w:rsidRDefault="00BB2440" w:rsidP="00B31D06">
      <w:pPr>
        <w:ind w:right="660"/>
        <w:rPr>
          <w:bCs/>
          <w:szCs w:val="22"/>
        </w:rPr>
      </w:pPr>
    </w:p>
    <w:p w:rsidR="00BB2440" w:rsidRDefault="00BB2440" w:rsidP="00B31D06">
      <w:pPr>
        <w:ind w:right="660"/>
        <w:rPr>
          <w:b/>
          <w:bCs/>
          <w:szCs w:val="22"/>
        </w:rPr>
      </w:pPr>
      <w:r>
        <w:rPr>
          <w:b/>
          <w:bCs/>
          <w:szCs w:val="22"/>
        </w:rPr>
        <w:t>Federal Trade Commission</w:t>
      </w:r>
    </w:p>
    <w:p w:rsidR="00BB2440" w:rsidRDefault="00BB2440" w:rsidP="00B31D06">
      <w:pPr>
        <w:ind w:right="660"/>
        <w:rPr>
          <w:color w:val="0000FF"/>
          <w:u w:val="single"/>
        </w:rPr>
      </w:pPr>
      <w:hyperlink r:id="rId16" w:history="1">
        <w:r>
          <w:rPr>
            <w:color w:val="0000FF"/>
            <w:u w:val="single"/>
          </w:rPr>
          <w:t>www.ftc.gov</w:t>
        </w:r>
      </w:hyperlink>
      <w:r>
        <w:rPr>
          <w:color w:val="0000FF"/>
          <w:u w:val="single"/>
        </w:rPr>
        <w:t>/privacy</w:t>
      </w:r>
    </w:p>
    <w:p w:rsidR="00BB2440" w:rsidRDefault="00BB2440" w:rsidP="00B31D06">
      <w:pPr>
        <w:ind w:right="660"/>
        <w:rPr>
          <w:szCs w:val="22"/>
        </w:rPr>
      </w:pPr>
      <w:r>
        <w:rPr>
          <w:szCs w:val="22"/>
        </w:rPr>
        <w:t>1-877-FTC-HELP (382-4357)</w:t>
      </w:r>
    </w:p>
    <w:p w:rsidR="00BB2440" w:rsidRDefault="00BB2440" w:rsidP="00B31D06">
      <w:pPr>
        <w:ind w:right="660"/>
        <w:rPr>
          <w:szCs w:val="22"/>
        </w:rPr>
      </w:pPr>
      <w:r>
        <w:rPr>
          <w:szCs w:val="22"/>
        </w:rPr>
        <w:t>The Federal Trade Commission (FTC) website offers practical information on a variety of consumer topics, including privacy, credit, and identity theft. The FTC also provides guidance and information on how to select a credit counselor.</w:t>
      </w:r>
    </w:p>
    <w:p w:rsidR="00BB2440" w:rsidRDefault="00BB2440" w:rsidP="00B31D06">
      <w:pPr>
        <w:pStyle w:val="Body"/>
      </w:pPr>
    </w:p>
    <w:p w:rsidR="00BB2440" w:rsidRPr="00FA6337" w:rsidRDefault="00BB2440" w:rsidP="00CF5F42">
      <w:pPr>
        <w:pStyle w:val="GoldHeading"/>
      </w:pPr>
      <w:r>
        <w:br w:type="page"/>
      </w:r>
      <w:bookmarkStart w:id="102" w:name="_Toc264826885"/>
      <w:bookmarkStart w:id="103" w:name="_Toc265498510"/>
      <w:bookmarkStart w:id="104" w:name="_Toc265498921"/>
      <w:bookmarkStart w:id="105" w:name="_Toc271614381"/>
      <w:r w:rsidRPr="00FA6337">
        <w:t>What Do You Know? – Bank On It</w:t>
      </w:r>
      <w:bookmarkEnd w:id="102"/>
      <w:bookmarkEnd w:id="103"/>
      <w:bookmarkEnd w:id="104"/>
      <w:bookmarkEnd w:id="105"/>
    </w:p>
    <w:p w:rsidR="00BB2440" w:rsidRDefault="00BB2440" w:rsidP="00B31D06"/>
    <w:p w:rsidR="00BB2440" w:rsidRDefault="00BB2440" w:rsidP="00B31D06"/>
    <w:p w:rsidR="00BB2440" w:rsidRPr="00E805D7" w:rsidRDefault="00BB2440" w:rsidP="00B31D06">
      <w:r w:rsidRPr="00E805D7">
        <w:t xml:space="preserve">Instructor: </w:t>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r>
      <w:r w:rsidRPr="00E805D7">
        <w:softHyphen/>
        <w:t xml:space="preserve">___________________________________ Date: </w:t>
      </w:r>
      <w:r w:rsidRPr="00E805D7">
        <w:softHyphen/>
        <w:t>____________________</w:t>
      </w:r>
    </w:p>
    <w:p w:rsidR="00BB2440" w:rsidRPr="00E805D7" w:rsidRDefault="00BB2440" w:rsidP="00B31D06"/>
    <w:p w:rsidR="00BB2440" w:rsidRPr="00E805D7" w:rsidRDefault="00BB2440" w:rsidP="00B31D06">
      <w:r w:rsidRPr="00E805D7">
        <w:t>This form will allow you and the instructors to see what you know about banking services both before and after the training. Read each statement below. Please circle the number that shows how much you agree with each statement.</w:t>
      </w:r>
    </w:p>
    <w:p w:rsidR="00BB2440" w:rsidRPr="00E805D7" w:rsidRDefault="00BB2440" w:rsidP="00B31D06"/>
    <w:p w:rsidR="00BB2440" w:rsidRDefault="00BB2440" w:rsidP="00B31D06"/>
    <w:tbl>
      <w:tblPr>
        <w:tblW w:w="9627" w:type="dxa"/>
        <w:jc w:val="center"/>
        <w:tblLayout w:type="fixed"/>
        <w:tblLook w:val="0000"/>
      </w:tblPr>
      <w:tblGrid>
        <w:gridCol w:w="4718"/>
        <w:gridCol w:w="646"/>
        <w:gridCol w:w="593"/>
        <w:gridCol w:w="593"/>
        <w:gridCol w:w="598"/>
        <w:gridCol w:w="588"/>
        <w:gridCol w:w="593"/>
        <w:gridCol w:w="593"/>
        <w:gridCol w:w="694"/>
        <w:gridCol w:w="11"/>
      </w:tblGrid>
      <w:tr w:rsidR="00BB2440" w:rsidTr="0084325D">
        <w:trPr>
          <w:gridAfter w:val="1"/>
          <w:wAfter w:w="11" w:type="dxa"/>
          <w:cantSplit/>
          <w:trHeight w:val="368"/>
          <w:jc w:val="center"/>
        </w:trPr>
        <w:tc>
          <w:tcPr>
            <w:tcW w:w="4718" w:type="dxa"/>
          </w:tcPr>
          <w:p w:rsidR="00BB2440" w:rsidRDefault="00BB2440" w:rsidP="0084325D">
            <w:pPr>
              <w:spacing w:before="60" w:after="60"/>
              <w:rPr>
                <w:b/>
              </w:rPr>
            </w:pPr>
          </w:p>
        </w:tc>
        <w:tc>
          <w:tcPr>
            <w:tcW w:w="2430" w:type="dxa"/>
            <w:gridSpan w:val="4"/>
            <w:tcBorders>
              <w:top w:val="single" w:sz="4" w:space="0" w:color="auto"/>
              <w:left w:val="single" w:sz="4" w:space="0" w:color="auto"/>
              <w:right w:val="double" w:sz="12" w:space="0" w:color="auto"/>
            </w:tcBorders>
          </w:tcPr>
          <w:p w:rsidR="00BB2440" w:rsidRDefault="00BB2440" w:rsidP="0084325D">
            <w:pPr>
              <w:pStyle w:val="Heading4"/>
              <w:spacing w:before="60"/>
              <w:jc w:val="center"/>
              <w:rPr>
                <w:rFonts w:ascii="Arial" w:hAnsi="Arial" w:cs="Arial"/>
                <w:sz w:val="24"/>
              </w:rPr>
            </w:pPr>
            <w:r>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BB2440" w:rsidRDefault="00BB2440" w:rsidP="0084325D">
            <w:pPr>
              <w:pStyle w:val="Heading4"/>
              <w:spacing w:before="60"/>
              <w:jc w:val="center"/>
              <w:rPr>
                <w:rFonts w:ascii="Arial" w:hAnsi="Arial" w:cs="Arial"/>
                <w:sz w:val="24"/>
              </w:rPr>
            </w:pPr>
            <w:r>
              <w:rPr>
                <w:rFonts w:ascii="Arial" w:hAnsi="Arial" w:cs="Arial"/>
                <w:sz w:val="24"/>
              </w:rPr>
              <w:t>After the Training</w:t>
            </w:r>
          </w:p>
        </w:tc>
      </w:tr>
      <w:tr w:rsidR="00BB2440" w:rsidTr="0084325D">
        <w:trPr>
          <w:cantSplit/>
          <w:trHeight w:val="2079"/>
          <w:jc w:val="center"/>
        </w:trPr>
        <w:tc>
          <w:tcPr>
            <w:tcW w:w="4707" w:type="dxa"/>
            <w:tcBorders>
              <w:bottom w:val="single" w:sz="4" w:space="0" w:color="auto"/>
            </w:tcBorders>
            <w:vAlign w:val="center"/>
          </w:tcPr>
          <w:p w:rsidR="00BB2440" w:rsidRDefault="00BB2440" w:rsidP="0084325D">
            <w:pPr>
              <w:spacing w:before="60" w:after="60"/>
              <w:rPr>
                <w:b/>
              </w:rPr>
            </w:pPr>
          </w:p>
          <w:p w:rsidR="00BB2440" w:rsidRDefault="00BB2440" w:rsidP="0084325D">
            <w:pPr>
              <w:spacing w:before="60" w:after="60"/>
              <w:rPr>
                <w:b/>
              </w:rPr>
            </w:pPr>
          </w:p>
          <w:p w:rsidR="00BB2440" w:rsidRDefault="00BB2440" w:rsidP="0084325D">
            <w:pPr>
              <w:spacing w:before="60" w:after="60"/>
              <w:rPr>
                <w:b/>
              </w:rPr>
            </w:pPr>
          </w:p>
          <w:p w:rsidR="00BB2440" w:rsidRDefault="00BB2440" w:rsidP="0084325D">
            <w:pPr>
              <w:spacing w:before="60" w:after="60"/>
              <w:rPr>
                <w:b/>
              </w:rPr>
            </w:pPr>
          </w:p>
          <w:p w:rsidR="00BB2440" w:rsidRPr="00E805D7" w:rsidRDefault="00BB2440" w:rsidP="0084325D">
            <w:pPr>
              <w:spacing w:before="60" w:after="60"/>
              <w:ind w:right="113"/>
              <w:rPr>
                <w:b/>
              </w:rPr>
            </w:pPr>
            <w:r w:rsidRPr="00E805D7">
              <w:t>I can:</w:t>
            </w:r>
          </w:p>
        </w:tc>
        <w:tc>
          <w:tcPr>
            <w:tcW w:w="646" w:type="dxa"/>
            <w:tcBorders>
              <w:left w:val="single" w:sz="4" w:space="0" w:color="auto"/>
              <w:bottom w:val="single" w:sz="4" w:space="0" w:color="auto"/>
            </w:tcBorders>
            <w:shd w:val="clear" w:color="000000" w:fill="FFFFFF"/>
            <w:textDirection w:val="btLr"/>
            <w:vAlign w:val="center"/>
          </w:tcPr>
          <w:p w:rsidR="00BB2440" w:rsidRPr="00917EB7" w:rsidRDefault="00BB2440" w:rsidP="0084325D">
            <w:pPr>
              <w:rPr>
                <w:rFonts w:ascii="Arial" w:hAnsi="Arial" w:cs="Arial"/>
                <w:b/>
              </w:rPr>
            </w:pPr>
            <w:r w:rsidRPr="00917EB7">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Strongly Disagree</w:t>
            </w:r>
          </w:p>
        </w:tc>
        <w:tc>
          <w:tcPr>
            <w:tcW w:w="593" w:type="dxa"/>
            <w:tcBorders>
              <w:bottom w:val="single" w:sz="4" w:space="0" w:color="auto"/>
            </w:tcBorders>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Disagree</w:t>
            </w:r>
          </w:p>
        </w:tc>
        <w:tc>
          <w:tcPr>
            <w:tcW w:w="593" w:type="dxa"/>
            <w:tcBorders>
              <w:bottom w:val="single" w:sz="4" w:space="0" w:color="auto"/>
            </w:tcBorders>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BB2440" w:rsidRPr="00917EB7" w:rsidRDefault="00BB2440" w:rsidP="0084325D">
            <w:pPr>
              <w:spacing w:before="60" w:after="60"/>
              <w:ind w:right="72"/>
              <w:rPr>
                <w:rFonts w:ascii="Arial" w:hAnsi="Arial" w:cs="Arial"/>
                <w:b/>
              </w:rPr>
            </w:pPr>
            <w:r w:rsidRPr="00917EB7">
              <w:rPr>
                <w:rFonts w:ascii="Arial" w:hAnsi="Arial" w:cs="Arial"/>
                <w:b/>
              </w:rPr>
              <w:t xml:space="preserve"> Strongly Agree</w:t>
            </w:r>
          </w:p>
        </w:tc>
      </w:tr>
      <w:tr w:rsidR="00BB2440" w:rsidTr="0084325D">
        <w:trPr>
          <w:cantSplit/>
          <w:jc w:val="center"/>
        </w:trPr>
        <w:tc>
          <w:tcPr>
            <w:tcW w:w="4707" w:type="dxa"/>
            <w:tcBorders>
              <w:left w:val="single" w:sz="4" w:space="0" w:color="auto"/>
            </w:tcBorders>
          </w:tcPr>
          <w:p w:rsidR="00BB2440" w:rsidRPr="00E805D7" w:rsidRDefault="00BB2440" w:rsidP="0084325D">
            <w:pPr>
              <w:numPr>
                <w:ilvl w:val="0"/>
                <w:numId w:val="18"/>
              </w:numPr>
            </w:pPr>
            <w:r w:rsidRPr="00E805D7">
              <w:t>Identify the major types of insured financial institutions</w:t>
            </w:r>
          </w:p>
        </w:tc>
        <w:tc>
          <w:tcPr>
            <w:tcW w:w="646" w:type="dxa"/>
            <w:tcBorders>
              <w:left w:val="single" w:sz="4"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r w:rsidR="00BB2440" w:rsidTr="0084325D">
        <w:trPr>
          <w:cantSplit/>
          <w:jc w:val="center"/>
        </w:trPr>
        <w:tc>
          <w:tcPr>
            <w:tcW w:w="4707" w:type="dxa"/>
            <w:tcBorders>
              <w:left w:val="single" w:sz="4" w:space="0" w:color="auto"/>
              <w:right w:val="single" w:sz="4" w:space="0" w:color="auto"/>
            </w:tcBorders>
          </w:tcPr>
          <w:p w:rsidR="00BB2440" w:rsidRPr="00E805D7" w:rsidRDefault="00BB2440" w:rsidP="0084325D">
            <w:pPr>
              <w:numPr>
                <w:ilvl w:val="0"/>
                <w:numId w:val="18"/>
              </w:numPr>
            </w:pPr>
            <w:r w:rsidRPr="00E805D7">
              <w:t>Identify five reasons to use a bank</w:t>
            </w:r>
          </w:p>
        </w:tc>
        <w:tc>
          <w:tcPr>
            <w:tcW w:w="646" w:type="dxa"/>
            <w:tcBorders>
              <w:left w:val="nil"/>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r w:rsidR="00BB2440" w:rsidTr="0084325D">
        <w:trPr>
          <w:cantSplit/>
          <w:jc w:val="center"/>
        </w:trPr>
        <w:tc>
          <w:tcPr>
            <w:tcW w:w="4707" w:type="dxa"/>
            <w:tcBorders>
              <w:left w:val="single" w:sz="4" w:space="0" w:color="auto"/>
              <w:right w:val="single" w:sz="4" w:space="0" w:color="auto"/>
            </w:tcBorders>
          </w:tcPr>
          <w:p w:rsidR="00BB2440" w:rsidRPr="00E805D7" w:rsidRDefault="00BB2440" w:rsidP="0084325D">
            <w:pPr>
              <w:numPr>
                <w:ilvl w:val="0"/>
                <w:numId w:val="18"/>
              </w:numPr>
            </w:pPr>
            <w:r w:rsidRPr="00E805D7">
              <w:t>Describe the steps involved in opening and maintaining a bank account</w:t>
            </w:r>
          </w:p>
        </w:tc>
        <w:tc>
          <w:tcPr>
            <w:tcW w:w="646" w:type="dxa"/>
            <w:tcBorders>
              <w:left w:val="nil"/>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r w:rsidR="00BB2440" w:rsidTr="0084325D">
        <w:trPr>
          <w:cantSplit/>
          <w:trHeight w:val="80"/>
          <w:jc w:val="center"/>
        </w:trPr>
        <w:tc>
          <w:tcPr>
            <w:tcW w:w="4707" w:type="dxa"/>
            <w:tcBorders>
              <w:left w:val="single" w:sz="4" w:space="0" w:color="auto"/>
              <w:right w:val="single" w:sz="4" w:space="0" w:color="auto"/>
            </w:tcBorders>
          </w:tcPr>
          <w:p w:rsidR="00BB2440" w:rsidRPr="00E805D7" w:rsidRDefault="00BB2440" w:rsidP="0084325D">
            <w:pPr>
              <w:numPr>
                <w:ilvl w:val="0"/>
                <w:numId w:val="18"/>
              </w:numPr>
            </w:pPr>
            <w:r w:rsidRPr="00E805D7">
              <w:t>Describe two types of deposit accounts</w:t>
            </w:r>
          </w:p>
        </w:tc>
        <w:tc>
          <w:tcPr>
            <w:tcW w:w="646" w:type="dxa"/>
            <w:tcBorders>
              <w:left w:val="nil"/>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r w:rsidR="00BB2440" w:rsidTr="0084325D">
        <w:trPr>
          <w:cantSplit/>
          <w:trHeight w:val="80"/>
          <w:jc w:val="center"/>
        </w:trPr>
        <w:tc>
          <w:tcPr>
            <w:tcW w:w="4707" w:type="dxa"/>
            <w:tcBorders>
              <w:left w:val="single" w:sz="4" w:space="0" w:color="auto"/>
              <w:right w:val="single" w:sz="4" w:space="0" w:color="auto"/>
            </w:tcBorders>
          </w:tcPr>
          <w:p w:rsidR="00BB2440" w:rsidRPr="00E805D7" w:rsidRDefault="00BB2440" w:rsidP="0084325D">
            <w:pPr>
              <w:numPr>
                <w:ilvl w:val="0"/>
                <w:numId w:val="18"/>
              </w:numPr>
            </w:pPr>
            <w:r w:rsidRPr="00E805D7">
              <w:t>Identify additional bank services that come with deposit accounts</w:t>
            </w:r>
          </w:p>
        </w:tc>
        <w:tc>
          <w:tcPr>
            <w:tcW w:w="646" w:type="dxa"/>
            <w:tcBorders>
              <w:left w:val="nil"/>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r w:rsidR="00BB2440" w:rsidTr="0084325D">
        <w:trPr>
          <w:cantSplit/>
          <w:trHeight w:val="80"/>
          <w:jc w:val="center"/>
        </w:trPr>
        <w:tc>
          <w:tcPr>
            <w:tcW w:w="4707" w:type="dxa"/>
            <w:tcBorders>
              <w:left w:val="single" w:sz="4" w:space="0" w:color="auto"/>
              <w:bottom w:val="single" w:sz="4" w:space="0" w:color="auto"/>
              <w:right w:val="single" w:sz="4" w:space="0" w:color="auto"/>
            </w:tcBorders>
          </w:tcPr>
          <w:p w:rsidR="00BB2440" w:rsidRPr="00E805D7" w:rsidRDefault="00BB2440" w:rsidP="0084325D">
            <w:pPr>
              <w:numPr>
                <w:ilvl w:val="0"/>
                <w:numId w:val="18"/>
              </w:numPr>
            </w:pPr>
            <w:r w:rsidRPr="00E805D7">
              <w:t>Describe the main functions of the bank customer service representative, teller, loan officer, and branch manager</w:t>
            </w:r>
          </w:p>
        </w:tc>
        <w:tc>
          <w:tcPr>
            <w:tcW w:w="646" w:type="dxa"/>
            <w:tcBorders>
              <w:left w:val="nil"/>
              <w:bottom w:val="single" w:sz="4"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tcBorders>
              <w:bottom w:val="single" w:sz="4"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tcBorders>
              <w:bottom w:val="single" w:sz="4"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BB2440" w:rsidRPr="00917EB7" w:rsidRDefault="00BB2440" w:rsidP="0084325D">
            <w:pPr>
              <w:jc w:val="center"/>
              <w:rPr>
                <w:rFonts w:ascii="Arial" w:hAnsi="Arial" w:cs="Arial"/>
                <w:b/>
              </w:rPr>
            </w:pPr>
            <w:r w:rsidRPr="00917EB7">
              <w:rPr>
                <w:rFonts w:ascii="Arial" w:hAnsi="Arial" w:cs="Arial"/>
                <w:b/>
              </w:rPr>
              <w:t>4</w:t>
            </w:r>
          </w:p>
        </w:tc>
        <w:tc>
          <w:tcPr>
            <w:tcW w:w="588" w:type="dxa"/>
            <w:tcBorders>
              <w:left w:val="double" w:sz="12" w:space="0" w:color="auto"/>
              <w:bottom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1</w:t>
            </w:r>
          </w:p>
        </w:tc>
        <w:tc>
          <w:tcPr>
            <w:tcW w:w="593" w:type="dxa"/>
            <w:tcBorders>
              <w:bottom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2</w:t>
            </w:r>
          </w:p>
        </w:tc>
        <w:tc>
          <w:tcPr>
            <w:tcW w:w="593" w:type="dxa"/>
            <w:tcBorders>
              <w:bottom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3</w:t>
            </w:r>
          </w:p>
        </w:tc>
        <w:tc>
          <w:tcPr>
            <w:tcW w:w="705" w:type="dxa"/>
            <w:gridSpan w:val="2"/>
            <w:tcBorders>
              <w:bottom w:val="single" w:sz="4" w:space="0" w:color="auto"/>
              <w:right w:val="single" w:sz="4" w:space="0" w:color="auto"/>
            </w:tcBorders>
            <w:vAlign w:val="center"/>
          </w:tcPr>
          <w:p w:rsidR="00BB2440" w:rsidRPr="00917EB7" w:rsidRDefault="00BB2440" w:rsidP="0084325D">
            <w:pPr>
              <w:jc w:val="center"/>
              <w:rPr>
                <w:rFonts w:ascii="Arial" w:hAnsi="Arial" w:cs="Arial"/>
                <w:b/>
              </w:rPr>
            </w:pPr>
            <w:r w:rsidRPr="00917EB7">
              <w:rPr>
                <w:rFonts w:ascii="Arial" w:hAnsi="Arial" w:cs="Arial"/>
                <w:b/>
              </w:rPr>
              <w:t>4</w:t>
            </w:r>
          </w:p>
        </w:tc>
      </w:tr>
    </w:tbl>
    <w:p w:rsidR="00BB2440" w:rsidRDefault="00BB2440" w:rsidP="00CF5F42">
      <w:pPr>
        <w:pStyle w:val="GoldHeading"/>
      </w:pPr>
      <w:r>
        <w:br w:type="page"/>
      </w:r>
      <w:bookmarkStart w:id="106" w:name="_Toc265498511"/>
      <w:bookmarkStart w:id="107" w:name="_Toc265498922"/>
      <w:bookmarkStart w:id="108" w:name="_Toc271614382"/>
      <w:r>
        <w:t>Evaluation Form</w:t>
      </w:r>
      <w:bookmarkEnd w:id="106"/>
      <w:bookmarkEnd w:id="107"/>
      <w:bookmarkEnd w:id="108"/>
    </w:p>
    <w:p w:rsidR="00BB2440" w:rsidRDefault="00BB2440" w:rsidP="00B31D06">
      <w:pPr>
        <w:pStyle w:val="StudentText"/>
        <w:spacing w:after="0" w:line="300" w:lineRule="auto"/>
        <w:ind w:left="0"/>
        <w:rPr>
          <w:sz w:val="22"/>
          <w:szCs w:val="22"/>
        </w:rPr>
      </w:pPr>
      <w:r>
        <w:rPr>
          <w:sz w:val="22"/>
          <w:szCs w:val="22"/>
        </w:rPr>
        <w:t xml:space="preserve">This evaluation will enable you to assess your observations of the </w:t>
      </w:r>
      <w:r>
        <w:rPr>
          <w:i/>
          <w:sz w:val="22"/>
          <w:szCs w:val="22"/>
        </w:rPr>
        <w:t>Bank On It</w:t>
      </w:r>
      <w:r>
        <w:rPr>
          <w:sz w:val="22"/>
          <w:szCs w:val="22"/>
        </w:rPr>
        <w:t xml:space="preserve"> module. Please indicate the degree to which you agree with each statement by circling the appropriate number.</w:t>
      </w:r>
    </w:p>
    <w:p w:rsidR="00BB2440" w:rsidRDefault="00BB2440" w:rsidP="00B31D06">
      <w:pPr>
        <w:pStyle w:val="StudentText"/>
        <w:spacing w:after="0" w:line="240" w:lineRule="auto"/>
        <w:ind w:left="-270"/>
        <w:rPr>
          <w:sz w:val="22"/>
          <w:szCs w:val="22"/>
        </w:rPr>
      </w:pPr>
      <w:r>
        <w:rPr>
          <w:sz w:val="22"/>
          <w:szCs w:val="22"/>
        </w:rPr>
        <w:tab/>
      </w:r>
    </w:p>
    <w:tbl>
      <w:tblPr>
        <w:tblW w:w="9732" w:type="dxa"/>
        <w:tblInd w:w="218" w:type="dxa"/>
        <w:tblLayout w:type="fixed"/>
        <w:tblLook w:val="0000"/>
      </w:tblPr>
      <w:tblGrid>
        <w:gridCol w:w="7110"/>
        <w:gridCol w:w="18"/>
        <w:gridCol w:w="432"/>
        <w:gridCol w:w="88"/>
        <w:gridCol w:w="452"/>
        <w:gridCol w:w="69"/>
        <w:gridCol w:w="381"/>
        <w:gridCol w:w="140"/>
        <w:gridCol w:w="400"/>
        <w:gridCol w:w="121"/>
        <w:gridCol w:w="521"/>
      </w:tblGrid>
      <w:tr w:rsidR="00BB2440" w:rsidRPr="00E805D7" w:rsidTr="0084325D">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BB2440" w:rsidRPr="00E805D7" w:rsidRDefault="00BB2440" w:rsidP="0084325D">
            <w:pPr>
              <w:numPr>
                <w:ilvl w:val="0"/>
                <w:numId w:val="1"/>
              </w:numPr>
              <w:tabs>
                <w:tab w:val="num" w:pos="342"/>
              </w:tabs>
              <w:spacing w:after="40"/>
              <w:ind w:left="360"/>
              <w:rPr>
                <w:szCs w:val="22"/>
              </w:rPr>
            </w:pPr>
            <w:r w:rsidRPr="00E805D7">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r w:rsidRPr="00917EB7">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r w:rsidRPr="00917EB7">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szCs w:val="22"/>
              </w:rPr>
            </w:pPr>
            <w:r w:rsidRPr="00917EB7">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r w:rsidRPr="00917EB7">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r w:rsidRPr="00917EB7">
              <w:rPr>
                <w:rFonts w:ascii="Arial" w:hAnsi="Arial" w:cs="Arial"/>
                <w:b/>
                <w:szCs w:val="22"/>
              </w:rPr>
              <w:t>Strongly Agree</w:t>
            </w:r>
          </w:p>
        </w:tc>
      </w:tr>
      <w:tr w:rsidR="00BB2440" w:rsidRPr="00E805D7" w:rsidTr="0084325D">
        <w:trPr>
          <w:cantSplit/>
          <w:trHeight w:val="312"/>
        </w:trPr>
        <w:tc>
          <w:tcPr>
            <w:tcW w:w="7110" w:type="dxa"/>
            <w:tcBorders>
              <w:left w:val="single" w:sz="4" w:space="0" w:color="auto"/>
              <w:right w:val="single" w:sz="4" w:space="0" w:color="auto"/>
            </w:tcBorders>
            <w:tcMar>
              <w:left w:w="58" w:type="dxa"/>
              <w:right w:w="58" w:type="dxa"/>
            </w:tcMar>
          </w:tcPr>
          <w:p w:rsidR="00BB2440" w:rsidRPr="00E805D7" w:rsidRDefault="00BB2440" w:rsidP="0084325D">
            <w:pPr>
              <w:spacing w:after="40"/>
              <w:ind w:left="720"/>
              <w:rPr>
                <w:b/>
                <w:szCs w:val="22"/>
              </w:rPr>
            </w:pPr>
            <w:r w:rsidRPr="00E805D7">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r>
      <w:tr w:rsidR="00BB2440" w:rsidRPr="00E805D7" w:rsidTr="0084325D">
        <w:trPr>
          <w:cantSplit/>
          <w:trHeight w:val="312"/>
        </w:trPr>
        <w:tc>
          <w:tcPr>
            <w:tcW w:w="7110" w:type="dxa"/>
            <w:tcBorders>
              <w:left w:val="single" w:sz="4" w:space="0" w:color="auto"/>
              <w:right w:val="single" w:sz="4" w:space="0" w:color="auto"/>
            </w:tcBorders>
            <w:tcMar>
              <w:left w:w="58" w:type="dxa"/>
              <w:right w:w="58" w:type="dxa"/>
            </w:tcMar>
          </w:tcPr>
          <w:p w:rsidR="00BB2440" w:rsidRPr="00E805D7" w:rsidRDefault="00BB2440" w:rsidP="0084325D">
            <w:pPr>
              <w:spacing w:after="40"/>
              <w:ind w:left="720"/>
              <w:rPr>
                <w:b/>
                <w:szCs w:val="22"/>
              </w:rPr>
            </w:pPr>
            <w:r w:rsidRPr="00E805D7">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r>
      <w:tr w:rsidR="00BB2440" w:rsidRPr="00E805D7" w:rsidTr="0084325D">
        <w:trPr>
          <w:cantSplit/>
          <w:trHeight w:val="312"/>
        </w:trPr>
        <w:tc>
          <w:tcPr>
            <w:tcW w:w="7110" w:type="dxa"/>
            <w:tcBorders>
              <w:left w:val="single" w:sz="4" w:space="0" w:color="auto"/>
              <w:right w:val="single" w:sz="4" w:space="0" w:color="auto"/>
            </w:tcBorders>
            <w:tcMar>
              <w:left w:w="58" w:type="dxa"/>
              <w:right w:w="58" w:type="dxa"/>
            </w:tcMar>
          </w:tcPr>
          <w:p w:rsidR="00BB2440" w:rsidRPr="00E805D7" w:rsidRDefault="00BB2440" w:rsidP="0084325D">
            <w:pPr>
              <w:spacing w:after="40"/>
              <w:ind w:left="720"/>
              <w:rPr>
                <w:b/>
                <w:szCs w:val="22"/>
              </w:rPr>
            </w:pPr>
            <w:r w:rsidRPr="00E805D7">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r>
      <w:tr w:rsidR="00BB2440" w:rsidRPr="00E805D7" w:rsidTr="0084325D">
        <w:trPr>
          <w:cantSplit/>
          <w:trHeight w:val="312"/>
        </w:trPr>
        <w:tc>
          <w:tcPr>
            <w:tcW w:w="7110" w:type="dxa"/>
            <w:tcBorders>
              <w:left w:val="single" w:sz="4" w:space="0" w:color="auto"/>
              <w:right w:val="single" w:sz="4" w:space="0" w:color="auto"/>
            </w:tcBorders>
            <w:tcMar>
              <w:left w:w="58" w:type="dxa"/>
              <w:right w:w="58" w:type="dxa"/>
            </w:tcMar>
          </w:tcPr>
          <w:p w:rsidR="00BB2440" w:rsidRPr="00E805D7" w:rsidRDefault="00BB2440" w:rsidP="0084325D">
            <w:pPr>
              <w:spacing w:after="40"/>
              <w:ind w:left="720"/>
              <w:rPr>
                <w:b/>
                <w:szCs w:val="22"/>
              </w:rPr>
            </w:pPr>
            <w:r w:rsidRPr="00E805D7">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r>
      <w:tr w:rsidR="00BB2440" w:rsidRPr="00E805D7" w:rsidTr="0084325D">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BB2440" w:rsidRPr="00E805D7" w:rsidRDefault="00BB2440" w:rsidP="0084325D">
            <w:pPr>
              <w:spacing w:after="40"/>
              <w:ind w:left="720"/>
              <w:rPr>
                <w:szCs w:val="22"/>
              </w:rPr>
            </w:pPr>
            <w:r w:rsidRPr="00E805D7">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2440" w:rsidRPr="00917EB7" w:rsidRDefault="00BB2440" w:rsidP="0084325D">
            <w:pPr>
              <w:spacing w:after="40"/>
              <w:ind w:right="113"/>
              <w:rPr>
                <w:rFonts w:ascii="Arial" w:hAnsi="Arial" w:cs="Arial"/>
                <w:b/>
                <w:szCs w:val="22"/>
              </w:rPr>
            </w:pPr>
          </w:p>
        </w:tc>
      </w:tr>
      <w:tr w:rsidR="00BB2440" w:rsidRPr="00E805D7" w:rsidTr="0084325D">
        <w:tc>
          <w:tcPr>
            <w:tcW w:w="7110" w:type="dxa"/>
            <w:tcBorders>
              <w:top w:val="single" w:sz="4" w:space="0" w:color="auto"/>
              <w:left w:val="single" w:sz="4" w:space="0" w:color="auto"/>
            </w:tcBorders>
            <w:tcMar>
              <w:left w:w="58" w:type="dxa"/>
              <w:right w:w="58" w:type="dxa"/>
            </w:tcMar>
          </w:tcPr>
          <w:p w:rsidR="00BB2440" w:rsidRPr="00E805D7" w:rsidRDefault="00BB2440" w:rsidP="0084325D">
            <w:pPr>
              <w:numPr>
                <w:ilvl w:val="0"/>
                <w:numId w:val="1"/>
              </w:numPr>
              <w:tabs>
                <w:tab w:val="num" w:pos="342"/>
              </w:tabs>
              <w:spacing w:after="40"/>
              <w:ind w:left="360"/>
              <w:rPr>
                <w:szCs w:val="22"/>
              </w:rPr>
            </w:pPr>
            <w:r w:rsidRPr="00E805D7">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widowControl w:val="0"/>
              <w:numPr>
                <w:ilvl w:val="0"/>
                <w:numId w:val="1"/>
              </w:numPr>
              <w:spacing w:after="40"/>
              <w:ind w:left="360"/>
              <w:rPr>
                <w:szCs w:val="22"/>
              </w:rPr>
            </w:pPr>
            <w:r w:rsidRPr="00E805D7">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widowControl w:val="0"/>
              <w:numPr>
                <w:ilvl w:val="0"/>
                <w:numId w:val="1"/>
              </w:numPr>
              <w:spacing w:after="40"/>
              <w:ind w:left="360"/>
              <w:rPr>
                <w:szCs w:val="22"/>
              </w:rPr>
            </w:pPr>
            <w:r w:rsidRPr="00E805D7">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c>
          <w:tcPr>
            <w:tcW w:w="7110" w:type="dxa"/>
            <w:tcBorders>
              <w:left w:val="single" w:sz="4" w:space="0" w:color="auto"/>
            </w:tcBorders>
            <w:tcMar>
              <w:left w:w="58" w:type="dxa"/>
              <w:right w:w="58" w:type="dxa"/>
            </w:tcMar>
          </w:tcPr>
          <w:p w:rsidR="00BB2440" w:rsidRPr="00E805D7" w:rsidRDefault="00BB2440" w:rsidP="0084325D">
            <w:pPr>
              <w:numPr>
                <w:ilvl w:val="0"/>
                <w:numId w:val="1"/>
              </w:numPr>
              <w:spacing w:after="40"/>
              <w:ind w:left="360"/>
              <w:rPr>
                <w:szCs w:val="22"/>
              </w:rPr>
            </w:pPr>
            <w:r w:rsidRPr="00E805D7">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45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40" w:type="dxa"/>
            <w:gridSpan w:val="2"/>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BB2440" w:rsidRPr="00E805D7" w:rsidRDefault="00BB2440" w:rsidP="0084325D">
            <w:pPr>
              <w:spacing w:after="40"/>
              <w:rPr>
                <w:szCs w:val="22"/>
              </w:rPr>
            </w:pPr>
          </w:p>
          <w:p w:rsidR="00BB2440" w:rsidRPr="00E805D7" w:rsidRDefault="00BB2440" w:rsidP="0084325D">
            <w:pPr>
              <w:numPr>
                <w:ilvl w:val="0"/>
                <w:numId w:val="1"/>
              </w:numPr>
              <w:spacing w:after="40"/>
              <w:ind w:left="360"/>
              <w:rPr>
                <w:szCs w:val="22"/>
              </w:rPr>
            </w:pPr>
            <w:r w:rsidRPr="00E805D7">
              <w:rPr>
                <w:szCs w:val="22"/>
              </w:rPr>
              <w:t>My knowledge/skill level of the subject matter before taking the module.</w:t>
            </w:r>
          </w:p>
          <w:p w:rsidR="00BB2440" w:rsidRPr="00E805D7" w:rsidRDefault="00BB2440" w:rsidP="0084325D">
            <w:pPr>
              <w:spacing w:after="40"/>
              <w:rPr>
                <w:szCs w:val="22"/>
              </w:rPr>
            </w:pPr>
          </w:p>
          <w:p w:rsidR="00BB2440" w:rsidRPr="00E805D7" w:rsidRDefault="00BB2440" w:rsidP="0084325D">
            <w:pPr>
              <w:numPr>
                <w:ilvl w:val="0"/>
                <w:numId w:val="1"/>
              </w:numPr>
              <w:spacing w:after="40"/>
              <w:ind w:left="360"/>
              <w:rPr>
                <w:szCs w:val="22"/>
              </w:rPr>
            </w:pPr>
            <w:r w:rsidRPr="00E805D7">
              <w:rPr>
                <w:szCs w:val="22"/>
              </w:rPr>
              <w:t>My knowledge/skill level of the subject matter upon completion of the module.</w:t>
            </w:r>
          </w:p>
        </w:tc>
        <w:tc>
          <w:tcPr>
            <w:tcW w:w="2604" w:type="dxa"/>
            <w:gridSpan w:val="9"/>
            <w:tcMar>
              <w:left w:w="58" w:type="dxa"/>
              <w:right w:w="58" w:type="dxa"/>
            </w:tcMar>
          </w:tcPr>
          <w:p w:rsidR="00BB2440" w:rsidRPr="00917EB7" w:rsidRDefault="00BB2440" w:rsidP="0084325D">
            <w:pPr>
              <w:spacing w:after="40"/>
              <w:rPr>
                <w:rFonts w:ascii="Arial" w:hAnsi="Arial" w:cs="Arial"/>
                <w:b/>
                <w:color w:val="000000"/>
                <w:szCs w:val="22"/>
              </w:rPr>
            </w:pPr>
            <w:r w:rsidRPr="00917EB7">
              <w:rPr>
                <w:rFonts w:ascii="Arial" w:hAnsi="Arial" w:cs="Arial"/>
                <w:b/>
                <w:color w:val="000000"/>
                <w:szCs w:val="22"/>
              </w:rPr>
              <w:t xml:space="preserve">None </w:t>
            </w:r>
            <w:r w:rsidRPr="00917EB7">
              <w:rPr>
                <w:rFonts w:ascii="Arial" w:hAnsi="Arial" w:cs="Arial"/>
                <w:b/>
                <w:color w:val="000000"/>
                <w:szCs w:val="22"/>
              </w:rPr>
              <w:tab/>
              <w:t xml:space="preserve">          Advanced</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BB2440" w:rsidRPr="00E805D7" w:rsidRDefault="00BB2440" w:rsidP="0084325D">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BB2440" w:rsidRPr="00E805D7" w:rsidRDefault="00BB2440" w:rsidP="0084325D">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BB2440" w:rsidRPr="00E805D7" w:rsidRDefault="00BB2440" w:rsidP="0084325D">
            <w:pPr>
              <w:numPr>
                <w:ilvl w:val="0"/>
                <w:numId w:val="1"/>
              </w:numPr>
              <w:spacing w:after="40"/>
              <w:ind w:left="360"/>
              <w:rPr>
                <w:szCs w:val="22"/>
              </w:rPr>
            </w:pPr>
            <w:r w:rsidRPr="00E805D7">
              <w:rPr>
                <w:color w:val="000000"/>
                <w:szCs w:val="22"/>
              </w:rPr>
              <w:t>Name of Instructor:</w:t>
            </w:r>
          </w:p>
          <w:p w:rsidR="00BB2440" w:rsidRPr="00E805D7" w:rsidRDefault="00BB2440" w:rsidP="0084325D">
            <w:pPr>
              <w:spacing w:after="40"/>
              <w:ind w:left="360"/>
              <w:rPr>
                <w:szCs w:val="22"/>
              </w:rPr>
            </w:pPr>
          </w:p>
          <w:p w:rsidR="00BB2440" w:rsidRPr="00E805D7" w:rsidRDefault="00BB2440" w:rsidP="0084325D">
            <w:pPr>
              <w:spacing w:after="40"/>
              <w:ind w:left="360"/>
              <w:rPr>
                <w:szCs w:val="22"/>
              </w:rPr>
            </w:pPr>
          </w:p>
          <w:p w:rsidR="00BB2440" w:rsidRPr="00E805D7" w:rsidRDefault="00BB2440" w:rsidP="0084325D">
            <w:pPr>
              <w:spacing w:after="40"/>
              <w:ind w:left="360"/>
              <w:rPr>
                <w:szCs w:val="22"/>
              </w:rPr>
            </w:pPr>
            <w:r w:rsidRPr="00E805D7">
              <w:rPr>
                <w:szCs w:val="22"/>
              </w:rPr>
              <w:t>Instructor Rating:</w:t>
            </w:r>
          </w:p>
          <w:p w:rsidR="00BB2440" w:rsidRPr="00E805D7" w:rsidRDefault="00BB2440" w:rsidP="0084325D">
            <w:pPr>
              <w:spacing w:after="40"/>
              <w:ind w:left="360"/>
              <w:rPr>
                <w:szCs w:val="22"/>
              </w:rPr>
            </w:pPr>
            <w:r w:rsidRPr="00E805D7">
              <w:rPr>
                <w:szCs w:val="22"/>
              </w:rPr>
              <w:t xml:space="preserve">Please use the response scale and circle the appropriate number. </w:t>
            </w:r>
          </w:p>
          <w:p w:rsidR="00BB2440" w:rsidRPr="00E805D7" w:rsidRDefault="00BB2440" w:rsidP="0084325D">
            <w:pPr>
              <w:spacing w:after="40"/>
              <w:ind w:left="360"/>
              <w:rPr>
                <w:szCs w:val="22"/>
              </w:rPr>
            </w:pPr>
          </w:p>
        </w:tc>
        <w:tc>
          <w:tcPr>
            <w:tcW w:w="2604" w:type="dxa"/>
            <w:gridSpan w:val="9"/>
            <w:tcMar>
              <w:left w:w="58" w:type="dxa"/>
              <w:right w:w="58" w:type="dxa"/>
            </w:tcMar>
          </w:tcPr>
          <w:p w:rsidR="00BB2440" w:rsidRPr="00917EB7" w:rsidRDefault="00BB2440" w:rsidP="0084325D">
            <w:pPr>
              <w:spacing w:after="40"/>
              <w:rPr>
                <w:rFonts w:ascii="Arial" w:hAnsi="Arial" w:cs="Arial"/>
                <w:b/>
                <w:szCs w:val="22"/>
              </w:rPr>
            </w:pPr>
            <w:r w:rsidRPr="00917EB7">
              <w:rPr>
                <w:rFonts w:ascii="Arial" w:hAnsi="Arial" w:cs="Arial"/>
                <w:b/>
                <w:szCs w:val="22"/>
              </w:rPr>
              <w:t>Response Scale:</w:t>
            </w:r>
          </w:p>
          <w:p w:rsidR="00BB2440" w:rsidRPr="00917EB7" w:rsidRDefault="00BB2440" w:rsidP="0084325D">
            <w:pPr>
              <w:tabs>
                <w:tab w:val="left" w:pos="422"/>
              </w:tabs>
              <w:spacing w:after="40"/>
              <w:ind w:left="422"/>
              <w:rPr>
                <w:rFonts w:ascii="Arial" w:hAnsi="Arial" w:cs="Arial"/>
                <w:b/>
                <w:szCs w:val="22"/>
              </w:rPr>
            </w:pPr>
            <w:r w:rsidRPr="00917EB7">
              <w:rPr>
                <w:rFonts w:ascii="Arial" w:hAnsi="Arial" w:cs="Arial"/>
                <w:b/>
                <w:szCs w:val="22"/>
              </w:rPr>
              <w:t>5  Excellent</w:t>
            </w:r>
          </w:p>
          <w:p w:rsidR="00BB2440" w:rsidRPr="00917EB7" w:rsidRDefault="00BB2440" w:rsidP="0084325D">
            <w:pPr>
              <w:spacing w:after="40"/>
              <w:ind w:left="422"/>
              <w:rPr>
                <w:rFonts w:ascii="Arial" w:hAnsi="Arial" w:cs="Arial"/>
                <w:b/>
                <w:szCs w:val="22"/>
              </w:rPr>
            </w:pPr>
            <w:r w:rsidRPr="00917EB7">
              <w:rPr>
                <w:rFonts w:ascii="Arial" w:hAnsi="Arial" w:cs="Arial"/>
                <w:b/>
                <w:szCs w:val="22"/>
              </w:rPr>
              <w:t>4  Very Good</w:t>
            </w:r>
          </w:p>
          <w:p w:rsidR="00BB2440" w:rsidRPr="00917EB7" w:rsidRDefault="00BB2440" w:rsidP="0084325D">
            <w:pPr>
              <w:spacing w:after="40"/>
              <w:ind w:left="422"/>
              <w:rPr>
                <w:rFonts w:ascii="Arial" w:hAnsi="Arial" w:cs="Arial"/>
                <w:b/>
                <w:szCs w:val="22"/>
              </w:rPr>
            </w:pPr>
            <w:r w:rsidRPr="00917EB7">
              <w:rPr>
                <w:rFonts w:ascii="Arial" w:hAnsi="Arial" w:cs="Arial"/>
                <w:b/>
                <w:szCs w:val="22"/>
              </w:rPr>
              <w:t>3  Good</w:t>
            </w:r>
          </w:p>
          <w:p w:rsidR="00BB2440" w:rsidRPr="00917EB7" w:rsidRDefault="00BB2440" w:rsidP="0084325D">
            <w:pPr>
              <w:spacing w:after="40"/>
              <w:ind w:left="422"/>
              <w:rPr>
                <w:rFonts w:ascii="Arial" w:hAnsi="Arial" w:cs="Arial"/>
                <w:b/>
                <w:szCs w:val="22"/>
              </w:rPr>
            </w:pPr>
            <w:r w:rsidRPr="00917EB7">
              <w:rPr>
                <w:rFonts w:ascii="Arial" w:hAnsi="Arial" w:cs="Arial"/>
                <w:b/>
                <w:szCs w:val="22"/>
              </w:rPr>
              <w:t>2  Fair</w:t>
            </w:r>
          </w:p>
          <w:p w:rsidR="00BB2440" w:rsidRPr="00917EB7" w:rsidRDefault="00BB2440" w:rsidP="0084325D">
            <w:pPr>
              <w:spacing w:after="40"/>
              <w:ind w:left="422"/>
              <w:rPr>
                <w:rFonts w:ascii="Arial" w:hAnsi="Arial" w:cs="Arial"/>
                <w:b/>
                <w:color w:val="000000"/>
                <w:szCs w:val="22"/>
              </w:rPr>
            </w:pPr>
            <w:r w:rsidRPr="00917EB7">
              <w:rPr>
                <w:rFonts w:ascii="Arial" w:hAnsi="Arial" w:cs="Arial"/>
                <w:b/>
                <w:szCs w:val="22"/>
              </w:rPr>
              <w:t>1  Poor</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BB2440" w:rsidRPr="00E805D7" w:rsidRDefault="00BB2440" w:rsidP="0084325D">
            <w:pPr>
              <w:spacing w:after="40"/>
              <w:rPr>
                <w:szCs w:val="22"/>
              </w:rPr>
            </w:pPr>
            <w:r w:rsidRPr="00E805D7">
              <w:t>Objectives were clear &amp; attainable</w:t>
            </w:r>
          </w:p>
        </w:tc>
        <w:tc>
          <w:tcPr>
            <w:tcW w:w="520"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BB2440" w:rsidRPr="00E805D7" w:rsidRDefault="00BB2440" w:rsidP="0084325D">
            <w:pPr>
              <w:spacing w:after="40"/>
            </w:pPr>
            <w:r w:rsidRPr="00E805D7">
              <w:t>Made the subject understandable</w:t>
            </w:r>
          </w:p>
        </w:tc>
        <w:tc>
          <w:tcPr>
            <w:tcW w:w="520"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BB2440" w:rsidRPr="00E805D7" w:rsidRDefault="00BB2440" w:rsidP="0084325D">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sidRPr="00E805D7">
              <w:rPr>
                <w:szCs w:val="22"/>
              </w:rPr>
              <w:t xml:space="preserve">Encouraged questions      </w:t>
            </w:r>
          </w:p>
        </w:tc>
        <w:tc>
          <w:tcPr>
            <w:tcW w:w="520"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r w:rsidR="00BB2440" w:rsidRPr="00E805D7" w:rsidTr="008432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BB2440" w:rsidRPr="00E805D7" w:rsidRDefault="00BB2440" w:rsidP="0084325D">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rsidRPr="00E805D7">
              <w:t xml:space="preserve">Had technical knowledge </w:t>
            </w:r>
          </w:p>
        </w:tc>
        <w:tc>
          <w:tcPr>
            <w:tcW w:w="520"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1</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2</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3</w:t>
            </w:r>
          </w:p>
        </w:tc>
        <w:tc>
          <w:tcPr>
            <w:tcW w:w="521" w:type="dxa"/>
            <w:gridSpan w:val="2"/>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4</w:t>
            </w:r>
          </w:p>
        </w:tc>
        <w:tc>
          <w:tcPr>
            <w:tcW w:w="521" w:type="dxa"/>
            <w:shd w:val="pct20" w:color="auto" w:fill="FFFFFF"/>
            <w:tcMar>
              <w:left w:w="58" w:type="dxa"/>
              <w:right w:w="58" w:type="dxa"/>
            </w:tcMar>
            <w:vAlign w:val="center"/>
          </w:tcPr>
          <w:p w:rsidR="00BB2440" w:rsidRPr="00917EB7" w:rsidRDefault="00BB2440" w:rsidP="0084325D">
            <w:pPr>
              <w:spacing w:after="40"/>
              <w:jc w:val="center"/>
              <w:rPr>
                <w:rFonts w:ascii="Arial" w:hAnsi="Arial" w:cs="Arial"/>
                <w:b/>
                <w:szCs w:val="22"/>
              </w:rPr>
            </w:pPr>
            <w:r w:rsidRPr="00917EB7">
              <w:rPr>
                <w:rFonts w:ascii="Arial" w:hAnsi="Arial" w:cs="Arial"/>
                <w:b/>
                <w:szCs w:val="22"/>
              </w:rPr>
              <w:t>5</w:t>
            </w:r>
          </w:p>
        </w:tc>
      </w:tr>
    </w:tbl>
    <w:p w:rsidR="00BB2440" w:rsidRDefault="00BB2440" w:rsidP="00B31D06">
      <w:pPr>
        <w:rPr>
          <w:szCs w:val="22"/>
        </w:rPr>
      </w:pPr>
    </w:p>
    <w:p w:rsidR="00BB2440" w:rsidRDefault="00BB2440" w:rsidP="00B31D06">
      <w:pPr>
        <w:rPr>
          <w:szCs w:val="22"/>
        </w:rPr>
      </w:pPr>
      <w:r>
        <w:rPr>
          <w:szCs w:val="22"/>
        </w:rPr>
        <w:br w:type="page"/>
        <w:t xml:space="preserve">What was the most useful part of the training? </w:t>
      </w:r>
    </w:p>
    <w:p w:rsidR="00BB2440" w:rsidRDefault="00BB2440" w:rsidP="00B31D06">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440" w:rsidRDefault="00BB2440" w:rsidP="00B31D06">
      <w:pPr>
        <w:rPr>
          <w:szCs w:val="22"/>
        </w:rPr>
      </w:pPr>
    </w:p>
    <w:p w:rsidR="00BB2440" w:rsidRDefault="00BB2440" w:rsidP="00B31D06">
      <w:pPr>
        <w:rPr>
          <w:szCs w:val="22"/>
        </w:rPr>
      </w:pPr>
      <w:r>
        <w:rPr>
          <w:szCs w:val="22"/>
        </w:rPr>
        <w:t>What was the least useful part of the training and how could it be improved?</w:t>
      </w:r>
    </w:p>
    <w:p w:rsidR="00BB2440" w:rsidRDefault="00BB2440" w:rsidP="00B31D06">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440" w:rsidRDefault="00BB2440" w:rsidP="00B31D06">
      <w:pPr>
        <w:pStyle w:val="Body"/>
      </w:pPr>
    </w:p>
    <w:p w:rsidR="00BB2440" w:rsidRDefault="00BB2440" w:rsidP="00CF5F42">
      <w:pPr>
        <w:pStyle w:val="GoldHeading"/>
      </w:pPr>
    </w:p>
    <w:p w:rsidR="00BB2440" w:rsidRDefault="00BB2440">
      <w:pPr>
        <w:pStyle w:val="Body"/>
      </w:pPr>
    </w:p>
    <w:sectPr w:rsidR="00BB2440" w:rsidSect="00D007D5">
      <w:headerReference w:type="default" r:id="rId17"/>
      <w:footerReference w:type="default" r:id="rId18"/>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440" w:rsidRDefault="00BB2440">
      <w:pPr>
        <w:spacing w:line="240" w:lineRule="auto"/>
      </w:pPr>
      <w:r>
        <w:separator/>
      </w:r>
    </w:p>
  </w:endnote>
  <w:endnote w:type="continuationSeparator" w:id="0">
    <w:p w:rsidR="00BB2440" w:rsidRDefault="00BB24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Neue">
    <w:altName w:val="Corbel"/>
    <w:panose1 w:val="00000000000000000000"/>
    <w:charset w:val="00"/>
    <w:family w:val="auto"/>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440" w:rsidRDefault="00BB2440">
    <w:pPr>
      <w:pStyle w:val="Footer"/>
      <w:jc w:val="right"/>
      <w:rPr>
        <w:rFonts w:ascii="Arial" w:hAnsi="Arial" w:cs="Arial"/>
        <w:color w:val="252E4E"/>
        <w:sz w:val="16"/>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Pr>
        <w:rFonts w:ascii="Arial" w:hAnsi="Arial" w:cs="Arial"/>
        <w:noProof/>
        <w:color w:val="252E4E"/>
        <w:sz w:val="16"/>
      </w:rPr>
      <w:t>22</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Pr>
        <w:rFonts w:ascii="Arial" w:hAnsi="Arial" w:cs="Arial"/>
        <w:noProof/>
        <w:color w:val="252E4E"/>
        <w:sz w:val="16"/>
      </w:rPr>
      <w:t>21</w:t>
    </w:r>
    <w:r>
      <w:rPr>
        <w:rFonts w:ascii="Arial" w:hAnsi="Arial" w:cs="Arial"/>
        <w:color w:val="252E4E"/>
        <w:sz w:val="16"/>
      </w:rPr>
      <w:fldChar w:fldCharType="end"/>
    </w:r>
    <w:r>
      <w:rPr>
        <w:noProof/>
      </w:rPr>
      <w:pict>
        <v:shapetype id="_x0000_t202" coordsize="21600,21600" o:spt="202" path="m,l,21600r21600,l21600,xe">
          <v:stroke joinstyle="miter"/>
          <v:path gradientshapeok="t" o:connecttype="rect"/>
        </v:shapetype>
        <v:shape id="Text Box 37" o:spid="_x0000_s2050" type="#_x0000_t202" style="position:absolute;left:0;text-align:left;margin-left:0;margin-top:0;width:2in;height:2in;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" filled="f" stroked="f">
          <v:textbox inset=",7.2pt,,7.2pt">
            <w:txbxContent>
              <w:p w:rsidR="00BB2440" w:rsidRDefault="00BB2440">
                <w:r>
                  <w:rPr>
                    <w:rFonts w:ascii="Arial Bold" w:hAnsi="Arial Bold"/>
                    <w:color w:val="252E4E"/>
                    <w:sz w:val="20"/>
                  </w:rPr>
                  <w:tab/>
                </w:r>
              </w:p>
            </w:txbxContent>
          </v:textbox>
          <w10:wrap type="square"/>
        </v:shape>
      </w:pict>
    </w:r>
    <w:r>
      <w:rPr>
        <w:rFonts w:ascii="Arial" w:hAnsi="Arial" w:cs="Arial"/>
        <w:color w:val="252E4E"/>
        <w:sz w:val="16"/>
      </w:rPr>
      <w:tab/>
    </w:r>
    <w:r w:rsidRPr="006232F4">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40pt;height:698.25pt;visibility:visible">
          <v:imagedata r:id="rId1" o:title=""/>
        </v:shape>
      </w:pict>
    </w:r>
  </w:p>
  <w:p w:rsidR="00BB2440" w:rsidRDefault="00BB2440">
    <w:pPr>
      <w:pStyle w:val="Footer"/>
      <w:rPr>
        <w:color w:val="FFFFFF"/>
        <w:sz w:val="24"/>
      </w:rPr>
    </w:pPr>
    <w:r>
      <w:rPr>
        <w:noProof/>
      </w:rPr>
      <w:pict>
        <v:shape id="Text Box 24" o:spid="_x0000_s2051" type="#_x0000_t202" style="position:absolute;margin-left:550pt;margin-top:59.85pt;width:1in;height:1in;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" filled="f" stroked="f">
          <v:textbox inset=",7.2pt,,7.2pt">
            <w:txbxContent>
              <w:p w:rsidR="00BB2440" w:rsidRDefault="00BB2440"/>
            </w:txbxContent>
          </v:textbox>
        </v:shape>
      </w:pict>
    </w:r>
    <w:r>
      <w:rPr>
        <w:noProof/>
      </w:rPr>
      <w:pict>
        <v:shape id="Picture 30" o:spid="_x0000_s2052" type="#_x0000_t75" alt="footer" style="position:absolute;margin-left:36.7pt;margin-top:704.15pt;width:540.55pt;height:47.65pt;z-index:-251659264;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440" w:rsidRDefault="00BB2440">
      <w:pPr>
        <w:spacing w:line="240" w:lineRule="auto"/>
      </w:pPr>
      <w:r>
        <w:separator/>
      </w:r>
    </w:p>
  </w:footnote>
  <w:footnote w:type="continuationSeparator" w:id="0">
    <w:p w:rsidR="00BB2440" w:rsidRDefault="00BB244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440" w:rsidRDefault="00BB2440" w:rsidP="00917EB7">
    <w:pPr>
      <w:tabs>
        <w:tab w:val="left" w:pos="270"/>
      </w:tabs>
      <w:rPr>
        <w:rFonts w:ascii="Arial" w:hAnsi="Arial" w:cs="Arial"/>
        <w:b/>
        <w:color w:val="B08830"/>
        <w:sz w:val="16"/>
      </w:rPr>
    </w:pPr>
    <w:r>
      <w:rPr>
        <w:rFonts w:ascii="Arial" w:hAnsi="Arial" w:cs="Arial"/>
        <w:b/>
        <w:color w:val="252E4E"/>
        <w:sz w:val="16"/>
      </w:rPr>
      <w:t xml:space="preserve">Module 1: Bank On It </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Participant Guide</w:t>
    </w:r>
  </w:p>
  <w:p w:rsidR="00BB2440" w:rsidRDefault="00BB2440">
    <w:pPr>
      <w:tabs>
        <w:tab w:val="left" w:pos="4652"/>
      </w:tabs>
      <w:rPr>
        <w:b/>
      </w:rPr>
    </w:pPr>
    <w:r>
      <w:rPr>
        <w:noProof/>
      </w:rPr>
      <w:pict>
        <v:shapetype id="_x0000_t32" coordsize="21600,21600" o:spt="32" o:oned="t" path="m,l21600,21600e" filled="f">
          <v:path arrowok="t" fillok="f" o:connecttype="none"/>
          <o:lock v:ext="edit" shapetype="t"/>
        </v:shapetype>
        <v:shape id="AutoShape 32" o:spid="_x0000_s2049" type="#_x0000_t32" style="position:absolute;margin-left:1.2pt;margin-top:7.25pt;width:539.65pt;height:0;z-index:251658240;visibility:visible"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5LC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KN+SwqkCAACWBQAADgAAAAAAAAAAAAAA&#10;AAAuAgAAZHJzL2Uyb0RvYy54bWxQSwECLQAUAAYACAAAACEAQCKSpdwAAAAIAQAADwAAAAAAAAAA&#10;AAAAAAADBQAAZHJzL2Rvd25yZXYueG1sUEsFBgAAAAAEAAQA8wAAAAwGAAAAAA==&#10;" strokecolor="#0f243e" strokeweight=".5pt">
          <v:shadow color="#ffc000" opacity=".5"/>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5F58"/>
    <w:multiLevelType w:val="hybridMultilevel"/>
    <w:tmpl w:val="EAF2E1B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97CC9"/>
    <w:multiLevelType w:val="hybridMultilevel"/>
    <w:tmpl w:val="002E1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4913DA"/>
    <w:multiLevelType w:val="hybridMultilevel"/>
    <w:tmpl w:val="9DAAF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40948"/>
    <w:multiLevelType w:val="hybridMultilevel"/>
    <w:tmpl w:val="6C3C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175B8"/>
    <w:multiLevelType w:val="hybridMultilevel"/>
    <w:tmpl w:val="E312E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262B5"/>
    <w:multiLevelType w:val="hybridMultilevel"/>
    <w:tmpl w:val="11FE9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937C61"/>
    <w:multiLevelType w:val="hybridMultilevel"/>
    <w:tmpl w:val="F0663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9E7FA5"/>
    <w:multiLevelType w:val="hybridMultilevel"/>
    <w:tmpl w:val="853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803E78"/>
    <w:multiLevelType w:val="hybridMultilevel"/>
    <w:tmpl w:val="6AD4D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944F4D"/>
    <w:multiLevelType w:val="hybridMultilevel"/>
    <w:tmpl w:val="6A70E8B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19267FDC"/>
    <w:multiLevelType w:val="hybridMultilevel"/>
    <w:tmpl w:val="E370D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A203B"/>
    <w:multiLevelType w:val="hybridMultilevel"/>
    <w:tmpl w:val="64CC5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C8301D7"/>
    <w:multiLevelType w:val="hybridMultilevel"/>
    <w:tmpl w:val="6A24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906A20"/>
    <w:multiLevelType w:val="hybridMultilevel"/>
    <w:tmpl w:val="1E3E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C952E1"/>
    <w:multiLevelType w:val="hybridMultilevel"/>
    <w:tmpl w:val="A6F4721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234C5B47"/>
    <w:multiLevelType w:val="hybridMultilevel"/>
    <w:tmpl w:val="DD9E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4204D7"/>
    <w:multiLevelType w:val="hybridMultilevel"/>
    <w:tmpl w:val="D2C0B6A2"/>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261E7AD4"/>
    <w:multiLevelType w:val="hybridMultilevel"/>
    <w:tmpl w:val="D98E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2A5A29"/>
    <w:multiLevelType w:val="hybridMultilevel"/>
    <w:tmpl w:val="5BC86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415E4"/>
    <w:multiLevelType w:val="hybridMultilevel"/>
    <w:tmpl w:val="0CE63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EC44FB0"/>
    <w:multiLevelType w:val="hybridMultilevel"/>
    <w:tmpl w:val="37122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E40A4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17333C6"/>
    <w:multiLevelType w:val="hybridMultilevel"/>
    <w:tmpl w:val="2A30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C87340"/>
    <w:multiLevelType w:val="singleLevel"/>
    <w:tmpl w:val="0409000F"/>
    <w:lvl w:ilvl="0">
      <w:start w:val="1"/>
      <w:numFmt w:val="decimal"/>
      <w:lvlText w:val="%1."/>
      <w:lvlJc w:val="left"/>
      <w:pPr>
        <w:ind w:left="720" w:hanging="360"/>
      </w:pPr>
      <w:rPr>
        <w:rFonts w:cs="Times New Roman"/>
      </w:rPr>
    </w:lvl>
  </w:abstractNum>
  <w:abstractNum w:abstractNumId="24">
    <w:nsid w:val="345F5E4E"/>
    <w:multiLevelType w:val="hybridMultilevel"/>
    <w:tmpl w:val="31CCD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4D331B"/>
    <w:multiLevelType w:val="hybridMultilevel"/>
    <w:tmpl w:val="C6CC2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5B4BEF"/>
    <w:multiLevelType w:val="hybridMultilevel"/>
    <w:tmpl w:val="93BC3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AC84FD8"/>
    <w:multiLevelType w:val="hybridMultilevel"/>
    <w:tmpl w:val="10BA2ED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3C414273"/>
    <w:multiLevelType w:val="hybridMultilevel"/>
    <w:tmpl w:val="DEAAA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FE502C3"/>
    <w:multiLevelType w:val="hybridMultilevel"/>
    <w:tmpl w:val="69A09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167413E"/>
    <w:multiLevelType w:val="hybridMultilevel"/>
    <w:tmpl w:val="4BF0B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376510"/>
    <w:multiLevelType w:val="hybridMultilevel"/>
    <w:tmpl w:val="E74604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67A0B6D"/>
    <w:multiLevelType w:val="hybridMultilevel"/>
    <w:tmpl w:val="7DBC386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490F013F"/>
    <w:multiLevelType w:val="hybridMultilevel"/>
    <w:tmpl w:val="20F24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BC62386"/>
    <w:multiLevelType w:val="hybridMultilevel"/>
    <w:tmpl w:val="10BA2ED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57A179EE"/>
    <w:multiLevelType w:val="hybridMultilevel"/>
    <w:tmpl w:val="FA7C175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57EA67F7"/>
    <w:multiLevelType w:val="hybridMultilevel"/>
    <w:tmpl w:val="8E9A4494"/>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C466ED"/>
    <w:multiLevelType w:val="hybridMultilevel"/>
    <w:tmpl w:val="D3063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BC783B"/>
    <w:multiLevelType w:val="hybridMultilevel"/>
    <w:tmpl w:val="188A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E50056"/>
    <w:multiLevelType w:val="hybridMultilevel"/>
    <w:tmpl w:val="2C3EC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25A5B25"/>
    <w:multiLevelType w:val="hybridMultilevel"/>
    <w:tmpl w:val="A234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30F7B08"/>
    <w:multiLevelType w:val="hybridMultilevel"/>
    <w:tmpl w:val="4BDA3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43">
    <w:nsid w:val="6BE57C6E"/>
    <w:multiLevelType w:val="hybridMultilevel"/>
    <w:tmpl w:val="A6AC9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BD0629"/>
    <w:multiLevelType w:val="hybridMultilevel"/>
    <w:tmpl w:val="10BA2ED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5">
    <w:nsid w:val="711451AF"/>
    <w:multiLevelType w:val="hybridMultilevel"/>
    <w:tmpl w:val="EB8E6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806442"/>
    <w:multiLevelType w:val="hybridMultilevel"/>
    <w:tmpl w:val="77F46360"/>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nsid w:val="7D8E057E"/>
    <w:multiLevelType w:val="hybridMultilevel"/>
    <w:tmpl w:val="10BA2ED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8">
    <w:nsid w:val="7DB27027"/>
    <w:multiLevelType w:val="hybridMultilevel"/>
    <w:tmpl w:val="B216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F13E19"/>
    <w:multiLevelType w:val="hybridMultilevel"/>
    <w:tmpl w:val="DBF2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2"/>
  </w:num>
  <w:num w:numId="3">
    <w:abstractNumId w:val="40"/>
  </w:num>
  <w:num w:numId="4">
    <w:abstractNumId w:val="22"/>
  </w:num>
  <w:num w:numId="5">
    <w:abstractNumId w:val="0"/>
  </w:num>
  <w:num w:numId="6">
    <w:abstractNumId w:val="35"/>
  </w:num>
  <w:num w:numId="7">
    <w:abstractNumId w:val="30"/>
  </w:num>
  <w:num w:numId="8">
    <w:abstractNumId w:val="49"/>
  </w:num>
  <w:num w:numId="9">
    <w:abstractNumId w:val="9"/>
  </w:num>
  <w:num w:numId="10">
    <w:abstractNumId w:val="21"/>
  </w:num>
  <w:num w:numId="11">
    <w:abstractNumId w:val="33"/>
  </w:num>
  <w:num w:numId="12">
    <w:abstractNumId w:val="5"/>
  </w:num>
  <w:num w:numId="13">
    <w:abstractNumId w:val="2"/>
  </w:num>
  <w:num w:numId="14">
    <w:abstractNumId w:val="46"/>
  </w:num>
  <w:num w:numId="15">
    <w:abstractNumId w:val="36"/>
  </w:num>
  <w:num w:numId="16">
    <w:abstractNumId w:val="14"/>
  </w:num>
  <w:num w:numId="17">
    <w:abstractNumId w:val="24"/>
  </w:num>
  <w:num w:numId="18">
    <w:abstractNumId w:val="32"/>
  </w:num>
  <w:num w:numId="19">
    <w:abstractNumId w:val="44"/>
  </w:num>
  <w:num w:numId="20">
    <w:abstractNumId w:val="27"/>
  </w:num>
  <w:num w:numId="21">
    <w:abstractNumId w:val="34"/>
  </w:num>
  <w:num w:numId="22">
    <w:abstractNumId w:val="47"/>
  </w:num>
  <w:num w:numId="23">
    <w:abstractNumId w:val="16"/>
  </w:num>
  <w:num w:numId="24">
    <w:abstractNumId w:val="11"/>
  </w:num>
  <w:num w:numId="25">
    <w:abstractNumId w:val="28"/>
  </w:num>
  <w:num w:numId="26">
    <w:abstractNumId w:val="7"/>
  </w:num>
  <w:num w:numId="27">
    <w:abstractNumId w:val="1"/>
  </w:num>
  <w:num w:numId="28">
    <w:abstractNumId w:val="29"/>
  </w:num>
  <w:num w:numId="29">
    <w:abstractNumId w:val="41"/>
  </w:num>
  <w:num w:numId="30">
    <w:abstractNumId w:val="8"/>
  </w:num>
  <w:num w:numId="31">
    <w:abstractNumId w:val="31"/>
  </w:num>
  <w:num w:numId="32">
    <w:abstractNumId w:val="26"/>
  </w:num>
  <w:num w:numId="33">
    <w:abstractNumId w:val="39"/>
  </w:num>
  <w:num w:numId="34">
    <w:abstractNumId w:val="6"/>
  </w:num>
  <w:num w:numId="35">
    <w:abstractNumId w:val="19"/>
  </w:num>
  <w:num w:numId="36">
    <w:abstractNumId w:val="3"/>
  </w:num>
  <w:num w:numId="37">
    <w:abstractNumId w:val="10"/>
  </w:num>
  <w:num w:numId="38">
    <w:abstractNumId w:val="4"/>
  </w:num>
  <w:num w:numId="39">
    <w:abstractNumId w:val="38"/>
  </w:num>
  <w:num w:numId="40">
    <w:abstractNumId w:val="20"/>
  </w:num>
  <w:num w:numId="41">
    <w:abstractNumId w:val="15"/>
  </w:num>
  <w:num w:numId="42">
    <w:abstractNumId w:val="18"/>
  </w:num>
  <w:num w:numId="43">
    <w:abstractNumId w:val="25"/>
  </w:num>
  <w:num w:numId="44">
    <w:abstractNumId w:val="17"/>
  </w:num>
  <w:num w:numId="45">
    <w:abstractNumId w:val="37"/>
  </w:num>
  <w:num w:numId="46">
    <w:abstractNumId w:val="45"/>
  </w:num>
  <w:num w:numId="47">
    <w:abstractNumId w:val="48"/>
  </w:num>
  <w:num w:numId="48">
    <w:abstractNumId w:val="13"/>
  </w:num>
  <w:num w:numId="49">
    <w:abstractNumId w:val="43"/>
  </w:num>
  <w:num w:numId="50">
    <w:abstractNumId w:val="1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D22"/>
    <w:rsid w:val="000567A7"/>
    <w:rsid w:val="000E25ED"/>
    <w:rsid w:val="000F5062"/>
    <w:rsid w:val="00124CAB"/>
    <w:rsid w:val="00164BEB"/>
    <w:rsid w:val="001650BE"/>
    <w:rsid w:val="00187DE7"/>
    <w:rsid w:val="001D632A"/>
    <w:rsid w:val="001E15FB"/>
    <w:rsid w:val="001E4F26"/>
    <w:rsid w:val="0022084E"/>
    <w:rsid w:val="002437E8"/>
    <w:rsid w:val="0024480A"/>
    <w:rsid w:val="00277ADC"/>
    <w:rsid w:val="002C108B"/>
    <w:rsid w:val="002F31D2"/>
    <w:rsid w:val="003B540E"/>
    <w:rsid w:val="00403D68"/>
    <w:rsid w:val="00417FA7"/>
    <w:rsid w:val="004B38E2"/>
    <w:rsid w:val="004D4FA7"/>
    <w:rsid w:val="004E2586"/>
    <w:rsid w:val="004E5184"/>
    <w:rsid w:val="004F1FF3"/>
    <w:rsid w:val="004F5A84"/>
    <w:rsid w:val="0053022B"/>
    <w:rsid w:val="0053463C"/>
    <w:rsid w:val="00546052"/>
    <w:rsid w:val="00557D79"/>
    <w:rsid w:val="0057005F"/>
    <w:rsid w:val="005A1D58"/>
    <w:rsid w:val="005A1DC5"/>
    <w:rsid w:val="005C462F"/>
    <w:rsid w:val="00616A5B"/>
    <w:rsid w:val="006232F4"/>
    <w:rsid w:val="006544DB"/>
    <w:rsid w:val="00672B56"/>
    <w:rsid w:val="00674485"/>
    <w:rsid w:val="006810DE"/>
    <w:rsid w:val="006B7849"/>
    <w:rsid w:val="006F45BF"/>
    <w:rsid w:val="006F62D6"/>
    <w:rsid w:val="0072734D"/>
    <w:rsid w:val="00764375"/>
    <w:rsid w:val="007B1F7E"/>
    <w:rsid w:val="007C598F"/>
    <w:rsid w:val="007F5640"/>
    <w:rsid w:val="008224B7"/>
    <w:rsid w:val="0084325D"/>
    <w:rsid w:val="008C0D41"/>
    <w:rsid w:val="008C5BF6"/>
    <w:rsid w:val="008D6BC1"/>
    <w:rsid w:val="008E15AA"/>
    <w:rsid w:val="00917EB7"/>
    <w:rsid w:val="0092352D"/>
    <w:rsid w:val="00931FA4"/>
    <w:rsid w:val="00932F96"/>
    <w:rsid w:val="00973C89"/>
    <w:rsid w:val="00984D2B"/>
    <w:rsid w:val="00995ABA"/>
    <w:rsid w:val="009D17C2"/>
    <w:rsid w:val="009F215A"/>
    <w:rsid w:val="00A05E2C"/>
    <w:rsid w:val="00A300DB"/>
    <w:rsid w:val="00A362C0"/>
    <w:rsid w:val="00A67DA4"/>
    <w:rsid w:val="00B216A0"/>
    <w:rsid w:val="00B31D06"/>
    <w:rsid w:val="00B510AC"/>
    <w:rsid w:val="00B52D25"/>
    <w:rsid w:val="00B633FC"/>
    <w:rsid w:val="00B85260"/>
    <w:rsid w:val="00B92B8A"/>
    <w:rsid w:val="00BA60BB"/>
    <w:rsid w:val="00BB2440"/>
    <w:rsid w:val="00BC1D22"/>
    <w:rsid w:val="00C11975"/>
    <w:rsid w:val="00CE1BA9"/>
    <w:rsid w:val="00CE765B"/>
    <w:rsid w:val="00CF5F42"/>
    <w:rsid w:val="00D007D5"/>
    <w:rsid w:val="00D0555E"/>
    <w:rsid w:val="00D32FE7"/>
    <w:rsid w:val="00D753D0"/>
    <w:rsid w:val="00D75FF2"/>
    <w:rsid w:val="00DA1876"/>
    <w:rsid w:val="00DD39ED"/>
    <w:rsid w:val="00E805D7"/>
    <w:rsid w:val="00E86533"/>
    <w:rsid w:val="00EE3BAB"/>
    <w:rsid w:val="00F21248"/>
    <w:rsid w:val="00F40CE2"/>
    <w:rsid w:val="00F54582"/>
    <w:rsid w:val="00FA6337"/>
    <w:rsid w:val="00FF07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007D5"/>
    <w:pPr>
      <w:spacing w:line="300" w:lineRule="auto"/>
    </w:pPr>
    <w:rPr>
      <w:szCs w:val="20"/>
    </w:rPr>
  </w:style>
  <w:style w:type="paragraph" w:styleId="Heading1">
    <w:name w:val="heading 1"/>
    <w:basedOn w:val="Normal"/>
    <w:next w:val="Normal"/>
    <w:link w:val="Heading1Char"/>
    <w:uiPriority w:val="99"/>
    <w:qFormat/>
    <w:rsid w:val="00D007D5"/>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uiPriority w:val="99"/>
    <w:qFormat/>
    <w:rsid w:val="00D007D5"/>
    <w:pPr>
      <w:outlineLvl w:val="1"/>
    </w:pPr>
    <w:rPr>
      <w:color w:val="1A3159"/>
      <w:sz w:val="28"/>
      <w:szCs w:val="28"/>
    </w:rPr>
  </w:style>
  <w:style w:type="paragraph" w:styleId="Heading3">
    <w:name w:val="heading 3"/>
    <w:basedOn w:val="Normal"/>
    <w:next w:val="Normal"/>
    <w:link w:val="Heading3Char"/>
    <w:autoRedefine/>
    <w:uiPriority w:val="99"/>
    <w:qFormat/>
    <w:rsid w:val="00BA60BB"/>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D007D5"/>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7D5"/>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D007D5"/>
    <w:rPr>
      <w:rFonts w:ascii="Arial" w:hAnsi="Arial" w:cs="Times New Roman"/>
      <w:b/>
      <w:color w:val="1A3159"/>
      <w:kern w:val="32"/>
      <w:sz w:val="28"/>
      <w:szCs w:val="28"/>
    </w:rPr>
  </w:style>
  <w:style w:type="character" w:customStyle="1" w:styleId="Heading3Char">
    <w:name w:val="Heading 3 Char"/>
    <w:basedOn w:val="DefaultParagraphFont"/>
    <w:link w:val="Heading3"/>
    <w:uiPriority w:val="9"/>
    <w:semiHidden/>
    <w:rsid w:val="009E156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D007D5"/>
    <w:rPr>
      <w:rFonts w:ascii="Calibri" w:hAnsi="Calibri" w:cs="Times New Roman"/>
      <w:b/>
      <w:bCs/>
      <w:sz w:val="28"/>
      <w:szCs w:val="28"/>
    </w:rPr>
  </w:style>
  <w:style w:type="paragraph" w:styleId="TOC4">
    <w:name w:val="toc 4"/>
    <w:basedOn w:val="Normal"/>
    <w:next w:val="Normal"/>
    <w:autoRedefine/>
    <w:uiPriority w:val="99"/>
    <w:semiHidden/>
    <w:rsid w:val="00D007D5"/>
    <w:pPr>
      <w:ind w:left="600"/>
    </w:pPr>
    <w:rPr>
      <w:rFonts w:ascii="Calibri" w:hAnsi="Calibri"/>
    </w:rPr>
  </w:style>
  <w:style w:type="paragraph" w:styleId="TOC5">
    <w:name w:val="toc 5"/>
    <w:basedOn w:val="Normal"/>
    <w:next w:val="Normal"/>
    <w:autoRedefine/>
    <w:uiPriority w:val="99"/>
    <w:semiHidden/>
    <w:rsid w:val="00D007D5"/>
    <w:pPr>
      <w:ind w:left="800"/>
    </w:pPr>
    <w:rPr>
      <w:rFonts w:ascii="Calibri" w:hAnsi="Calibri"/>
    </w:rPr>
  </w:style>
  <w:style w:type="paragraph" w:styleId="TOC6">
    <w:name w:val="toc 6"/>
    <w:basedOn w:val="Normal"/>
    <w:next w:val="Normal"/>
    <w:autoRedefine/>
    <w:uiPriority w:val="99"/>
    <w:semiHidden/>
    <w:rsid w:val="00D007D5"/>
    <w:pPr>
      <w:ind w:left="1000"/>
    </w:pPr>
    <w:rPr>
      <w:rFonts w:ascii="Calibri" w:hAnsi="Calibri"/>
    </w:rPr>
  </w:style>
  <w:style w:type="paragraph" w:styleId="TOC7">
    <w:name w:val="toc 7"/>
    <w:basedOn w:val="Normal"/>
    <w:next w:val="Normal"/>
    <w:autoRedefine/>
    <w:uiPriority w:val="99"/>
    <w:semiHidden/>
    <w:rsid w:val="00D007D5"/>
    <w:pPr>
      <w:ind w:left="1200"/>
    </w:pPr>
    <w:rPr>
      <w:rFonts w:ascii="Calibri" w:hAnsi="Calibri"/>
    </w:rPr>
  </w:style>
  <w:style w:type="paragraph" w:styleId="TOC8">
    <w:name w:val="toc 8"/>
    <w:basedOn w:val="Normal"/>
    <w:next w:val="Normal"/>
    <w:autoRedefine/>
    <w:uiPriority w:val="99"/>
    <w:semiHidden/>
    <w:rsid w:val="00D007D5"/>
    <w:pPr>
      <w:ind w:left="1400"/>
    </w:pPr>
    <w:rPr>
      <w:rFonts w:ascii="Calibri" w:hAnsi="Calibri"/>
    </w:rPr>
  </w:style>
  <w:style w:type="paragraph" w:styleId="TOC9">
    <w:name w:val="toc 9"/>
    <w:basedOn w:val="Normal"/>
    <w:next w:val="Normal"/>
    <w:autoRedefine/>
    <w:uiPriority w:val="99"/>
    <w:semiHidden/>
    <w:rsid w:val="00D007D5"/>
    <w:pPr>
      <w:ind w:left="1600"/>
    </w:pPr>
    <w:rPr>
      <w:rFonts w:ascii="Calibri" w:hAnsi="Calibri"/>
    </w:rPr>
  </w:style>
  <w:style w:type="paragraph" w:styleId="Footer">
    <w:name w:val="footer"/>
    <w:basedOn w:val="Normal"/>
    <w:link w:val="FooterChar"/>
    <w:uiPriority w:val="99"/>
    <w:rsid w:val="00D007D5"/>
    <w:pPr>
      <w:tabs>
        <w:tab w:val="center" w:pos="4320"/>
        <w:tab w:val="right" w:pos="8640"/>
      </w:tabs>
    </w:pPr>
  </w:style>
  <w:style w:type="character" w:customStyle="1" w:styleId="FooterChar">
    <w:name w:val="Footer Char"/>
    <w:basedOn w:val="DefaultParagraphFont"/>
    <w:link w:val="Footer"/>
    <w:uiPriority w:val="99"/>
    <w:locked/>
    <w:rsid w:val="00D007D5"/>
    <w:rPr>
      <w:rFonts w:ascii="Times" w:hAnsi="Times" w:cs="Times New Roman"/>
      <w:color w:val="808080"/>
    </w:rPr>
  </w:style>
  <w:style w:type="paragraph" w:styleId="BalloonText">
    <w:name w:val="Balloon Text"/>
    <w:basedOn w:val="Normal"/>
    <w:link w:val="BalloonTextChar"/>
    <w:uiPriority w:val="99"/>
    <w:semiHidden/>
    <w:rsid w:val="00D007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007D5"/>
    <w:rPr>
      <w:rFonts w:ascii="Tahoma" w:hAnsi="Tahoma" w:cs="Tahoma"/>
      <w:color w:val="808080"/>
      <w:sz w:val="16"/>
      <w:szCs w:val="16"/>
    </w:rPr>
  </w:style>
  <w:style w:type="paragraph" w:styleId="BodyText">
    <w:name w:val="Body Text"/>
    <w:basedOn w:val="Normal"/>
    <w:link w:val="BodyTextChar"/>
    <w:uiPriority w:val="99"/>
    <w:semiHidden/>
    <w:rsid w:val="00D007D5"/>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D007D5"/>
    <w:rPr>
      <w:rFonts w:ascii="Times" w:hAnsi="Times" w:cs="Times New Roman"/>
      <w:i/>
      <w:color w:val="000000"/>
      <w:sz w:val="24"/>
    </w:rPr>
  </w:style>
  <w:style w:type="paragraph" w:customStyle="1" w:styleId="Head">
    <w:name w:val="Head"/>
    <w:basedOn w:val="Normal"/>
    <w:autoRedefine/>
    <w:uiPriority w:val="99"/>
    <w:rsid w:val="00DA1876"/>
    <w:pPr>
      <w:spacing w:line="360" w:lineRule="auto"/>
    </w:pPr>
    <w:rPr>
      <w:rFonts w:ascii="Arial" w:hAnsi="Arial"/>
      <w:b/>
      <w:color w:val="C1961C"/>
      <w:sz w:val="40"/>
    </w:rPr>
  </w:style>
  <w:style w:type="paragraph" w:styleId="TOC1">
    <w:name w:val="toc 1"/>
    <w:basedOn w:val="Normal"/>
    <w:next w:val="Normal"/>
    <w:autoRedefine/>
    <w:uiPriority w:val="99"/>
    <w:rsid w:val="00DA1876"/>
    <w:pPr>
      <w:tabs>
        <w:tab w:val="right" w:leader="dot" w:pos="10790"/>
      </w:tabs>
      <w:spacing w:line="360" w:lineRule="auto"/>
    </w:pPr>
    <w:rPr>
      <w:b/>
      <w:color w:val="132F5A"/>
    </w:rPr>
  </w:style>
  <w:style w:type="paragraph" w:customStyle="1" w:styleId="HDRDocumentinformation">
    <w:name w:val="HDR: Document information"/>
    <w:uiPriority w:val="99"/>
    <w:rsid w:val="00D007D5"/>
    <w:rPr>
      <w:rFonts w:ascii="Arial" w:hAnsi="Arial"/>
      <w:b/>
      <w:noProof/>
      <w:color w:val="595959"/>
      <w:sz w:val="18"/>
      <w:szCs w:val="20"/>
    </w:rPr>
  </w:style>
  <w:style w:type="table" w:styleId="TableGrid">
    <w:name w:val="Table Grid"/>
    <w:basedOn w:val="TableNormal"/>
    <w:uiPriority w:val="99"/>
    <w:rsid w:val="00D007D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99"/>
    <w:rsid w:val="00D007D5"/>
    <w:pPr>
      <w:spacing w:line="360" w:lineRule="auto"/>
      <w:ind w:left="202"/>
    </w:pPr>
    <w:rPr>
      <w:iCs/>
      <w:color w:val="252E4E"/>
    </w:rPr>
  </w:style>
  <w:style w:type="paragraph" w:styleId="TOC3">
    <w:name w:val="toc 3"/>
    <w:basedOn w:val="Normal"/>
    <w:next w:val="Normal"/>
    <w:autoRedefine/>
    <w:uiPriority w:val="99"/>
    <w:rsid w:val="00D007D5"/>
    <w:pPr>
      <w:tabs>
        <w:tab w:val="right" w:leader="dot" w:pos="8630"/>
      </w:tabs>
      <w:spacing w:line="240" w:lineRule="auto"/>
      <w:ind w:left="403"/>
    </w:pPr>
  </w:style>
  <w:style w:type="paragraph" w:styleId="Title">
    <w:name w:val="Title"/>
    <w:basedOn w:val="Normal"/>
    <w:link w:val="TitleChar"/>
    <w:uiPriority w:val="99"/>
    <w:qFormat/>
    <w:rsid w:val="00D007D5"/>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99"/>
    <w:locked/>
    <w:rsid w:val="00D007D5"/>
    <w:rPr>
      <w:rFonts w:ascii="Arial" w:hAnsi="Arial" w:cs="Times New Roman"/>
      <w:b/>
      <w:color w:val="1A2D59"/>
      <w:kern w:val="28"/>
      <w:sz w:val="32"/>
      <w:szCs w:val="32"/>
      <w:lang w:val="en-US" w:eastAsia="en-US" w:bidi="ar-SA"/>
    </w:rPr>
  </w:style>
  <w:style w:type="paragraph" w:styleId="Header">
    <w:name w:val="header"/>
    <w:basedOn w:val="Normal"/>
    <w:link w:val="HeaderChar"/>
    <w:uiPriority w:val="99"/>
    <w:rsid w:val="00D007D5"/>
    <w:pPr>
      <w:tabs>
        <w:tab w:val="center" w:pos="4320"/>
        <w:tab w:val="right" w:pos="8640"/>
      </w:tabs>
    </w:pPr>
  </w:style>
  <w:style w:type="character" w:customStyle="1" w:styleId="HeaderChar">
    <w:name w:val="Header Char"/>
    <w:basedOn w:val="DefaultParagraphFont"/>
    <w:link w:val="Header"/>
    <w:uiPriority w:val="99"/>
    <w:locked/>
    <w:rsid w:val="00D007D5"/>
    <w:rPr>
      <w:rFonts w:ascii="Arial" w:hAnsi="Arial" w:cs="Times New Roman"/>
      <w:sz w:val="22"/>
    </w:rPr>
  </w:style>
  <w:style w:type="paragraph" w:customStyle="1" w:styleId="TitleModule">
    <w:name w:val="Title: Module"/>
    <w:basedOn w:val="Title"/>
    <w:uiPriority w:val="99"/>
    <w:rsid w:val="00D007D5"/>
    <w:rPr>
      <w:b w:val="0"/>
      <w:color w:val="999999"/>
      <w:sz w:val="32"/>
    </w:rPr>
  </w:style>
  <w:style w:type="paragraph" w:customStyle="1" w:styleId="TitleDate">
    <w:name w:val="Title: Date"/>
    <w:basedOn w:val="TitleModule"/>
    <w:uiPriority w:val="99"/>
    <w:rsid w:val="00D007D5"/>
    <w:rPr>
      <w:sz w:val="28"/>
    </w:rPr>
  </w:style>
  <w:style w:type="paragraph" w:customStyle="1" w:styleId="TitleProgram">
    <w:name w:val="Title: Program"/>
    <w:basedOn w:val="TitleModule"/>
    <w:uiPriority w:val="99"/>
    <w:rsid w:val="00D007D5"/>
    <w:rPr>
      <w:b/>
      <w:color w:val="808080"/>
    </w:rPr>
  </w:style>
  <w:style w:type="character" w:styleId="Hyperlink">
    <w:name w:val="Hyperlink"/>
    <w:basedOn w:val="DefaultParagraphFont"/>
    <w:uiPriority w:val="99"/>
    <w:rsid w:val="00D007D5"/>
    <w:rPr>
      <w:rFonts w:cs="Times New Roman"/>
      <w:color w:val="auto"/>
      <w:u w:val="single"/>
    </w:rPr>
  </w:style>
  <w:style w:type="paragraph" w:customStyle="1" w:styleId="Heading2Italics">
    <w:name w:val="Heading 2 Italics"/>
    <w:basedOn w:val="Heading2"/>
    <w:uiPriority w:val="99"/>
    <w:rsid w:val="00D007D5"/>
    <w:rPr>
      <w:b w:val="0"/>
      <w:i/>
    </w:rPr>
  </w:style>
  <w:style w:type="character" w:customStyle="1" w:styleId="Heading2ItalicsChar">
    <w:name w:val="Heading 2 Italics Char"/>
    <w:basedOn w:val="Heading2Char"/>
    <w:uiPriority w:val="99"/>
    <w:rsid w:val="00D007D5"/>
    <w:rPr>
      <w:i/>
    </w:rPr>
  </w:style>
  <w:style w:type="paragraph" w:customStyle="1" w:styleId="Heading1Custom">
    <w:name w:val="Heading 1 + Custom"/>
    <w:basedOn w:val="Heading1"/>
    <w:link w:val="Heading1CustomChar"/>
    <w:uiPriority w:val="99"/>
    <w:rsid w:val="00D007D5"/>
  </w:style>
  <w:style w:type="character" w:customStyle="1" w:styleId="Heading1CustomChar">
    <w:name w:val="Heading 1 + Custom Char"/>
    <w:basedOn w:val="DefaultParagraphFont"/>
    <w:link w:val="Heading1Custom"/>
    <w:uiPriority w:val="99"/>
    <w:locked/>
    <w:rsid w:val="00D007D5"/>
    <w:rPr>
      <w:rFonts w:ascii="Arial" w:hAnsi="Arial" w:cs="Times New Roman"/>
      <w:b/>
      <w:color w:val="1A2D59"/>
      <w:kern w:val="32"/>
      <w:sz w:val="32"/>
      <w:szCs w:val="32"/>
    </w:rPr>
  </w:style>
  <w:style w:type="paragraph" w:customStyle="1" w:styleId="Minutes">
    <w:name w:val="Minutes"/>
    <w:basedOn w:val="Normal"/>
    <w:uiPriority w:val="99"/>
    <w:rsid w:val="00D007D5"/>
    <w:rPr>
      <w:rFonts w:ascii="Arial" w:hAnsi="Arial"/>
      <w:b/>
      <w:color w:val="252E4E"/>
      <w:sz w:val="28"/>
    </w:rPr>
  </w:style>
  <w:style w:type="character" w:styleId="CommentReference">
    <w:name w:val="annotation reference"/>
    <w:basedOn w:val="DefaultParagraphFont"/>
    <w:uiPriority w:val="99"/>
    <w:rsid w:val="00D007D5"/>
    <w:rPr>
      <w:rFonts w:cs="Times New Roman"/>
      <w:sz w:val="16"/>
      <w:szCs w:val="16"/>
    </w:rPr>
  </w:style>
  <w:style w:type="paragraph" w:styleId="CommentText">
    <w:name w:val="annotation text"/>
    <w:basedOn w:val="Normal"/>
    <w:link w:val="CommentTextChar"/>
    <w:uiPriority w:val="99"/>
    <w:rsid w:val="00D007D5"/>
    <w:rPr>
      <w:sz w:val="20"/>
    </w:rPr>
  </w:style>
  <w:style w:type="character" w:customStyle="1" w:styleId="CommentTextChar">
    <w:name w:val="Comment Text Char"/>
    <w:basedOn w:val="DefaultParagraphFont"/>
    <w:link w:val="CommentText"/>
    <w:uiPriority w:val="99"/>
    <w:locked/>
    <w:rsid w:val="00D007D5"/>
    <w:rPr>
      <w:rFonts w:ascii="Arial" w:hAnsi="Arial" w:cs="Times New Roman"/>
    </w:rPr>
  </w:style>
  <w:style w:type="paragraph" w:styleId="CommentSubject">
    <w:name w:val="annotation subject"/>
    <w:basedOn w:val="CommentText"/>
    <w:next w:val="CommentText"/>
    <w:link w:val="CommentSubjectChar"/>
    <w:uiPriority w:val="99"/>
    <w:rsid w:val="00D007D5"/>
    <w:rPr>
      <w:b/>
      <w:bCs/>
    </w:rPr>
  </w:style>
  <w:style w:type="character" w:customStyle="1" w:styleId="CommentSubjectChar">
    <w:name w:val="Comment Subject Char"/>
    <w:basedOn w:val="CommentTextChar"/>
    <w:link w:val="CommentSubject"/>
    <w:uiPriority w:val="99"/>
    <w:locked/>
    <w:rsid w:val="00D007D5"/>
    <w:rPr>
      <w:b/>
      <w:bCs/>
    </w:rPr>
  </w:style>
  <w:style w:type="paragraph" w:customStyle="1" w:styleId="InstructorNotes">
    <w:name w:val="Instructor Notes"/>
    <w:basedOn w:val="Normal"/>
    <w:uiPriority w:val="99"/>
    <w:rsid w:val="00D007D5"/>
    <w:pPr>
      <w:spacing w:line="240" w:lineRule="auto"/>
    </w:pPr>
    <w:rPr>
      <w:i/>
      <w:sz w:val="18"/>
    </w:rPr>
  </w:style>
  <w:style w:type="paragraph" w:styleId="BodyTextIndent2">
    <w:name w:val="Body Text Indent 2"/>
    <w:basedOn w:val="Normal"/>
    <w:link w:val="BodyTextIndent2Char"/>
    <w:uiPriority w:val="99"/>
    <w:rsid w:val="00D007D5"/>
    <w:pPr>
      <w:spacing w:after="120" w:line="480" w:lineRule="auto"/>
      <w:ind w:left="360"/>
    </w:pPr>
  </w:style>
  <w:style w:type="character" w:customStyle="1" w:styleId="BodyTextIndent2Char">
    <w:name w:val="Body Text Indent 2 Char"/>
    <w:basedOn w:val="DefaultParagraphFont"/>
    <w:link w:val="BodyTextIndent2"/>
    <w:uiPriority w:val="99"/>
    <w:locked/>
    <w:rsid w:val="00D007D5"/>
    <w:rPr>
      <w:rFonts w:ascii="Arial" w:hAnsi="Arial" w:cs="Times New Roman"/>
      <w:sz w:val="22"/>
    </w:rPr>
  </w:style>
  <w:style w:type="paragraph" w:customStyle="1" w:styleId="StudentText">
    <w:name w:val="StudentText"/>
    <w:basedOn w:val="Normal"/>
    <w:uiPriority w:val="99"/>
    <w:rsid w:val="00D007D5"/>
    <w:pPr>
      <w:spacing w:after="360" w:line="400" w:lineRule="exact"/>
      <w:ind w:left="3067"/>
    </w:pPr>
    <w:rPr>
      <w:sz w:val="28"/>
    </w:rPr>
  </w:style>
  <w:style w:type="paragraph" w:customStyle="1" w:styleId="CueText">
    <w:name w:val="CueText"/>
    <w:basedOn w:val="Normal"/>
    <w:uiPriority w:val="99"/>
    <w:rsid w:val="00D007D5"/>
    <w:pPr>
      <w:spacing w:line="240" w:lineRule="auto"/>
    </w:pPr>
    <w:rPr>
      <w:sz w:val="20"/>
    </w:rPr>
  </w:style>
  <w:style w:type="character" w:customStyle="1" w:styleId="CueTextChar">
    <w:name w:val="CueText Char"/>
    <w:basedOn w:val="DefaultParagraphFont"/>
    <w:uiPriority w:val="99"/>
    <w:rsid w:val="00D007D5"/>
    <w:rPr>
      <w:rFonts w:ascii="Arial" w:hAnsi="Arial" w:cs="Times New Roman"/>
      <w:lang w:val="en-US" w:eastAsia="en-US" w:bidi="ar-SA"/>
    </w:rPr>
  </w:style>
  <w:style w:type="paragraph" w:customStyle="1" w:styleId="Style3">
    <w:name w:val="Style3"/>
    <w:basedOn w:val="Normal"/>
    <w:autoRedefine/>
    <w:uiPriority w:val="99"/>
    <w:rsid w:val="00D007D5"/>
    <w:pPr>
      <w:spacing w:after="120" w:line="240" w:lineRule="auto"/>
    </w:pPr>
    <w:rPr>
      <w:sz w:val="24"/>
      <w:szCs w:val="24"/>
    </w:rPr>
  </w:style>
  <w:style w:type="character" w:styleId="Strong">
    <w:name w:val="Strong"/>
    <w:basedOn w:val="DefaultParagraphFont"/>
    <w:uiPriority w:val="99"/>
    <w:qFormat/>
    <w:rsid w:val="00D007D5"/>
    <w:rPr>
      <w:rFonts w:cs="Times New Roman"/>
      <w:b/>
      <w:bCs/>
    </w:rPr>
  </w:style>
  <w:style w:type="paragraph" w:customStyle="1" w:styleId="Style1">
    <w:name w:val="Style1"/>
    <w:basedOn w:val="Normal"/>
    <w:uiPriority w:val="99"/>
    <w:rsid w:val="00D007D5"/>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D007D5"/>
    <w:pPr>
      <w:spacing w:after="360" w:line="240" w:lineRule="auto"/>
    </w:pPr>
    <w:rPr>
      <w:sz w:val="24"/>
      <w:szCs w:val="24"/>
    </w:rPr>
  </w:style>
  <w:style w:type="paragraph" w:customStyle="1" w:styleId="tablemoney">
    <w:name w:val="tablemoney"/>
    <w:basedOn w:val="Normal"/>
    <w:autoRedefine/>
    <w:uiPriority w:val="99"/>
    <w:rsid w:val="00D007D5"/>
    <w:pPr>
      <w:spacing w:line="240" w:lineRule="auto"/>
      <w:jc w:val="center"/>
    </w:pPr>
    <w:rPr>
      <w:b/>
      <w:bCs/>
      <w:sz w:val="24"/>
      <w:szCs w:val="28"/>
    </w:rPr>
  </w:style>
  <w:style w:type="paragraph" w:customStyle="1" w:styleId="moneyarial-12">
    <w:name w:val="moneyarial-12"/>
    <w:basedOn w:val="Normal"/>
    <w:autoRedefine/>
    <w:uiPriority w:val="99"/>
    <w:rsid w:val="00D007D5"/>
    <w:pPr>
      <w:spacing w:before="120" w:after="120" w:line="240" w:lineRule="auto"/>
    </w:pPr>
    <w:rPr>
      <w:sz w:val="24"/>
      <w:szCs w:val="24"/>
    </w:rPr>
  </w:style>
  <w:style w:type="paragraph" w:customStyle="1" w:styleId="InstructionText2nd">
    <w:name w:val="InstructionText2nd"/>
    <w:basedOn w:val="Normal"/>
    <w:autoRedefine/>
    <w:uiPriority w:val="99"/>
    <w:rsid w:val="00D007D5"/>
    <w:pPr>
      <w:keepNext/>
      <w:keepLines/>
      <w:tabs>
        <w:tab w:val="num" w:pos="360"/>
      </w:tabs>
      <w:spacing w:after="60" w:line="240" w:lineRule="auto"/>
      <w:ind w:left="360" w:hanging="360"/>
    </w:pPr>
    <w:rPr>
      <w:sz w:val="24"/>
      <w:szCs w:val="24"/>
    </w:rPr>
  </w:style>
  <w:style w:type="character" w:styleId="FollowedHyperlink">
    <w:name w:val="FollowedHyperlink"/>
    <w:basedOn w:val="DefaultParagraphFont"/>
    <w:uiPriority w:val="99"/>
    <w:rsid w:val="00D007D5"/>
    <w:rPr>
      <w:rFonts w:cs="Times New Roman"/>
      <w:color w:val="800080"/>
      <w:u w:val="single"/>
    </w:rPr>
  </w:style>
  <w:style w:type="paragraph" w:customStyle="1" w:styleId="Sub">
    <w:name w:val="Sub"/>
    <w:basedOn w:val="Heading2"/>
    <w:uiPriority w:val="99"/>
    <w:rsid w:val="00D007D5"/>
    <w:rPr>
      <w:sz w:val="30"/>
    </w:rPr>
  </w:style>
  <w:style w:type="paragraph" w:customStyle="1" w:styleId="Body">
    <w:name w:val="Body"/>
    <w:basedOn w:val="Normal"/>
    <w:uiPriority w:val="99"/>
    <w:rsid w:val="00D007D5"/>
    <w:rPr>
      <w:szCs w:val="22"/>
    </w:rPr>
  </w:style>
  <w:style w:type="paragraph" w:customStyle="1" w:styleId="Sub2">
    <w:name w:val="Sub2"/>
    <w:basedOn w:val="Normal"/>
    <w:uiPriority w:val="99"/>
    <w:rsid w:val="00D007D5"/>
    <w:pPr>
      <w:spacing w:line="360" w:lineRule="auto"/>
    </w:pPr>
    <w:rPr>
      <w:b/>
      <w:sz w:val="20"/>
    </w:rPr>
  </w:style>
  <w:style w:type="paragraph" w:customStyle="1" w:styleId="TOC">
    <w:name w:val="TOC"/>
    <w:basedOn w:val="TOC3"/>
    <w:uiPriority w:val="99"/>
    <w:rsid w:val="00D007D5"/>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D007D5"/>
    <w:pPr>
      <w:numPr>
        <w:numId w:val="2"/>
      </w:numPr>
    </w:pPr>
  </w:style>
  <w:style w:type="paragraph" w:styleId="TOCHeading">
    <w:name w:val="TOC Heading"/>
    <w:basedOn w:val="Heading1"/>
    <w:next w:val="Normal"/>
    <w:uiPriority w:val="99"/>
    <w:qFormat/>
    <w:rsid w:val="00D007D5"/>
    <w:pPr>
      <w:keepLines/>
      <w:spacing w:before="480" w:after="0" w:line="276" w:lineRule="auto"/>
      <w:outlineLvl w:val="9"/>
    </w:pPr>
    <w:rPr>
      <w:rFonts w:ascii="Cambria" w:hAnsi="Cambria"/>
      <w:bCs/>
      <w:color w:val="365F91"/>
      <w:kern w:val="0"/>
      <w:sz w:val="28"/>
      <w:szCs w:val="28"/>
    </w:rPr>
  </w:style>
  <w:style w:type="paragraph" w:customStyle="1" w:styleId="GoldHeading">
    <w:name w:val="Gold Heading"/>
    <w:basedOn w:val="Heading1"/>
    <w:autoRedefine/>
    <w:uiPriority w:val="99"/>
    <w:rsid w:val="00CF5F42"/>
    <w:rPr>
      <w:color w:val="C1961C"/>
      <w:sz w:val="40"/>
    </w:rPr>
  </w:style>
  <w:style w:type="paragraph" w:customStyle="1" w:styleId="Money-numberlist">
    <w:name w:val="Money-numberlist"/>
    <w:basedOn w:val="Normal"/>
    <w:autoRedefine/>
    <w:uiPriority w:val="99"/>
    <w:rsid w:val="00D007D5"/>
    <w:rPr>
      <w:rFonts w:cs="Arial"/>
      <w:szCs w:val="22"/>
    </w:rPr>
  </w:style>
  <w:style w:type="paragraph" w:styleId="ListParagraph">
    <w:name w:val="List Paragraph"/>
    <w:basedOn w:val="Normal"/>
    <w:uiPriority w:val="99"/>
    <w:qFormat/>
    <w:rsid w:val="00D007D5"/>
    <w:pPr>
      <w:ind w:left="720"/>
    </w:pPr>
  </w:style>
  <w:style w:type="paragraph" w:customStyle="1" w:styleId="StyleMinutesDarkBlue">
    <w:name w:val="Style Minutes + Dark Blue"/>
    <w:basedOn w:val="Minutes"/>
    <w:uiPriority w:val="99"/>
    <w:rsid w:val="00FF0716"/>
    <w:rPr>
      <w:bCs/>
      <w:color w:val="002060"/>
    </w:rPr>
  </w:style>
</w:styles>
</file>

<file path=word/webSettings.xml><?xml version="1.0" encoding="utf-8"?>
<w:webSettings xmlns:r="http://schemas.openxmlformats.org/officeDocument/2006/relationships" xmlns:w="http://schemas.openxmlformats.org/wordprocessingml/2006/main">
  <w:divs>
    <w:div w:id="440419445">
      <w:marLeft w:val="0"/>
      <w:marRight w:val="0"/>
      <w:marTop w:val="0"/>
      <w:marBottom w:val="0"/>
      <w:divBdr>
        <w:top w:val="none" w:sz="0" w:space="0" w:color="auto"/>
        <w:left w:val="none" w:sz="0" w:space="0" w:color="auto"/>
        <w:bottom w:val="none" w:sz="0" w:space="0" w:color="auto"/>
        <w:right w:val="none" w:sz="0" w:space="0" w:color="auto"/>
      </w:divBdr>
      <w:divsChild>
        <w:div w:id="440419443">
          <w:marLeft w:val="1166"/>
          <w:marRight w:val="0"/>
          <w:marTop w:val="134"/>
          <w:marBottom w:val="0"/>
          <w:divBdr>
            <w:top w:val="none" w:sz="0" w:space="0" w:color="auto"/>
            <w:left w:val="none" w:sz="0" w:space="0" w:color="auto"/>
            <w:bottom w:val="none" w:sz="0" w:space="0" w:color="auto"/>
            <w:right w:val="none" w:sz="0" w:space="0" w:color="auto"/>
          </w:divBdr>
        </w:div>
        <w:div w:id="440419444">
          <w:marLeft w:val="1166"/>
          <w:marRight w:val="0"/>
          <w:marTop w:val="134"/>
          <w:marBottom w:val="0"/>
          <w:divBdr>
            <w:top w:val="none" w:sz="0" w:space="0" w:color="auto"/>
            <w:left w:val="none" w:sz="0" w:space="0" w:color="auto"/>
            <w:bottom w:val="none" w:sz="0" w:space="0" w:color="auto"/>
            <w:right w:val="none" w:sz="0" w:space="0" w:color="auto"/>
          </w:divBdr>
        </w:div>
        <w:div w:id="44041944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optoutprescreen.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tc.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mymoney.gov"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yfdicinsurance.gov/" TargetMode="External"/><Relationship Id="rId14" Type="http://schemas.openxmlformats.org/officeDocument/2006/relationships/hyperlink" Target="mailto:consumeralerts@fdic.gov"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4462</Words>
  <Characters>22266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2010-08-11T14:23:00Z</cp:lastPrinted>
  <dcterms:created xsi:type="dcterms:W3CDTF">2010-11-01T13:58:00Z</dcterms:created>
  <dcterms:modified xsi:type="dcterms:W3CDTF">2010-11-01T13:58:00Z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